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204" w:rsidRPr="00962211" w:rsidRDefault="00D10204" w:rsidP="00C3165F">
      <w:pPr>
        <w:spacing w:before="360" w:after="360"/>
        <w:jc w:val="center"/>
        <w:rPr>
          <w:b/>
          <w:sz w:val="28"/>
          <w:szCs w:val="28"/>
        </w:rPr>
      </w:pPr>
      <w:r w:rsidRPr="000F793A">
        <w:rPr>
          <w:b/>
          <w:sz w:val="28"/>
          <w:szCs w:val="28"/>
        </w:rPr>
        <w:t>EDITAL DE LICITAÇÃO</w:t>
      </w:r>
    </w:p>
    <w:p w:rsidR="00251A67" w:rsidRPr="00962211" w:rsidRDefault="00711213" w:rsidP="005B690C">
      <w:pPr>
        <w:spacing w:before="360" w:after="360"/>
        <w:jc w:val="both"/>
        <w:rPr>
          <w:bCs/>
        </w:rPr>
      </w:pPr>
      <w:r w:rsidRPr="00962211">
        <w:rPr>
          <w:b/>
        </w:rPr>
        <w:t>PROCESSO</w:t>
      </w:r>
      <w:r w:rsidR="00A75976" w:rsidRPr="00962211">
        <w:rPr>
          <w:b/>
        </w:rPr>
        <w:t xml:space="preserve"> SIAD:</w:t>
      </w:r>
      <w:r w:rsidR="00D10204" w:rsidRPr="00962211">
        <w:t xml:space="preserve"> </w:t>
      </w:r>
      <w:r w:rsidRPr="00962211">
        <w:rPr>
          <w:bCs/>
        </w:rPr>
        <w:t>Nº</w:t>
      </w:r>
      <w:r w:rsidR="00C04691">
        <w:rPr>
          <w:bCs/>
        </w:rPr>
        <w:t xml:space="preserve"> 50/2022</w:t>
      </w:r>
    </w:p>
    <w:p w:rsidR="00251A67" w:rsidRPr="00962211" w:rsidRDefault="00FD2F97" w:rsidP="005B690C">
      <w:pPr>
        <w:spacing w:before="360" w:after="360"/>
        <w:jc w:val="both"/>
      </w:pPr>
      <w:r w:rsidRPr="00962211">
        <w:rPr>
          <w:b/>
        </w:rPr>
        <w:t>U</w:t>
      </w:r>
      <w:r w:rsidR="00711213" w:rsidRPr="00962211">
        <w:rPr>
          <w:b/>
        </w:rPr>
        <w:t>NIDADE</w:t>
      </w:r>
      <w:r w:rsidRPr="00962211">
        <w:rPr>
          <w:b/>
        </w:rPr>
        <w:t>:</w:t>
      </w:r>
      <w:r w:rsidR="00313098" w:rsidRPr="00962211">
        <w:t xml:space="preserve"> 1091012</w:t>
      </w:r>
    </w:p>
    <w:p w:rsidR="00036DDC" w:rsidRPr="00962211" w:rsidRDefault="00036DDC" w:rsidP="005B690C">
      <w:pPr>
        <w:spacing w:before="360" w:after="360"/>
        <w:jc w:val="both"/>
        <w:rPr>
          <w:bCs/>
        </w:rPr>
      </w:pPr>
      <w:r w:rsidRPr="00962211">
        <w:rPr>
          <w:b/>
        </w:rPr>
        <w:t>PROCESSO SEI:</w:t>
      </w:r>
      <w:r w:rsidRPr="00962211">
        <w:t xml:space="preserve"> </w:t>
      </w:r>
      <w:r w:rsidRPr="00962211">
        <w:rPr>
          <w:bCs/>
        </w:rPr>
        <w:t xml:space="preserve">Nº </w:t>
      </w:r>
      <w:r w:rsidR="004D4B96" w:rsidRPr="00962211">
        <w:rPr>
          <w:bCs/>
        </w:rPr>
        <w:t>19.16.3900.0055783/2021-57</w:t>
      </w:r>
    </w:p>
    <w:p w:rsidR="00251A67" w:rsidRPr="00962211" w:rsidRDefault="00711213" w:rsidP="005B690C">
      <w:pPr>
        <w:spacing w:before="360" w:after="360"/>
        <w:jc w:val="both"/>
      </w:pPr>
      <w:r w:rsidRPr="00962211">
        <w:rPr>
          <w:b/>
        </w:rPr>
        <w:t>MODALIDADE E FORMA</w:t>
      </w:r>
      <w:r w:rsidR="00FD2F97" w:rsidRPr="00962211">
        <w:rPr>
          <w:b/>
        </w:rPr>
        <w:t>:</w:t>
      </w:r>
      <w:r w:rsidR="00FD2F97" w:rsidRPr="00962211">
        <w:t xml:space="preserve"> Pregão Eletrônico</w:t>
      </w:r>
    </w:p>
    <w:p w:rsidR="00251A67" w:rsidRPr="00962211" w:rsidRDefault="00711213" w:rsidP="005B690C">
      <w:pPr>
        <w:spacing w:before="360" w:after="360"/>
        <w:jc w:val="both"/>
      </w:pPr>
      <w:r w:rsidRPr="00962211">
        <w:rPr>
          <w:b/>
        </w:rPr>
        <w:t>TIPO</w:t>
      </w:r>
      <w:r w:rsidR="00FD2F97" w:rsidRPr="00962211">
        <w:rPr>
          <w:b/>
        </w:rPr>
        <w:t>:</w:t>
      </w:r>
      <w:r w:rsidR="00FD2F97" w:rsidRPr="00962211">
        <w:t xml:space="preserve"> Menor Preço</w:t>
      </w:r>
    </w:p>
    <w:p w:rsidR="00C809A0" w:rsidRPr="00962211" w:rsidRDefault="00C809A0" w:rsidP="005B690C">
      <w:pPr>
        <w:spacing w:before="360" w:after="360"/>
        <w:jc w:val="both"/>
      </w:pPr>
      <w:r w:rsidRPr="00962211">
        <w:rPr>
          <w:b/>
        </w:rPr>
        <w:t>MODO DE DISPUTA:</w:t>
      </w:r>
      <w:r w:rsidRPr="00962211">
        <w:t xml:space="preserve"> Aberto e fechado</w:t>
      </w:r>
    </w:p>
    <w:p w:rsidR="00251A67" w:rsidRPr="000F793A" w:rsidRDefault="00FD2F97" w:rsidP="005B690C">
      <w:pPr>
        <w:pStyle w:val="CPLPadrao"/>
        <w:spacing w:before="360" w:after="360"/>
        <w:rPr>
          <w:rFonts w:eastAsia="Times New Roman"/>
          <w:bCs/>
        </w:rPr>
      </w:pPr>
      <w:r w:rsidRPr="000F793A">
        <w:rPr>
          <w:rFonts w:eastAsia="Times New Roman"/>
          <w:b/>
          <w:bCs/>
        </w:rPr>
        <w:t xml:space="preserve">OBJETO: </w:t>
      </w:r>
      <w:r w:rsidR="009817F6" w:rsidRPr="000F793A">
        <w:rPr>
          <w:rFonts w:eastAsia="Times New Roman"/>
          <w:bCs/>
        </w:rPr>
        <w:t>Contratação de empresa especializada para execução de serviços de manutenção preventiva e corretiva de grupos motogeradores instalados nos imóveis da Procuradoria Geral de Justiça</w:t>
      </w:r>
      <w:r w:rsidR="00AA1856" w:rsidRPr="000F793A">
        <w:rPr>
          <w:rFonts w:eastAsia="Times New Roman"/>
          <w:bCs/>
        </w:rPr>
        <w:t xml:space="preserve"> do Estado de Minas Gerais, na cidade de Belo Horizonte, pelo período de 36 (trinta e seis) meses.</w:t>
      </w:r>
    </w:p>
    <w:p w:rsidR="00251A67" w:rsidRPr="00962211" w:rsidRDefault="00304111" w:rsidP="005B690C">
      <w:pPr>
        <w:spacing w:before="360" w:after="360"/>
        <w:jc w:val="both"/>
      </w:pPr>
      <w:r w:rsidRPr="00962211">
        <w:t xml:space="preserve">O Ministério Público do Estado de Minas Gerais, por intermédio da Procuradoria-Geral de Justiça, torna público aos interessados que promoverá a presente licitação, </w:t>
      </w:r>
      <w:r w:rsidRPr="000F793A">
        <w:t xml:space="preserve">por meio do site </w:t>
      </w:r>
      <w:hyperlink r:id="rId11" w:history="1">
        <w:r w:rsidRPr="000F793A">
          <w:rPr>
            <w:rStyle w:val="Hyperlink"/>
            <w:rFonts w:cs="Arial"/>
            <w:color w:val="auto"/>
          </w:rPr>
          <w:t>www.compras.mg.gov.br</w:t>
        </w:r>
      </w:hyperlink>
      <w:r w:rsidR="00711213" w:rsidRPr="000F793A">
        <w:t>,</w:t>
      </w:r>
      <w:r w:rsidRPr="00962211">
        <w:t xml:space="preserve"> </w:t>
      </w:r>
      <w:r w:rsidR="003060BF" w:rsidRPr="00962211">
        <w:t xml:space="preserve">a ser processada e julgada em conformidade com a Lei Federal nº 10.520, de 17/07/2002; Lei Estadual nº 14.167, de 10/01/2002; </w:t>
      </w:r>
      <w:r w:rsidR="00C809A0" w:rsidRPr="00962211">
        <w:t>Decreto Estadual nº 48.012, de 22/07/2020</w:t>
      </w:r>
      <w:r w:rsidR="003060BF" w:rsidRPr="00962211">
        <w:t>; Lei Estadual nº 20.826, de 31/07/2013; Decreto Estadual nº 47.437, de 26/06/2018; Lei Complementar Federal nº 123, de 14/12/2006; Lei Estadual nº 13.994, de 18/09/2001, com aplicação subsidiária da Lei Federal nº 8.666, de 21/06/1993; Decreto Estadual nº 45.902, de 27/01/2012; Decreto Estadual nº 47.524, de 06/11/2018; além das demais disposições legais aplicáveis e do disposto neste Edital</w:t>
      </w:r>
      <w:r w:rsidRPr="00962211">
        <w:t>.</w:t>
      </w:r>
    </w:p>
    <w:p w:rsidR="00251A67" w:rsidRPr="00717C5C" w:rsidRDefault="00711213" w:rsidP="005B690C">
      <w:pPr>
        <w:spacing w:before="360" w:after="360"/>
        <w:jc w:val="both"/>
        <w:rPr>
          <w:b/>
        </w:rPr>
      </w:pPr>
      <w:r w:rsidRPr="00962211">
        <w:rPr>
          <w:b/>
          <w:bCs/>
        </w:rPr>
        <w:t>RECEBIMENTO DAS PROPOSTAS</w:t>
      </w:r>
      <w:r w:rsidRPr="00717C5C">
        <w:rPr>
          <w:b/>
          <w:bCs/>
        </w:rPr>
        <w:t>:</w:t>
      </w:r>
      <w:r w:rsidRPr="00717C5C">
        <w:t xml:space="preserve"> </w:t>
      </w:r>
      <w:r w:rsidR="000D72DA" w:rsidRPr="00717C5C">
        <w:t xml:space="preserve">Até às </w:t>
      </w:r>
      <w:r w:rsidR="00E41B6B" w:rsidRPr="00717C5C">
        <w:rPr>
          <w:b/>
        </w:rPr>
        <w:t>10</w:t>
      </w:r>
      <w:r w:rsidR="00126BB5" w:rsidRPr="00717C5C">
        <w:rPr>
          <w:b/>
        </w:rPr>
        <w:t xml:space="preserve"> </w:t>
      </w:r>
      <w:r w:rsidR="000D72DA" w:rsidRPr="00717C5C">
        <w:rPr>
          <w:b/>
        </w:rPr>
        <w:t>h</w:t>
      </w:r>
      <w:r w:rsidR="00126BB5" w:rsidRPr="00717C5C">
        <w:rPr>
          <w:b/>
        </w:rPr>
        <w:t>oras</w:t>
      </w:r>
      <w:r w:rsidR="000D72DA" w:rsidRPr="00717C5C">
        <w:t xml:space="preserve"> </w:t>
      </w:r>
      <w:r w:rsidRPr="00717C5C">
        <w:t>do dia</w:t>
      </w:r>
      <w:r w:rsidR="00C04691">
        <w:t xml:space="preserve"> </w:t>
      </w:r>
      <w:r w:rsidR="00C04691" w:rsidRPr="00C04691">
        <w:rPr>
          <w:b/>
        </w:rPr>
        <w:t>0</w:t>
      </w:r>
      <w:r w:rsidR="00546937">
        <w:rPr>
          <w:b/>
        </w:rPr>
        <w:t>5/05/</w:t>
      </w:r>
      <w:r w:rsidR="00C04691" w:rsidRPr="00C04691">
        <w:rPr>
          <w:b/>
        </w:rPr>
        <w:t>/2022</w:t>
      </w:r>
      <w:r w:rsidR="00546937">
        <w:rPr>
          <w:b/>
        </w:rPr>
        <w:t>.</w:t>
      </w:r>
    </w:p>
    <w:p w:rsidR="00717C5C" w:rsidRPr="00717C5C" w:rsidRDefault="00711213" w:rsidP="00717C5C">
      <w:pPr>
        <w:spacing w:before="360" w:after="360"/>
        <w:jc w:val="both"/>
        <w:rPr>
          <w:b/>
        </w:rPr>
      </w:pPr>
      <w:r w:rsidRPr="00717C5C">
        <w:rPr>
          <w:b/>
          <w:bCs/>
        </w:rPr>
        <w:t>INÍCIO DA SESSÃO DE LANCES:</w:t>
      </w:r>
      <w:r w:rsidRPr="00717C5C">
        <w:t xml:space="preserve"> </w:t>
      </w:r>
      <w:r w:rsidR="000D72DA" w:rsidRPr="00717C5C">
        <w:t xml:space="preserve">Às </w:t>
      </w:r>
      <w:r w:rsidR="00E41B6B" w:rsidRPr="00717C5C">
        <w:rPr>
          <w:b/>
        </w:rPr>
        <w:t>10</w:t>
      </w:r>
      <w:r w:rsidR="00126BB5" w:rsidRPr="00717C5C">
        <w:rPr>
          <w:b/>
        </w:rPr>
        <w:t xml:space="preserve"> horas</w:t>
      </w:r>
      <w:r w:rsidR="00126BB5" w:rsidRPr="00717C5C">
        <w:t xml:space="preserve"> </w:t>
      </w:r>
      <w:r w:rsidRPr="00717C5C">
        <w:t xml:space="preserve">do dia </w:t>
      </w:r>
      <w:r w:rsidR="00546937">
        <w:rPr>
          <w:b/>
        </w:rPr>
        <w:t>05</w:t>
      </w:r>
      <w:r w:rsidR="00C04691" w:rsidRPr="00C04691">
        <w:rPr>
          <w:b/>
        </w:rPr>
        <w:t>/0</w:t>
      </w:r>
      <w:r w:rsidR="00546937">
        <w:rPr>
          <w:b/>
        </w:rPr>
        <w:t>5</w:t>
      </w:r>
      <w:r w:rsidR="00C04691" w:rsidRPr="00C04691">
        <w:rPr>
          <w:b/>
        </w:rPr>
        <w:t>/2022</w:t>
      </w:r>
      <w:r w:rsidR="00C04691">
        <w:rPr>
          <w:b/>
        </w:rPr>
        <w:t>.</w:t>
      </w:r>
    </w:p>
    <w:p w:rsidR="00251A67" w:rsidRPr="00717C5C" w:rsidRDefault="0082143A" w:rsidP="005B690C">
      <w:pPr>
        <w:spacing w:before="360" w:after="360"/>
        <w:jc w:val="both"/>
      </w:pPr>
      <w:r w:rsidRPr="00717C5C">
        <w:rPr>
          <w:b/>
          <w:bCs/>
        </w:rPr>
        <w:t>REFERÊNCIA DE TEMPO</w:t>
      </w:r>
      <w:r w:rsidRPr="00717C5C">
        <w:t>: Será observado o horário de Brasília (DF).</w:t>
      </w:r>
    </w:p>
    <w:p w:rsidR="00251A67" w:rsidRPr="00C04691" w:rsidRDefault="0082143A" w:rsidP="005B690C">
      <w:pPr>
        <w:spacing w:before="360" w:after="360"/>
        <w:jc w:val="both"/>
        <w:rPr>
          <w:b/>
        </w:rPr>
      </w:pPr>
      <w:r w:rsidRPr="00717C5C">
        <w:rPr>
          <w:b/>
          <w:bCs/>
        </w:rPr>
        <w:t>ESCLARECIMENTOS E IMPUGNAÇÕES:</w:t>
      </w:r>
      <w:r w:rsidRPr="00717C5C">
        <w:t xml:space="preserve"> </w:t>
      </w:r>
      <w:r w:rsidR="008E5122" w:rsidRPr="00717C5C">
        <w:t>N</w:t>
      </w:r>
      <w:r w:rsidRPr="00717C5C">
        <w:t xml:space="preserve">a forma prevista no item </w:t>
      </w:r>
      <w:r w:rsidR="003E46DA" w:rsidRPr="00717C5C">
        <w:t>3</w:t>
      </w:r>
      <w:r w:rsidRPr="00717C5C">
        <w:t xml:space="preserve"> deste Edital, </w:t>
      </w:r>
      <w:r w:rsidRPr="00C04691">
        <w:t xml:space="preserve">até às </w:t>
      </w:r>
      <w:r w:rsidRPr="00C04691">
        <w:rPr>
          <w:b/>
        </w:rPr>
        <w:t>18 horas</w:t>
      </w:r>
      <w:r w:rsidRPr="00C04691">
        <w:t xml:space="preserve"> do dia</w:t>
      </w:r>
      <w:r w:rsidR="00C04691" w:rsidRPr="00C04691">
        <w:t xml:space="preserve"> </w:t>
      </w:r>
      <w:r w:rsidR="00546937">
        <w:rPr>
          <w:b/>
        </w:rPr>
        <w:t>02</w:t>
      </w:r>
      <w:r w:rsidR="00C04691" w:rsidRPr="00C04691">
        <w:rPr>
          <w:b/>
        </w:rPr>
        <w:t>/0</w:t>
      </w:r>
      <w:r w:rsidR="00546937">
        <w:rPr>
          <w:b/>
        </w:rPr>
        <w:t>5</w:t>
      </w:r>
      <w:r w:rsidR="00C04691" w:rsidRPr="00C04691">
        <w:rPr>
          <w:b/>
        </w:rPr>
        <w:t>/2022.</w:t>
      </w:r>
    </w:p>
    <w:p w:rsidR="00251A67" w:rsidRPr="00962211" w:rsidRDefault="00C04691" w:rsidP="005B690C">
      <w:pPr>
        <w:spacing w:before="360" w:after="360"/>
        <w:jc w:val="both"/>
        <w:rPr>
          <w:b/>
          <w:bCs/>
          <w:spacing w:val="-3"/>
        </w:rPr>
      </w:pPr>
      <w:r w:rsidRPr="00C04691">
        <w:rPr>
          <w:b/>
          <w:bCs/>
          <w:spacing w:val="-3"/>
        </w:rPr>
        <w:t>PREGOEIRO</w:t>
      </w:r>
      <w:r>
        <w:rPr>
          <w:b/>
          <w:bCs/>
          <w:spacing w:val="-3"/>
        </w:rPr>
        <w:t xml:space="preserve">: </w:t>
      </w:r>
      <w:r w:rsidRPr="00C04691">
        <w:rPr>
          <w:bCs/>
          <w:spacing w:val="-3"/>
        </w:rPr>
        <w:t>Se</w:t>
      </w:r>
      <w:r>
        <w:rPr>
          <w:bCs/>
          <w:spacing w:val="-3"/>
        </w:rPr>
        <w:t>bastião Nobre da Silva</w:t>
      </w:r>
    </w:p>
    <w:p w:rsidR="00C05F03" w:rsidRPr="00962211" w:rsidRDefault="00C05F03">
      <w:pPr>
        <w:suppressAutoHyphens w:val="0"/>
        <w:autoSpaceDE/>
      </w:pPr>
    </w:p>
    <w:p w:rsidR="00C40252" w:rsidRPr="00962211" w:rsidRDefault="00C40252" w:rsidP="00C3165F">
      <w:pPr>
        <w:pStyle w:val="CabealhodoSumrio"/>
        <w:spacing w:before="360" w:after="360" w:line="240" w:lineRule="auto"/>
        <w:jc w:val="center"/>
        <w:rPr>
          <w:rFonts w:ascii="Arial" w:hAnsi="Arial" w:cs="Arial"/>
          <w:color w:val="auto"/>
        </w:rPr>
      </w:pPr>
      <w:r w:rsidRPr="00962211">
        <w:rPr>
          <w:rFonts w:ascii="Arial" w:hAnsi="Arial" w:cs="Arial"/>
          <w:color w:val="auto"/>
          <w:u w:val="single"/>
        </w:rPr>
        <w:t>ÍNDICE</w:t>
      </w:r>
    </w:p>
    <w:p w:rsidR="00C04691" w:rsidRPr="00992BF1" w:rsidRDefault="00C40252">
      <w:pPr>
        <w:pStyle w:val="Sumrio1"/>
        <w:rPr>
          <w:rFonts w:ascii="Calibri" w:hAnsi="Calibri" w:cs="Times New Roman"/>
          <w:noProof/>
          <w:kern w:val="0"/>
          <w:sz w:val="22"/>
          <w:szCs w:val="22"/>
          <w:lang w:eastAsia="pt-BR"/>
        </w:rPr>
      </w:pPr>
      <w:r w:rsidRPr="00962211">
        <w:rPr>
          <w:rStyle w:val="Hyperlink"/>
          <w:rFonts w:cs="Arial"/>
          <w:noProof/>
          <w:color w:val="auto"/>
        </w:rPr>
        <w:fldChar w:fldCharType="begin"/>
      </w:r>
      <w:r w:rsidRPr="00962211">
        <w:rPr>
          <w:rStyle w:val="Hyperlink"/>
          <w:rFonts w:cs="Arial"/>
          <w:noProof/>
          <w:color w:val="auto"/>
        </w:rPr>
        <w:instrText xml:space="preserve"> TOC \o "1-3" \h \z \u </w:instrText>
      </w:r>
      <w:r w:rsidRPr="00962211">
        <w:rPr>
          <w:rStyle w:val="Hyperlink"/>
          <w:rFonts w:cs="Arial"/>
          <w:noProof/>
          <w:color w:val="auto"/>
        </w:rPr>
        <w:fldChar w:fldCharType="separate"/>
      </w:r>
      <w:hyperlink w:anchor="_Toc99971894" w:history="1">
        <w:r w:rsidR="00C04691" w:rsidRPr="004B4DBD">
          <w:rPr>
            <w:rStyle w:val="Hyperlink"/>
            <w:rFonts w:cs="Arial"/>
            <w:noProof/>
          </w:rPr>
          <w:t>1.</w:t>
        </w:r>
        <w:r w:rsidR="00C04691" w:rsidRPr="00992BF1">
          <w:rPr>
            <w:rFonts w:ascii="Calibri" w:hAnsi="Calibri" w:cs="Times New Roman"/>
            <w:noProof/>
            <w:kern w:val="0"/>
            <w:sz w:val="22"/>
            <w:szCs w:val="22"/>
            <w:lang w:eastAsia="pt-BR"/>
          </w:rPr>
          <w:tab/>
        </w:r>
        <w:r w:rsidR="00C04691" w:rsidRPr="004B4DBD">
          <w:rPr>
            <w:rStyle w:val="Hyperlink"/>
            <w:rFonts w:cs="Arial"/>
            <w:noProof/>
          </w:rPr>
          <w:t>DO OBJETO</w:t>
        </w:r>
        <w:r w:rsidR="00C04691">
          <w:rPr>
            <w:noProof/>
            <w:webHidden/>
          </w:rPr>
          <w:tab/>
        </w:r>
        <w:r w:rsidR="00C04691">
          <w:rPr>
            <w:noProof/>
            <w:webHidden/>
          </w:rPr>
          <w:fldChar w:fldCharType="begin"/>
        </w:r>
        <w:r w:rsidR="00C04691">
          <w:rPr>
            <w:noProof/>
            <w:webHidden/>
          </w:rPr>
          <w:instrText xml:space="preserve"> PAGEREF _Toc99971894 \h </w:instrText>
        </w:r>
        <w:r w:rsidR="00C04691">
          <w:rPr>
            <w:noProof/>
            <w:webHidden/>
          </w:rPr>
        </w:r>
        <w:r w:rsidR="00C04691">
          <w:rPr>
            <w:noProof/>
            <w:webHidden/>
          </w:rPr>
          <w:fldChar w:fldCharType="separate"/>
        </w:r>
        <w:r w:rsidR="00C04691">
          <w:rPr>
            <w:noProof/>
            <w:webHidden/>
          </w:rPr>
          <w:t>3</w:t>
        </w:r>
        <w:r w:rsidR="00C04691">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895" w:history="1">
        <w:r w:rsidRPr="004B4DBD">
          <w:rPr>
            <w:rStyle w:val="Hyperlink"/>
            <w:rFonts w:cs="Arial"/>
            <w:noProof/>
          </w:rPr>
          <w:t>2.</w:t>
        </w:r>
        <w:r w:rsidRPr="00992BF1">
          <w:rPr>
            <w:rFonts w:ascii="Calibri" w:hAnsi="Calibri" w:cs="Times New Roman"/>
            <w:noProof/>
            <w:kern w:val="0"/>
            <w:sz w:val="22"/>
            <w:szCs w:val="22"/>
            <w:lang w:eastAsia="pt-BR"/>
          </w:rPr>
          <w:tab/>
        </w:r>
        <w:r w:rsidRPr="004B4DBD">
          <w:rPr>
            <w:rStyle w:val="Hyperlink"/>
            <w:rFonts w:cs="Arial"/>
            <w:noProof/>
          </w:rPr>
          <w:t>DA FORMA DE ENVIO DE DOCUMENTOS</w:t>
        </w:r>
        <w:r>
          <w:rPr>
            <w:noProof/>
            <w:webHidden/>
          </w:rPr>
          <w:tab/>
        </w:r>
        <w:r>
          <w:rPr>
            <w:noProof/>
            <w:webHidden/>
          </w:rPr>
          <w:fldChar w:fldCharType="begin"/>
        </w:r>
        <w:r>
          <w:rPr>
            <w:noProof/>
            <w:webHidden/>
          </w:rPr>
          <w:instrText xml:space="preserve"> PAGEREF _Toc99971895 \h </w:instrText>
        </w:r>
        <w:r>
          <w:rPr>
            <w:noProof/>
            <w:webHidden/>
          </w:rPr>
        </w:r>
        <w:r>
          <w:rPr>
            <w:noProof/>
            <w:webHidden/>
          </w:rPr>
          <w:fldChar w:fldCharType="separate"/>
        </w:r>
        <w:r>
          <w:rPr>
            <w:noProof/>
            <w:webHidden/>
          </w:rPr>
          <w:t>3</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896" w:history="1">
        <w:r w:rsidRPr="004B4DBD">
          <w:rPr>
            <w:rStyle w:val="Hyperlink"/>
            <w:rFonts w:cs="Arial"/>
            <w:noProof/>
          </w:rPr>
          <w:t>3.</w:t>
        </w:r>
        <w:r w:rsidRPr="00992BF1">
          <w:rPr>
            <w:rFonts w:ascii="Calibri" w:hAnsi="Calibri" w:cs="Times New Roman"/>
            <w:noProof/>
            <w:kern w:val="0"/>
            <w:sz w:val="22"/>
            <w:szCs w:val="22"/>
            <w:lang w:eastAsia="pt-BR"/>
          </w:rPr>
          <w:tab/>
        </w:r>
        <w:r w:rsidRPr="004B4DBD">
          <w:rPr>
            <w:rStyle w:val="Hyperlink"/>
            <w:rFonts w:cs="Arial"/>
            <w:noProof/>
          </w:rPr>
          <w:t>DOS ESCLARECIMENTOS E DA IMPUGNAÇÃO</w:t>
        </w:r>
        <w:r>
          <w:rPr>
            <w:noProof/>
            <w:webHidden/>
          </w:rPr>
          <w:tab/>
        </w:r>
        <w:r>
          <w:rPr>
            <w:noProof/>
            <w:webHidden/>
          </w:rPr>
          <w:fldChar w:fldCharType="begin"/>
        </w:r>
        <w:r>
          <w:rPr>
            <w:noProof/>
            <w:webHidden/>
          </w:rPr>
          <w:instrText xml:space="preserve"> PAGEREF _Toc99971896 \h </w:instrText>
        </w:r>
        <w:r>
          <w:rPr>
            <w:noProof/>
            <w:webHidden/>
          </w:rPr>
        </w:r>
        <w:r>
          <w:rPr>
            <w:noProof/>
            <w:webHidden/>
          </w:rPr>
          <w:fldChar w:fldCharType="separate"/>
        </w:r>
        <w:r>
          <w:rPr>
            <w:noProof/>
            <w:webHidden/>
          </w:rPr>
          <w:t>3</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897" w:history="1">
        <w:r w:rsidRPr="004B4DBD">
          <w:rPr>
            <w:rStyle w:val="Hyperlink"/>
            <w:rFonts w:cs="Arial"/>
            <w:noProof/>
          </w:rPr>
          <w:t>4.</w:t>
        </w:r>
        <w:r w:rsidRPr="00992BF1">
          <w:rPr>
            <w:rFonts w:ascii="Calibri" w:hAnsi="Calibri" w:cs="Times New Roman"/>
            <w:noProof/>
            <w:kern w:val="0"/>
            <w:sz w:val="22"/>
            <w:szCs w:val="22"/>
            <w:lang w:eastAsia="pt-BR"/>
          </w:rPr>
          <w:tab/>
        </w:r>
        <w:r w:rsidRPr="004B4DBD">
          <w:rPr>
            <w:rStyle w:val="Hyperlink"/>
            <w:rFonts w:cs="Arial"/>
            <w:noProof/>
          </w:rPr>
          <w:t>DAS CONDIÇÕES DE PARTICIPAÇÃO</w:t>
        </w:r>
        <w:r>
          <w:rPr>
            <w:noProof/>
            <w:webHidden/>
          </w:rPr>
          <w:tab/>
        </w:r>
        <w:r>
          <w:rPr>
            <w:noProof/>
            <w:webHidden/>
          </w:rPr>
          <w:fldChar w:fldCharType="begin"/>
        </w:r>
        <w:r>
          <w:rPr>
            <w:noProof/>
            <w:webHidden/>
          </w:rPr>
          <w:instrText xml:space="preserve"> PAGEREF _Toc99971897 \h </w:instrText>
        </w:r>
        <w:r>
          <w:rPr>
            <w:noProof/>
            <w:webHidden/>
          </w:rPr>
        </w:r>
        <w:r>
          <w:rPr>
            <w:noProof/>
            <w:webHidden/>
          </w:rPr>
          <w:fldChar w:fldCharType="separate"/>
        </w:r>
        <w:r>
          <w:rPr>
            <w:noProof/>
            <w:webHidden/>
          </w:rPr>
          <w:t>4</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898" w:history="1">
        <w:r w:rsidRPr="004B4DBD">
          <w:rPr>
            <w:rStyle w:val="Hyperlink"/>
            <w:rFonts w:cs="Arial"/>
            <w:noProof/>
          </w:rPr>
          <w:t>5.</w:t>
        </w:r>
        <w:r w:rsidRPr="00992BF1">
          <w:rPr>
            <w:rFonts w:ascii="Calibri" w:hAnsi="Calibri" w:cs="Times New Roman"/>
            <w:noProof/>
            <w:kern w:val="0"/>
            <w:sz w:val="22"/>
            <w:szCs w:val="22"/>
            <w:lang w:eastAsia="pt-BR"/>
          </w:rPr>
          <w:tab/>
        </w:r>
        <w:r w:rsidRPr="004B4DBD">
          <w:rPr>
            <w:rStyle w:val="Hyperlink"/>
            <w:rFonts w:cs="Arial"/>
            <w:noProof/>
          </w:rPr>
          <w:t>DO REGIME DIFERENCIADO, SIMPLIFICADO E FAVORECIDO DAS MICROEMPRESAS, EMPRESAS DE PEQUENO PORTE E EQUIPARADAS</w:t>
        </w:r>
        <w:r>
          <w:rPr>
            <w:noProof/>
            <w:webHidden/>
          </w:rPr>
          <w:tab/>
        </w:r>
        <w:r>
          <w:rPr>
            <w:noProof/>
            <w:webHidden/>
          </w:rPr>
          <w:fldChar w:fldCharType="begin"/>
        </w:r>
        <w:r>
          <w:rPr>
            <w:noProof/>
            <w:webHidden/>
          </w:rPr>
          <w:instrText xml:space="preserve"> PAGEREF _Toc99971898 \h </w:instrText>
        </w:r>
        <w:r>
          <w:rPr>
            <w:noProof/>
            <w:webHidden/>
          </w:rPr>
        </w:r>
        <w:r>
          <w:rPr>
            <w:noProof/>
            <w:webHidden/>
          </w:rPr>
          <w:fldChar w:fldCharType="separate"/>
        </w:r>
        <w:r>
          <w:rPr>
            <w:noProof/>
            <w:webHidden/>
          </w:rPr>
          <w:t>5</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899" w:history="1">
        <w:r w:rsidRPr="004B4DBD">
          <w:rPr>
            <w:rStyle w:val="Hyperlink"/>
            <w:rFonts w:cs="Arial"/>
            <w:noProof/>
          </w:rPr>
          <w:t>6.</w:t>
        </w:r>
        <w:r w:rsidRPr="00992BF1">
          <w:rPr>
            <w:rFonts w:ascii="Calibri" w:hAnsi="Calibri" w:cs="Times New Roman"/>
            <w:noProof/>
            <w:kern w:val="0"/>
            <w:sz w:val="22"/>
            <w:szCs w:val="22"/>
            <w:lang w:eastAsia="pt-BR"/>
          </w:rPr>
          <w:tab/>
        </w:r>
        <w:r w:rsidRPr="004B4DBD">
          <w:rPr>
            <w:rStyle w:val="Hyperlink"/>
            <w:rFonts w:cs="Arial"/>
            <w:noProof/>
          </w:rPr>
          <w:t>DO CADASTRO</w:t>
        </w:r>
        <w:r>
          <w:rPr>
            <w:noProof/>
            <w:webHidden/>
          </w:rPr>
          <w:tab/>
        </w:r>
        <w:r>
          <w:rPr>
            <w:noProof/>
            <w:webHidden/>
          </w:rPr>
          <w:fldChar w:fldCharType="begin"/>
        </w:r>
        <w:r>
          <w:rPr>
            <w:noProof/>
            <w:webHidden/>
          </w:rPr>
          <w:instrText xml:space="preserve"> PAGEREF _Toc99971899 \h </w:instrText>
        </w:r>
        <w:r>
          <w:rPr>
            <w:noProof/>
            <w:webHidden/>
          </w:rPr>
        </w:r>
        <w:r>
          <w:rPr>
            <w:noProof/>
            <w:webHidden/>
          </w:rPr>
          <w:fldChar w:fldCharType="separate"/>
        </w:r>
        <w:r>
          <w:rPr>
            <w:noProof/>
            <w:webHidden/>
          </w:rPr>
          <w:t>6</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00" w:history="1">
        <w:r w:rsidRPr="004B4DBD">
          <w:rPr>
            <w:rStyle w:val="Hyperlink"/>
            <w:rFonts w:cs="Arial"/>
            <w:noProof/>
          </w:rPr>
          <w:t>7.</w:t>
        </w:r>
        <w:r w:rsidRPr="00992BF1">
          <w:rPr>
            <w:rFonts w:ascii="Calibri" w:hAnsi="Calibri" w:cs="Times New Roman"/>
            <w:noProof/>
            <w:kern w:val="0"/>
            <w:sz w:val="22"/>
            <w:szCs w:val="22"/>
            <w:lang w:eastAsia="pt-BR"/>
          </w:rPr>
          <w:tab/>
        </w:r>
        <w:r w:rsidRPr="004B4DBD">
          <w:rPr>
            <w:rStyle w:val="Hyperlink"/>
            <w:rFonts w:cs="Arial"/>
            <w:noProof/>
          </w:rPr>
          <w:t>DO ENVIO DOS DOCUMENTOS DE HABILITAÇÃO E DAS PROPOSTAS PELO SISTEMA</w:t>
        </w:r>
        <w:r>
          <w:rPr>
            <w:noProof/>
            <w:webHidden/>
          </w:rPr>
          <w:tab/>
        </w:r>
        <w:r>
          <w:rPr>
            <w:noProof/>
            <w:webHidden/>
          </w:rPr>
          <w:fldChar w:fldCharType="begin"/>
        </w:r>
        <w:r>
          <w:rPr>
            <w:noProof/>
            <w:webHidden/>
          </w:rPr>
          <w:instrText xml:space="preserve"> PAGEREF _Toc99971900 \h </w:instrText>
        </w:r>
        <w:r>
          <w:rPr>
            <w:noProof/>
            <w:webHidden/>
          </w:rPr>
        </w:r>
        <w:r>
          <w:rPr>
            <w:noProof/>
            <w:webHidden/>
          </w:rPr>
          <w:fldChar w:fldCharType="separate"/>
        </w:r>
        <w:r>
          <w:rPr>
            <w:noProof/>
            <w:webHidden/>
          </w:rPr>
          <w:t>6</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01" w:history="1">
        <w:r w:rsidRPr="004B4DBD">
          <w:rPr>
            <w:rStyle w:val="Hyperlink"/>
            <w:rFonts w:cs="Arial"/>
            <w:noProof/>
          </w:rPr>
          <w:t>8.</w:t>
        </w:r>
        <w:r w:rsidRPr="00992BF1">
          <w:rPr>
            <w:rFonts w:ascii="Calibri" w:hAnsi="Calibri" w:cs="Times New Roman"/>
            <w:noProof/>
            <w:kern w:val="0"/>
            <w:sz w:val="22"/>
            <w:szCs w:val="22"/>
            <w:lang w:eastAsia="pt-BR"/>
          </w:rPr>
          <w:tab/>
        </w:r>
        <w:r w:rsidRPr="004B4DBD">
          <w:rPr>
            <w:rStyle w:val="Hyperlink"/>
            <w:rFonts w:cs="Arial"/>
            <w:noProof/>
          </w:rPr>
          <w:t>DA ABERTURA DA SESSÃO PÚBLICA E DA FORMULAÇÃO DOS LANCES</w:t>
        </w:r>
        <w:r>
          <w:rPr>
            <w:noProof/>
            <w:webHidden/>
          </w:rPr>
          <w:tab/>
        </w:r>
        <w:r>
          <w:rPr>
            <w:noProof/>
            <w:webHidden/>
          </w:rPr>
          <w:fldChar w:fldCharType="begin"/>
        </w:r>
        <w:r>
          <w:rPr>
            <w:noProof/>
            <w:webHidden/>
          </w:rPr>
          <w:instrText xml:space="preserve"> PAGEREF _Toc99971901 \h </w:instrText>
        </w:r>
        <w:r>
          <w:rPr>
            <w:noProof/>
            <w:webHidden/>
          </w:rPr>
        </w:r>
        <w:r>
          <w:rPr>
            <w:noProof/>
            <w:webHidden/>
          </w:rPr>
          <w:fldChar w:fldCharType="separate"/>
        </w:r>
        <w:r>
          <w:rPr>
            <w:noProof/>
            <w:webHidden/>
          </w:rPr>
          <w:t>8</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02" w:history="1">
        <w:r w:rsidRPr="004B4DBD">
          <w:rPr>
            <w:rStyle w:val="Hyperlink"/>
            <w:rFonts w:cs="Arial"/>
            <w:noProof/>
          </w:rPr>
          <w:t>9.</w:t>
        </w:r>
        <w:r w:rsidRPr="00992BF1">
          <w:rPr>
            <w:rFonts w:ascii="Calibri" w:hAnsi="Calibri" w:cs="Times New Roman"/>
            <w:noProof/>
            <w:kern w:val="0"/>
            <w:sz w:val="22"/>
            <w:szCs w:val="22"/>
            <w:lang w:eastAsia="pt-BR"/>
          </w:rPr>
          <w:tab/>
        </w:r>
        <w:r w:rsidRPr="004B4DBD">
          <w:rPr>
            <w:rStyle w:val="Hyperlink"/>
            <w:rFonts w:cs="Arial"/>
            <w:noProof/>
          </w:rPr>
          <w:t>DA ACEITABILIDADE DA PROPOSTA</w:t>
        </w:r>
        <w:r>
          <w:rPr>
            <w:noProof/>
            <w:webHidden/>
          </w:rPr>
          <w:tab/>
        </w:r>
        <w:r>
          <w:rPr>
            <w:noProof/>
            <w:webHidden/>
          </w:rPr>
          <w:fldChar w:fldCharType="begin"/>
        </w:r>
        <w:r>
          <w:rPr>
            <w:noProof/>
            <w:webHidden/>
          </w:rPr>
          <w:instrText xml:space="preserve"> PAGEREF _Toc99971902 \h </w:instrText>
        </w:r>
        <w:r>
          <w:rPr>
            <w:noProof/>
            <w:webHidden/>
          </w:rPr>
        </w:r>
        <w:r>
          <w:rPr>
            <w:noProof/>
            <w:webHidden/>
          </w:rPr>
          <w:fldChar w:fldCharType="separate"/>
        </w:r>
        <w:r>
          <w:rPr>
            <w:noProof/>
            <w:webHidden/>
          </w:rPr>
          <w:t>10</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03" w:history="1">
        <w:r w:rsidRPr="004B4DBD">
          <w:rPr>
            <w:rStyle w:val="Hyperlink"/>
            <w:rFonts w:cs="Arial"/>
            <w:noProof/>
          </w:rPr>
          <w:t>10.</w:t>
        </w:r>
        <w:r w:rsidRPr="00992BF1">
          <w:rPr>
            <w:rFonts w:ascii="Calibri" w:hAnsi="Calibri" w:cs="Times New Roman"/>
            <w:noProof/>
            <w:kern w:val="0"/>
            <w:sz w:val="22"/>
            <w:szCs w:val="22"/>
            <w:lang w:eastAsia="pt-BR"/>
          </w:rPr>
          <w:tab/>
        </w:r>
        <w:r w:rsidRPr="004B4DBD">
          <w:rPr>
            <w:rStyle w:val="Hyperlink"/>
            <w:rFonts w:cs="Arial"/>
            <w:noProof/>
          </w:rPr>
          <w:t>DA HABILITAÇÃO</w:t>
        </w:r>
        <w:r>
          <w:rPr>
            <w:noProof/>
            <w:webHidden/>
          </w:rPr>
          <w:tab/>
        </w:r>
        <w:r>
          <w:rPr>
            <w:noProof/>
            <w:webHidden/>
          </w:rPr>
          <w:fldChar w:fldCharType="begin"/>
        </w:r>
        <w:r>
          <w:rPr>
            <w:noProof/>
            <w:webHidden/>
          </w:rPr>
          <w:instrText xml:space="preserve"> PAGEREF _Toc99971903 \h </w:instrText>
        </w:r>
        <w:r>
          <w:rPr>
            <w:noProof/>
            <w:webHidden/>
          </w:rPr>
        </w:r>
        <w:r>
          <w:rPr>
            <w:noProof/>
            <w:webHidden/>
          </w:rPr>
          <w:fldChar w:fldCharType="separate"/>
        </w:r>
        <w:r>
          <w:rPr>
            <w:noProof/>
            <w:webHidden/>
          </w:rPr>
          <w:t>12</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04" w:history="1">
        <w:r w:rsidRPr="004B4DBD">
          <w:rPr>
            <w:rStyle w:val="Hyperlink"/>
            <w:rFonts w:cs="Arial"/>
            <w:noProof/>
          </w:rPr>
          <w:t>11.</w:t>
        </w:r>
        <w:r w:rsidRPr="00992BF1">
          <w:rPr>
            <w:rFonts w:ascii="Calibri" w:hAnsi="Calibri" w:cs="Times New Roman"/>
            <w:noProof/>
            <w:kern w:val="0"/>
            <w:sz w:val="22"/>
            <w:szCs w:val="22"/>
            <w:lang w:eastAsia="pt-BR"/>
          </w:rPr>
          <w:tab/>
        </w:r>
        <w:r w:rsidRPr="004B4DBD">
          <w:rPr>
            <w:rStyle w:val="Hyperlink"/>
            <w:rFonts w:cs="Arial"/>
            <w:noProof/>
          </w:rPr>
          <w:t>DOS RECURSOS</w:t>
        </w:r>
        <w:r>
          <w:rPr>
            <w:noProof/>
            <w:webHidden/>
          </w:rPr>
          <w:tab/>
        </w:r>
        <w:r>
          <w:rPr>
            <w:noProof/>
            <w:webHidden/>
          </w:rPr>
          <w:fldChar w:fldCharType="begin"/>
        </w:r>
        <w:r>
          <w:rPr>
            <w:noProof/>
            <w:webHidden/>
          </w:rPr>
          <w:instrText xml:space="preserve"> PAGEREF _Toc99971904 \h </w:instrText>
        </w:r>
        <w:r>
          <w:rPr>
            <w:noProof/>
            <w:webHidden/>
          </w:rPr>
        </w:r>
        <w:r>
          <w:rPr>
            <w:noProof/>
            <w:webHidden/>
          </w:rPr>
          <w:fldChar w:fldCharType="separate"/>
        </w:r>
        <w:r>
          <w:rPr>
            <w:noProof/>
            <w:webHidden/>
          </w:rPr>
          <w:t>14</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05" w:history="1">
        <w:r w:rsidRPr="004B4DBD">
          <w:rPr>
            <w:rStyle w:val="Hyperlink"/>
            <w:rFonts w:cs="Arial"/>
            <w:noProof/>
          </w:rPr>
          <w:t>12.</w:t>
        </w:r>
        <w:r w:rsidRPr="00992BF1">
          <w:rPr>
            <w:rFonts w:ascii="Calibri" w:hAnsi="Calibri" w:cs="Times New Roman"/>
            <w:noProof/>
            <w:kern w:val="0"/>
            <w:sz w:val="22"/>
            <w:szCs w:val="22"/>
            <w:lang w:eastAsia="pt-BR"/>
          </w:rPr>
          <w:tab/>
        </w:r>
        <w:r w:rsidRPr="004B4DBD">
          <w:rPr>
            <w:rStyle w:val="Hyperlink"/>
            <w:rFonts w:cs="Arial"/>
            <w:noProof/>
          </w:rPr>
          <w:t>DA ADJUDICAÇÃO E DA HOMOLOGAÇÃO</w:t>
        </w:r>
        <w:r>
          <w:rPr>
            <w:noProof/>
            <w:webHidden/>
          </w:rPr>
          <w:tab/>
        </w:r>
        <w:r>
          <w:rPr>
            <w:noProof/>
            <w:webHidden/>
          </w:rPr>
          <w:fldChar w:fldCharType="begin"/>
        </w:r>
        <w:r>
          <w:rPr>
            <w:noProof/>
            <w:webHidden/>
          </w:rPr>
          <w:instrText xml:space="preserve"> PAGEREF _Toc99971905 \h </w:instrText>
        </w:r>
        <w:r>
          <w:rPr>
            <w:noProof/>
            <w:webHidden/>
          </w:rPr>
        </w:r>
        <w:r>
          <w:rPr>
            <w:noProof/>
            <w:webHidden/>
          </w:rPr>
          <w:fldChar w:fldCharType="separate"/>
        </w:r>
        <w:r>
          <w:rPr>
            <w:noProof/>
            <w:webHidden/>
          </w:rPr>
          <w:t>14</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06" w:history="1">
        <w:r w:rsidRPr="004B4DBD">
          <w:rPr>
            <w:rStyle w:val="Hyperlink"/>
            <w:rFonts w:cs="Arial"/>
            <w:noProof/>
          </w:rPr>
          <w:t>13.</w:t>
        </w:r>
        <w:r w:rsidRPr="00992BF1">
          <w:rPr>
            <w:rFonts w:ascii="Calibri" w:hAnsi="Calibri" w:cs="Times New Roman"/>
            <w:noProof/>
            <w:kern w:val="0"/>
            <w:sz w:val="22"/>
            <w:szCs w:val="22"/>
            <w:lang w:eastAsia="pt-BR"/>
          </w:rPr>
          <w:tab/>
        </w:r>
        <w:r w:rsidRPr="004B4DBD">
          <w:rPr>
            <w:rStyle w:val="Hyperlink"/>
            <w:rFonts w:cs="Arial"/>
            <w:noProof/>
          </w:rPr>
          <w:t>DAS SANÇÕES ADMINISTRATIVAS RELATIVAS À LICITAÇÃO</w:t>
        </w:r>
        <w:r>
          <w:rPr>
            <w:noProof/>
            <w:webHidden/>
          </w:rPr>
          <w:tab/>
        </w:r>
        <w:r>
          <w:rPr>
            <w:noProof/>
            <w:webHidden/>
          </w:rPr>
          <w:fldChar w:fldCharType="begin"/>
        </w:r>
        <w:r>
          <w:rPr>
            <w:noProof/>
            <w:webHidden/>
          </w:rPr>
          <w:instrText xml:space="preserve"> PAGEREF _Toc99971906 \h </w:instrText>
        </w:r>
        <w:r>
          <w:rPr>
            <w:noProof/>
            <w:webHidden/>
          </w:rPr>
        </w:r>
        <w:r>
          <w:rPr>
            <w:noProof/>
            <w:webHidden/>
          </w:rPr>
          <w:fldChar w:fldCharType="separate"/>
        </w:r>
        <w:r>
          <w:rPr>
            <w:noProof/>
            <w:webHidden/>
          </w:rPr>
          <w:t>15</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07" w:history="1">
        <w:r w:rsidRPr="004B4DBD">
          <w:rPr>
            <w:rStyle w:val="Hyperlink"/>
            <w:rFonts w:cs="Arial"/>
            <w:noProof/>
          </w:rPr>
          <w:t>14. DA CONTRATAÇÃO</w:t>
        </w:r>
        <w:r>
          <w:rPr>
            <w:noProof/>
            <w:webHidden/>
          </w:rPr>
          <w:tab/>
        </w:r>
        <w:r>
          <w:rPr>
            <w:noProof/>
            <w:webHidden/>
          </w:rPr>
          <w:fldChar w:fldCharType="begin"/>
        </w:r>
        <w:r>
          <w:rPr>
            <w:noProof/>
            <w:webHidden/>
          </w:rPr>
          <w:instrText xml:space="preserve"> PAGEREF _Toc99971907 \h </w:instrText>
        </w:r>
        <w:r>
          <w:rPr>
            <w:noProof/>
            <w:webHidden/>
          </w:rPr>
        </w:r>
        <w:r>
          <w:rPr>
            <w:noProof/>
            <w:webHidden/>
          </w:rPr>
          <w:fldChar w:fldCharType="separate"/>
        </w:r>
        <w:r>
          <w:rPr>
            <w:noProof/>
            <w:webHidden/>
          </w:rPr>
          <w:t>15</w:t>
        </w:r>
        <w:r>
          <w:rPr>
            <w:noProof/>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08" w:history="1">
        <w:r w:rsidRPr="004B4DBD">
          <w:rPr>
            <w:rStyle w:val="Hyperlink"/>
            <w:rFonts w:cs="Arial"/>
            <w:noProof/>
          </w:rPr>
          <w:t>15.</w:t>
        </w:r>
        <w:r w:rsidRPr="00992BF1">
          <w:rPr>
            <w:rFonts w:ascii="Calibri" w:hAnsi="Calibri" w:cs="Times New Roman"/>
            <w:noProof/>
            <w:kern w:val="0"/>
            <w:sz w:val="22"/>
            <w:szCs w:val="22"/>
            <w:lang w:eastAsia="pt-BR"/>
          </w:rPr>
          <w:tab/>
        </w:r>
        <w:r w:rsidRPr="004B4DBD">
          <w:rPr>
            <w:rStyle w:val="Hyperlink"/>
            <w:rFonts w:cs="Arial"/>
            <w:noProof/>
          </w:rPr>
          <w:t>DAS DISPOSIÇÕES FINAIS</w:t>
        </w:r>
        <w:r>
          <w:rPr>
            <w:noProof/>
            <w:webHidden/>
          </w:rPr>
          <w:tab/>
        </w:r>
        <w:r>
          <w:rPr>
            <w:noProof/>
            <w:webHidden/>
          </w:rPr>
          <w:fldChar w:fldCharType="begin"/>
        </w:r>
        <w:r>
          <w:rPr>
            <w:noProof/>
            <w:webHidden/>
          </w:rPr>
          <w:instrText xml:space="preserve"> PAGEREF _Toc99971908 \h </w:instrText>
        </w:r>
        <w:r>
          <w:rPr>
            <w:noProof/>
            <w:webHidden/>
          </w:rPr>
        </w:r>
        <w:r>
          <w:rPr>
            <w:noProof/>
            <w:webHidden/>
          </w:rPr>
          <w:fldChar w:fldCharType="separate"/>
        </w:r>
        <w:r>
          <w:rPr>
            <w:noProof/>
            <w:webHidden/>
          </w:rPr>
          <w:t>16</w:t>
        </w:r>
        <w:r>
          <w:rPr>
            <w:noProof/>
            <w:webHidden/>
          </w:rPr>
          <w:fldChar w:fldCharType="end"/>
        </w:r>
      </w:hyperlink>
    </w:p>
    <w:p w:rsidR="00C04691" w:rsidRPr="00992BF1" w:rsidRDefault="00C04691">
      <w:pPr>
        <w:pStyle w:val="Sumrio3"/>
        <w:rPr>
          <w:rFonts w:ascii="Calibri" w:hAnsi="Calibri" w:cs="Times New Roman"/>
          <w:sz w:val="22"/>
          <w:szCs w:val="22"/>
        </w:rPr>
      </w:pPr>
      <w:hyperlink w:anchor="_Toc99971909" w:history="1">
        <w:r w:rsidRPr="004B4DBD">
          <w:rPr>
            <w:rStyle w:val="Hyperlink"/>
            <w:rFonts w:cs="Arial"/>
          </w:rPr>
          <w:t>ANEXO I – MINUTA DE CONTRATO</w:t>
        </w:r>
        <w:r>
          <w:rPr>
            <w:webHidden/>
          </w:rPr>
          <w:tab/>
        </w:r>
        <w:r>
          <w:rPr>
            <w:webHidden/>
          </w:rPr>
          <w:fldChar w:fldCharType="begin"/>
        </w:r>
        <w:r>
          <w:rPr>
            <w:webHidden/>
          </w:rPr>
          <w:instrText xml:space="preserve"> PAGEREF _Toc99971909 \h </w:instrText>
        </w:r>
        <w:r>
          <w:rPr>
            <w:webHidden/>
          </w:rPr>
        </w:r>
        <w:r>
          <w:rPr>
            <w:webHidden/>
          </w:rPr>
          <w:fldChar w:fldCharType="separate"/>
        </w:r>
        <w:r>
          <w:rPr>
            <w:webHidden/>
          </w:rPr>
          <w:t>19</w:t>
        </w:r>
        <w:r>
          <w:rPr>
            <w:webHidden/>
          </w:rPr>
          <w:fldChar w:fldCharType="end"/>
        </w:r>
      </w:hyperlink>
    </w:p>
    <w:p w:rsidR="00C04691" w:rsidRPr="00992BF1" w:rsidRDefault="00C04691">
      <w:pPr>
        <w:pStyle w:val="Sumrio3"/>
        <w:rPr>
          <w:rFonts w:ascii="Calibri" w:hAnsi="Calibri" w:cs="Times New Roman"/>
          <w:sz w:val="22"/>
          <w:szCs w:val="22"/>
        </w:rPr>
      </w:pPr>
      <w:hyperlink w:anchor="_Toc99971910" w:history="1">
        <w:r w:rsidRPr="004B4DBD">
          <w:rPr>
            <w:rStyle w:val="Hyperlink"/>
            <w:rFonts w:cs="Arial"/>
          </w:rPr>
          <w:t>ANEXO II – MODELO DE PROPOSTA (PLANILHA DE PREÇOS)</w:t>
        </w:r>
        <w:r>
          <w:rPr>
            <w:webHidden/>
          </w:rPr>
          <w:tab/>
        </w:r>
        <w:r>
          <w:rPr>
            <w:webHidden/>
          </w:rPr>
          <w:fldChar w:fldCharType="begin"/>
        </w:r>
        <w:r>
          <w:rPr>
            <w:webHidden/>
          </w:rPr>
          <w:instrText xml:space="preserve"> PAGEREF _Toc99971910 \h </w:instrText>
        </w:r>
        <w:r>
          <w:rPr>
            <w:webHidden/>
          </w:rPr>
        </w:r>
        <w:r>
          <w:rPr>
            <w:webHidden/>
          </w:rPr>
          <w:fldChar w:fldCharType="separate"/>
        </w:r>
        <w:r>
          <w:rPr>
            <w:webHidden/>
          </w:rPr>
          <w:t>27</w:t>
        </w:r>
        <w:r>
          <w:rPr>
            <w:webHidden/>
          </w:rPr>
          <w:fldChar w:fldCharType="end"/>
        </w:r>
      </w:hyperlink>
    </w:p>
    <w:p w:rsidR="00C04691" w:rsidRPr="00992BF1" w:rsidRDefault="00C04691">
      <w:pPr>
        <w:pStyle w:val="Sumrio3"/>
        <w:rPr>
          <w:rFonts w:ascii="Calibri" w:hAnsi="Calibri" w:cs="Times New Roman"/>
          <w:sz w:val="22"/>
          <w:szCs w:val="22"/>
        </w:rPr>
      </w:pPr>
      <w:hyperlink w:anchor="_Toc99971911" w:history="1">
        <w:r w:rsidRPr="004B4DBD">
          <w:rPr>
            <w:rStyle w:val="Hyperlink"/>
            <w:rFonts w:cs="Arial"/>
          </w:rPr>
          <w:t>ANEXO III – RELAÇÃO DE DOCUMENTOS EXIGIDOS</w:t>
        </w:r>
        <w:r>
          <w:rPr>
            <w:webHidden/>
          </w:rPr>
          <w:tab/>
        </w:r>
        <w:r>
          <w:rPr>
            <w:webHidden/>
          </w:rPr>
          <w:fldChar w:fldCharType="begin"/>
        </w:r>
        <w:r>
          <w:rPr>
            <w:webHidden/>
          </w:rPr>
          <w:instrText xml:space="preserve"> PAGEREF _Toc99971911 \h </w:instrText>
        </w:r>
        <w:r>
          <w:rPr>
            <w:webHidden/>
          </w:rPr>
        </w:r>
        <w:r>
          <w:rPr>
            <w:webHidden/>
          </w:rPr>
          <w:fldChar w:fldCharType="separate"/>
        </w:r>
        <w:r>
          <w:rPr>
            <w:webHidden/>
          </w:rPr>
          <w:t>31</w:t>
        </w:r>
        <w:r>
          <w:rPr>
            <w:webHidden/>
          </w:rPr>
          <w:fldChar w:fldCharType="end"/>
        </w:r>
      </w:hyperlink>
    </w:p>
    <w:p w:rsidR="00C04691" w:rsidRPr="00992BF1" w:rsidRDefault="00C04691">
      <w:pPr>
        <w:pStyle w:val="Sumrio3"/>
        <w:rPr>
          <w:rFonts w:ascii="Calibri" w:hAnsi="Calibri" w:cs="Times New Roman"/>
          <w:sz w:val="22"/>
          <w:szCs w:val="22"/>
        </w:rPr>
      </w:pPr>
      <w:hyperlink w:anchor="_Toc99971912" w:history="1">
        <w:r w:rsidRPr="004B4DBD">
          <w:rPr>
            <w:rStyle w:val="Hyperlink"/>
            <w:rFonts w:cs="Arial"/>
          </w:rPr>
          <w:t>ANEXO IV – MODELO DE DECLARAÇÃO (REGULARIDADE)</w:t>
        </w:r>
        <w:r>
          <w:rPr>
            <w:webHidden/>
          </w:rPr>
          <w:tab/>
        </w:r>
        <w:r>
          <w:rPr>
            <w:webHidden/>
          </w:rPr>
          <w:fldChar w:fldCharType="begin"/>
        </w:r>
        <w:r>
          <w:rPr>
            <w:webHidden/>
          </w:rPr>
          <w:instrText xml:space="preserve"> PAGEREF _Toc99971912 \h </w:instrText>
        </w:r>
        <w:r>
          <w:rPr>
            <w:webHidden/>
          </w:rPr>
        </w:r>
        <w:r>
          <w:rPr>
            <w:webHidden/>
          </w:rPr>
          <w:fldChar w:fldCharType="separate"/>
        </w:r>
        <w:r>
          <w:rPr>
            <w:webHidden/>
          </w:rPr>
          <w:t>36</w:t>
        </w:r>
        <w:r>
          <w:rPr>
            <w:webHidden/>
          </w:rPr>
          <w:fldChar w:fldCharType="end"/>
        </w:r>
      </w:hyperlink>
    </w:p>
    <w:p w:rsidR="00C04691" w:rsidRPr="00992BF1" w:rsidRDefault="00C04691">
      <w:pPr>
        <w:pStyle w:val="Sumrio3"/>
        <w:rPr>
          <w:rFonts w:ascii="Calibri" w:hAnsi="Calibri" w:cs="Times New Roman"/>
          <w:sz w:val="22"/>
          <w:szCs w:val="22"/>
        </w:rPr>
      </w:pPr>
      <w:hyperlink w:anchor="_Toc99971913" w:history="1">
        <w:r w:rsidRPr="004B4DBD">
          <w:rPr>
            <w:rStyle w:val="Hyperlink"/>
            <w:rFonts w:cs="Arial"/>
          </w:rPr>
          <w:t>ANEXO V – MODELO DE DECLARAÇÃO (NÃO EMPREGA MENOR)</w:t>
        </w:r>
        <w:r>
          <w:rPr>
            <w:webHidden/>
          </w:rPr>
          <w:tab/>
        </w:r>
        <w:r>
          <w:rPr>
            <w:webHidden/>
          </w:rPr>
          <w:fldChar w:fldCharType="begin"/>
        </w:r>
        <w:r>
          <w:rPr>
            <w:webHidden/>
          </w:rPr>
          <w:instrText xml:space="preserve"> PAGEREF _Toc99971913 \h </w:instrText>
        </w:r>
        <w:r>
          <w:rPr>
            <w:webHidden/>
          </w:rPr>
        </w:r>
        <w:r>
          <w:rPr>
            <w:webHidden/>
          </w:rPr>
          <w:fldChar w:fldCharType="separate"/>
        </w:r>
        <w:r>
          <w:rPr>
            <w:webHidden/>
          </w:rPr>
          <w:t>37</w:t>
        </w:r>
        <w:r>
          <w:rPr>
            <w:webHidden/>
          </w:rPr>
          <w:fldChar w:fldCharType="end"/>
        </w:r>
      </w:hyperlink>
    </w:p>
    <w:p w:rsidR="00C04691" w:rsidRPr="00992BF1" w:rsidRDefault="00C04691">
      <w:pPr>
        <w:pStyle w:val="Sumrio3"/>
        <w:rPr>
          <w:rFonts w:ascii="Calibri" w:hAnsi="Calibri" w:cs="Times New Roman"/>
          <w:sz w:val="22"/>
          <w:szCs w:val="22"/>
        </w:rPr>
      </w:pPr>
      <w:hyperlink w:anchor="_Toc99971914" w:history="1">
        <w:r w:rsidRPr="004B4DBD">
          <w:rPr>
            <w:rStyle w:val="Hyperlink"/>
            <w:rFonts w:cs="Arial"/>
          </w:rPr>
          <w:t>ANEXO VI – MODELO DE DECLARAÇÃO (ME/EPP OU EQUIPARADA)</w:t>
        </w:r>
        <w:r>
          <w:rPr>
            <w:webHidden/>
          </w:rPr>
          <w:tab/>
        </w:r>
        <w:r>
          <w:rPr>
            <w:webHidden/>
          </w:rPr>
          <w:fldChar w:fldCharType="begin"/>
        </w:r>
        <w:r>
          <w:rPr>
            <w:webHidden/>
          </w:rPr>
          <w:instrText xml:space="preserve"> PAGEREF _Toc99971914 \h </w:instrText>
        </w:r>
        <w:r>
          <w:rPr>
            <w:webHidden/>
          </w:rPr>
        </w:r>
        <w:r>
          <w:rPr>
            <w:webHidden/>
          </w:rPr>
          <w:fldChar w:fldCharType="separate"/>
        </w:r>
        <w:r>
          <w:rPr>
            <w:webHidden/>
          </w:rPr>
          <w:t>38</w:t>
        </w:r>
        <w:r>
          <w:rPr>
            <w:webHidden/>
          </w:rPr>
          <w:fldChar w:fldCharType="end"/>
        </w:r>
      </w:hyperlink>
    </w:p>
    <w:p w:rsidR="00C04691" w:rsidRPr="00992BF1" w:rsidRDefault="00C04691">
      <w:pPr>
        <w:pStyle w:val="Sumrio3"/>
        <w:rPr>
          <w:rFonts w:ascii="Calibri" w:hAnsi="Calibri" w:cs="Times New Roman"/>
          <w:sz w:val="22"/>
          <w:szCs w:val="22"/>
        </w:rPr>
      </w:pPr>
      <w:hyperlink w:anchor="_Toc99971915" w:history="1">
        <w:r w:rsidRPr="004B4DBD">
          <w:rPr>
            <w:rStyle w:val="Hyperlink"/>
            <w:rFonts w:cs="Arial"/>
          </w:rPr>
          <w:t>ANEXO VII – TERMO DE REFERÊNCIA</w:t>
        </w:r>
        <w:r>
          <w:rPr>
            <w:webHidden/>
          </w:rPr>
          <w:tab/>
        </w:r>
        <w:r>
          <w:rPr>
            <w:webHidden/>
          </w:rPr>
          <w:fldChar w:fldCharType="begin"/>
        </w:r>
        <w:r>
          <w:rPr>
            <w:webHidden/>
          </w:rPr>
          <w:instrText xml:space="preserve"> PAGEREF _Toc99971915 \h </w:instrText>
        </w:r>
        <w:r>
          <w:rPr>
            <w:webHidden/>
          </w:rPr>
        </w:r>
        <w:r>
          <w:rPr>
            <w:webHidden/>
          </w:rPr>
          <w:fldChar w:fldCharType="separate"/>
        </w:r>
        <w:r>
          <w:rPr>
            <w:webHidden/>
          </w:rPr>
          <w:t>39</w:t>
        </w:r>
        <w:r>
          <w:rPr>
            <w:webHidden/>
          </w:rPr>
          <w:fldChar w:fldCharType="end"/>
        </w:r>
      </w:hyperlink>
    </w:p>
    <w:p w:rsidR="00C04691" w:rsidRPr="00992BF1" w:rsidRDefault="00C04691">
      <w:pPr>
        <w:pStyle w:val="Sumrio1"/>
        <w:rPr>
          <w:rFonts w:ascii="Calibri" w:hAnsi="Calibri" w:cs="Times New Roman"/>
          <w:noProof/>
          <w:kern w:val="0"/>
          <w:sz w:val="22"/>
          <w:szCs w:val="22"/>
          <w:lang w:eastAsia="pt-BR"/>
        </w:rPr>
      </w:pPr>
      <w:hyperlink w:anchor="_Toc99971916" w:history="1">
        <w:r w:rsidRPr="004B4DBD">
          <w:rPr>
            <w:rStyle w:val="Hyperlink"/>
            <w:rFonts w:cs="Arial"/>
            <w:noProof/>
          </w:rPr>
          <w:t>ANEXO VIII – MODELO DE DECLARAÇÃO (INDICAR PROFISSIONAL)</w:t>
        </w:r>
        <w:r>
          <w:rPr>
            <w:noProof/>
            <w:webHidden/>
          </w:rPr>
          <w:tab/>
        </w:r>
        <w:r>
          <w:rPr>
            <w:noProof/>
            <w:webHidden/>
          </w:rPr>
          <w:fldChar w:fldCharType="begin"/>
        </w:r>
        <w:r>
          <w:rPr>
            <w:noProof/>
            <w:webHidden/>
          </w:rPr>
          <w:instrText xml:space="preserve"> PAGEREF _Toc99971916 \h </w:instrText>
        </w:r>
        <w:r>
          <w:rPr>
            <w:noProof/>
            <w:webHidden/>
          </w:rPr>
        </w:r>
        <w:r>
          <w:rPr>
            <w:noProof/>
            <w:webHidden/>
          </w:rPr>
          <w:fldChar w:fldCharType="separate"/>
        </w:r>
        <w:r>
          <w:rPr>
            <w:noProof/>
            <w:webHidden/>
          </w:rPr>
          <w:t>56</w:t>
        </w:r>
        <w:r>
          <w:rPr>
            <w:noProof/>
            <w:webHidden/>
          </w:rPr>
          <w:fldChar w:fldCharType="end"/>
        </w:r>
      </w:hyperlink>
    </w:p>
    <w:p w:rsidR="005D51B5" w:rsidRPr="00962211" w:rsidRDefault="00C40252" w:rsidP="00C3165F">
      <w:pPr>
        <w:pStyle w:val="Sumrio1"/>
        <w:rPr>
          <w:rStyle w:val="Hyperlink"/>
          <w:rFonts w:cs="Arial"/>
          <w:noProof/>
          <w:color w:val="auto"/>
        </w:rPr>
      </w:pPr>
      <w:r w:rsidRPr="00962211">
        <w:rPr>
          <w:rStyle w:val="Hyperlink"/>
          <w:rFonts w:cs="Arial"/>
          <w:noProof/>
          <w:color w:val="auto"/>
        </w:rPr>
        <w:fldChar w:fldCharType="end"/>
      </w:r>
    </w:p>
    <w:p w:rsidR="00C05F03" w:rsidRPr="00962211" w:rsidRDefault="00C05F03">
      <w:pPr>
        <w:suppressAutoHyphens w:val="0"/>
        <w:autoSpaceDE/>
        <w:rPr>
          <w:b/>
          <w:bCs/>
        </w:rPr>
      </w:pPr>
      <w:r w:rsidRPr="00962211">
        <w:rPr>
          <w:b/>
          <w:bCs/>
        </w:rPr>
        <w:br w:type="page"/>
      </w:r>
    </w:p>
    <w:p w:rsidR="005D51B5" w:rsidRPr="00962211" w:rsidRDefault="0082143A" w:rsidP="000264A9">
      <w:pPr>
        <w:pStyle w:val="Ttulo1"/>
        <w:numPr>
          <w:ilvl w:val="0"/>
          <w:numId w:val="11"/>
        </w:numPr>
        <w:tabs>
          <w:tab w:val="left" w:pos="284"/>
        </w:tabs>
        <w:spacing w:before="240" w:after="240"/>
        <w:jc w:val="both"/>
        <w:rPr>
          <w:rFonts w:ascii="Arial" w:hAnsi="Arial" w:cs="Arial"/>
          <w:color w:val="auto"/>
          <w:sz w:val="24"/>
          <w:szCs w:val="24"/>
        </w:rPr>
      </w:pPr>
      <w:bookmarkStart w:id="0" w:name="_Toc99971894"/>
      <w:r w:rsidRPr="00962211">
        <w:rPr>
          <w:rFonts w:ascii="Arial" w:hAnsi="Arial" w:cs="Arial"/>
          <w:color w:val="auto"/>
          <w:sz w:val="24"/>
          <w:szCs w:val="24"/>
        </w:rPr>
        <w:lastRenderedPageBreak/>
        <w:t>DO OBJETO</w:t>
      </w:r>
      <w:bookmarkEnd w:id="0"/>
    </w:p>
    <w:p w:rsidR="00251A67" w:rsidRPr="000F793A" w:rsidRDefault="00AA1856" w:rsidP="00AA1856">
      <w:pPr>
        <w:pStyle w:val="CPLPadrao"/>
        <w:spacing w:before="360" w:after="360"/>
        <w:rPr>
          <w:rFonts w:eastAsia="Times New Roman"/>
          <w:bCs/>
        </w:rPr>
      </w:pPr>
      <w:r w:rsidRPr="00962211">
        <w:t>1.1.</w:t>
      </w:r>
      <w:r w:rsidR="0082143A" w:rsidRPr="00962211">
        <w:t xml:space="preserve">Constitui objeto da presente licitação a </w:t>
      </w:r>
      <w:r w:rsidRPr="000F793A">
        <w:rPr>
          <w:rFonts w:eastAsia="Times New Roman"/>
          <w:bCs/>
        </w:rPr>
        <w:t>Contratação de empresa especializada para execução de serviços de manutenção preventiva e corretiva de grupos motogeradores instalados nos imóveis da Procuradoria Geral de Justiça do Estado de Minas Gerais, na cidade de Belo Horizonte, pelo período de 36 (trinta e seis) meses</w:t>
      </w:r>
      <w:r w:rsidR="0082143A" w:rsidRPr="00962211">
        <w:t>, mediante Contrato, conforme as especificações constantes do Anexo VI</w:t>
      </w:r>
      <w:r w:rsidR="00BC3F53" w:rsidRPr="00962211">
        <w:t>I</w:t>
      </w:r>
      <w:r w:rsidR="0082143A" w:rsidRPr="00962211">
        <w:t xml:space="preserve"> e das demais condições previstas ao longo deste instrume</w:t>
      </w:r>
      <w:r w:rsidR="00E406DB" w:rsidRPr="00962211">
        <w:t>nto convocatório, inclusive na M</w:t>
      </w:r>
      <w:r w:rsidR="0082143A" w:rsidRPr="00962211">
        <w:t xml:space="preserve">inuta de </w:t>
      </w:r>
      <w:r w:rsidR="00E406DB" w:rsidRPr="00962211">
        <w:t>C</w:t>
      </w:r>
      <w:r w:rsidR="0082143A" w:rsidRPr="00962211">
        <w:t>ontrato (Anexo I).</w:t>
      </w:r>
    </w:p>
    <w:p w:rsidR="00251A67" w:rsidRPr="00962211" w:rsidRDefault="00AA1856" w:rsidP="00AA1856">
      <w:pPr>
        <w:pStyle w:val="CPLPadrao"/>
        <w:tabs>
          <w:tab w:val="left" w:pos="426"/>
        </w:tabs>
        <w:spacing w:before="240" w:after="240"/>
      </w:pPr>
      <w:r w:rsidRPr="00962211">
        <w:t xml:space="preserve">1.2. </w:t>
      </w:r>
      <w:r w:rsidR="0082143A" w:rsidRPr="00962211">
        <w:t>Em caso de divergência entre as especificações do objeto constantes deste Edital e aquelas</w:t>
      </w:r>
      <w:r w:rsidR="00986B0F" w:rsidRPr="00962211">
        <w:t xml:space="preserve"> descritas no Portal de Compras – </w:t>
      </w:r>
      <w:r w:rsidR="0082143A" w:rsidRPr="00962211">
        <w:t>MG, prevalecerão as primeiras.</w:t>
      </w:r>
    </w:p>
    <w:p w:rsidR="005D51B5" w:rsidRPr="00962211" w:rsidRDefault="0082143A" w:rsidP="000264A9">
      <w:pPr>
        <w:pStyle w:val="Ttulo1"/>
        <w:numPr>
          <w:ilvl w:val="0"/>
          <w:numId w:val="11"/>
        </w:numPr>
        <w:tabs>
          <w:tab w:val="left" w:pos="284"/>
        </w:tabs>
        <w:spacing w:before="240" w:after="240"/>
        <w:jc w:val="both"/>
        <w:rPr>
          <w:rFonts w:ascii="Arial" w:hAnsi="Arial" w:cs="Arial"/>
          <w:color w:val="auto"/>
          <w:sz w:val="24"/>
          <w:szCs w:val="24"/>
        </w:rPr>
      </w:pPr>
      <w:bookmarkStart w:id="1" w:name="_Toc99971895"/>
      <w:r w:rsidRPr="00962211">
        <w:rPr>
          <w:rFonts w:ascii="Arial" w:hAnsi="Arial" w:cs="Arial"/>
          <w:color w:val="auto"/>
          <w:sz w:val="24"/>
          <w:szCs w:val="24"/>
        </w:rPr>
        <w:t xml:space="preserve">DA FORMA DE </w:t>
      </w:r>
      <w:r w:rsidR="00C809A0" w:rsidRPr="00962211">
        <w:rPr>
          <w:rFonts w:ascii="Arial" w:hAnsi="Arial" w:cs="Arial"/>
          <w:color w:val="auto"/>
          <w:sz w:val="24"/>
          <w:szCs w:val="24"/>
        </w:rPr>
        <w:t>ENVIO</w:t>
      </w:r>
      <w:r w:rsidRPr="00962211">
        <w:rPr>
          <w:rFonts w:ascii="Arial" w:hAnsi="Arial" w:cs="Arial"/>
          <w:color w:val="auto"/>
          <w:sz w:val="24"/>
          <w:szCs w:val="24"/>
        </w:rPr>
        <w:t xml:space="preserve"> DE DOCUMENTOS</w:t>
      </w:r>
      <w:bookmarkEnd w:id="1"/>
    </w:p>
    <w:p w:rsidR="00251A67" w:rsidRPr="00962211" w:rsidRDefault="009D3A63" w:rsidP="000264A9">
      <w:pPr>
        <w:pStyle w:val="CPLPadrao"/>
        <w:numPr>
          <w:ilvl w:val="1"/>
          <w:numId w:val="11"/>
        </w:numPr>
        <w:tabs>
          <w:tab w:val="left" w:pos="426"/>
        </w:tabs>
        <w:spacing w:before="240" w:after="240"/>
        <w:ind w:left="0" w:firstLine="0"/>
      </w:pPr>
      <w:r w:rsidRPr="00962211">
        <w:t xml:space="preserve"> </w:t>
      </w:r>
      <w:r w:rsidR="00C809A0" w:rsidRPr="00962211">
        <w:t>Os documentos referentes a esta licitação deverão ser enviados por meio eletrônico, exclusivamente via Portal de Compras – MG</w:t>
      </w:r>
      <w:r w:rsidR="0082143A" w:rsidRPr="00962211">
        <w:t>.</w:t>
      </w:r>
    </w:p>
    <w:p w:rsidR="005D51B5" w:rsidRPr="00962211" w:rsidRDefault="0082143A" w:rsidP="000264A9">
      <w:pPr>
        <w:pStyle w:val="Ttulo1"/>
        <w:numPr>
          <w:ilvl w:val="0"/>
          <w:numId w:val="11"/>
        </w:numPr>
        <w:tabs>
          <w:tab w:val="left" w:pos="284"/>
        </w:tabs>
        <w:spacing w:before="240" w:after="240"/>
        <w:jc w:val="both"/>
        <w:rPr>
          <w:rFonts w:ascii="Arial" w:hAnsi="Arial" w:cs="Arial"/>
          <w:color w:val="auto"/>
          <w:sz w:val="24"/>
          <w:szCs w:val="24"/>
        </w:rPr>
      </w:pPr>
      <w:bookmarkStart w:id="2" w:name="_Toc99971896"/>
      <w:r w:rsidRPr="00962211">
        <w:rPr>
          <w:rFonts w:ascii="Arial" w:hAnsi="Arial" w:cs="Arial"/>
          <w:color w:val="auto"/>
          <w:sz w:val="24"/>
          <w:szCs w:val="24"/>
        </w:rPr>
        <w:t>DOS ESCLARECIMENTOS E DA IMPUGNAÇÃO</w:t>
      </w:r>
      <w:bookmarkEnd w:id="2"/>
    </w:p>
    <w:p w:rsidR="005D51B5" w:rsidRPr="00962211" w:rsidRDefault="005D51B5" w:rsidP="000264A9">
      <w:pPr>
        <w:pStyle w:val="PargrafodaLista"/>
        <w:numPr>
          <w:ilvl w:val="0"/>
          <w:numId w:val="34"/>
        </w:numPr>
        <w:tabs>
          <w:tab w:val="left" w:pos="567"/>
        </w:tabs>
        <w:autoSpaceDE/>
        <w:spacing w:before="240" w:after="240"/>
        <w:jc w:val="both"/>
        <w:rPr>
          <w:rFonts w:eastAsia="SimSun"/>
          <w:vanish/>
          <w:lang w:eastAsia="hi-IN" w:bidi="hi-IN"/>
        </w:rPr>
      </w:pPr>
    </w:p>
    <w:p w:rsidR="005D51B5" w:rsidRPr="00962211" w:rsidRDefault="005D51B5" w:rsidP="000264A9">
      <w:pPr>
        <w:pStyle w:val="PargrafodaLista"/>
        <w:numPr>
          <w:ilvl w:val="0"/>
          <w:numId w:val="34"/>
        </w:numPr>
        <w:tabs>
          <w:tab w:val="left" w:pos="567"/>
        </w:tabs>
        <w:autoSpaceDE/>
        <w:spacing w:before="240" w:after="240"/>
        <w:jc w:val="both"/>
        <w:rPr>
          <w:rFonts w:eastAsia="SimSun"/>
          <w:vanish/>
          <w:lang w:eastAsia="hi-IN" w:bidi="hi-IN"/>
        </w:rPr>
      </w:pPr>
    </w:p>
    <w:p w:rsidR="00C809A0" w:rsidRPr="00962211" w:rsidRDefault="00C809A0" w:rsidP="000264A9">
      <w:pPr>
        <w:pStyle w:val="CPLPadrao"/>
        <w:numPr>
          <w:ilvl w:val="1"/>
          <w:numId w:val="11"/>
        </w:numPr>
        <w:tabs>
          <w:tab w:val="left" w:pos="567"/>
        </w:tabs>
        <w:spacing w:before="240" w:after="240"/>
        <w:ind w:left="0" w:firstLine="0"/>
      </w:pPr>
      <w:r w:rsidRPr="00962211">
        <w:t>Os pedidos de esclarecimentos deverão ser enviados ao Pregoeiro por meio eletrônico, exclusivamente via Portal de Compras – MG, respeitada a data limite prevista no preâmbulo.</w:t>
      </w:r>
    </w:p>
    <w:p w:rsidR="00C809A0" w:rsidRPr="00962211" w:rsidRDefault="00C809A0" w:rsidP="000264A9">
      <w:pPr>
        <w:pStyle w:val="CPLPadrao"/>
        <w:numPr>
          <w:ilvl w:val="1"/>
          <w:numId w:val="11"/>
        </w:numPr>
        <w:tabs>
          <w:tab w:val="left" w:pos="567"/>
        </w:tabs>
        <w:spacing w:before="240" w:after="240"/>
        <w:ind w:left="0" w:firstLine="0"/>
      </w:pPr>
      <w:r w:rsidRPr="00962211">
        <w:t>O instrumento de impugnação deverá ser dirigido ao Pregoeiro e enviado por meio eletrônico, exclusivamente via Portal de Compras – MG, acompanhado de fundamentação do alegado e instruído de eventuais provas que se fizerem necessárias.</w:t>
      </w:r>
    </w:p>
    <w:p w:rsidR="00C809A0" w:rsidRPr="00962211" w:rsidRDefault="00C809A0" w:rsidP="000264A9">
      <w:pPr>
        <w:pStyle w:val="CPLPadrao"/>
        <w:numPr>
          <w:ilvl w:val="2"/>
          <w:numId w:val="11"/>
        </w:numPr>
        <w:tabs>
          <w:tab w:val="left" w:pos="0"/>
        </w:tabs>
        <w:spacing w:before="240" w:after="240"/>
        <w:ind w:left="0" w:firstLine="0"/>
      </w:pPr>
      <w:r w:rsidRPr="00962211">
        <w:t>A impugnação deverá ser assinada pelo cidadão, acompanhada de cópia do seu documento de identificação com foto, contendo número do seu RG ou CPF, ou pelo representante legal da empresa licitante, com indicação de sua razão social, número do CNPJ e endereço, acompanhada de todos os documentos necessários à comprovação do poder de representação do signatário.</w:t>
      </w:r>
      <w:r w:rsidRPr="00962211" w:rsidDel="00BA429C">
        <w:t xml:space="preserve"> </w:t>
      </w:r>
    </w:p>
    <w:p w:rsidR="00C809A0" w:rsidRPr="00962211" w:rsidRDefault="00C809A0" w:rsidP="000264A9">
      <w:pPr>
        <w:pStyle w:val="CPLPadrao"/>
        <w:numPr>
          <w:ilvl w:val="1"/>
          <w:numId w:val="11"/>
        </w:numPr>
        <w:tabs>
          <w:tab w:val="left" w:pos="567"/>
        </w:tabs>
        <w:spacing w:before="240" w:after="240"/>
        <w:ind w:left="0" w:firstLine="0"/>
      </w:pPr>
      <w:r w:rsidRPr="00962211">
        <w:t xml:space="preserve">As respostas aos pedidos de esclarecimentos serão disponibilizadas, para ciência de qualquer interessado, no Portal de Compras – MG por meio do endereço </w:t>
      </w:r>
      <w:hyperlink r:id="rId12" w:history="1">
        <w:r w:rsidRPr="00962211">
          <w:t>www.compras.mg.gov.br</w:t>
        </w:r>
      </w:hyperlink>
      <w:r w:rsidRPr="00962211">
        <w:t xml:space="preserve"> e na página da Procuradoria-Geral de Justiça, no endereço </w:t>
      </w:r>
      <w:hyperlink r:id="rId13" w:history="1">
        <w:r w:rsidRPr="00962211">
          <w:t>www.mpmg.mp.br</w:t>
        </w:r>
      </w:hyperlink>
      <w:r w:rsidRPr="00962211">
        <w:t>.</w:t>
      </w:r>
    </w:p>
    <w:p w:rsidR="00C809A0" w:rsidRPr="00962211" w:rsidRDefault="00C809A0" w:rsidP="000264A9">
      <w:pPr>
        <w:pStyle w:val="CPLPadrao"/>
        <w:numPr>
          <w:ilvl w:val="1"/>
          <w:numId w:val="11"/>
        </w:numPr>
        <w:tabs>
          <w:tab w:val="left" w:pos="567"/>
        </w:tabs>
        <w:spacing w:before="240" w:after="240"/>
        <w:ind w:left="0" w:firstLine="0"/>
      </w:pPr>
      <w:r w:rsidRPr="00962211">
        <w:t xml:space="preserve">A resposta à impugnação será efetuada por publicação no Diário Oficial Eletrônico do Ministério Público de Minas Gerais – DOMP/MG e também </w:t>
      </w:r>
      <w:r w:rsidRPr="00962211">
        <w:lastRenderedPageBreak/>
        <w:t>disponibilizada no Portal de Compras – MG e na página da Procuradoria-Geral de Justiça.</w:t>
      </w:r>
    </w:p>
    <w:p w:rsidR="00C809A0" w:rsidRPr="00962211" w:rsidRDefault="00C809A0" w:rsidP="000264A9">
      <w:pPr>
        <w:pStyle w:val="CPLPadrao"/>
        <w:numPr>
          <w:ilvl w:val="1"/>
          <w:numId w:val="11"/>
        </w:numPr>
        <w:tabs>
          <w:tab w:val="left" w:pos="567"/>
        </w:tabs>
        <w:spacing w:before="240" w:after="240"/>
        <w:ind w:left="0" w:firstLine="0"/>
      </w:pPr>
      <w:r w:rsidRPr="00962211">
        <w:t>As respostas aos pedidos de esclarecimentos e impugnações aderem a este Edital tal como se dele fizessem parte, vinculando a Administração e os licitantes.</w:t>
      </w:r>
    </w:p>
    <w:p w:rsidR="007F6029" w:rsidRPr="00962211" w:rsidRDefault="00C809A0" w:rsidP="000264A9">
      <w:pPr>
        <w:pStyle w:val="CPLPadrao"/>
        <w:numPr>
          <w:ilvl w:val="1"/>
          <w:numId w:val="11"/>
        </w:numPr>
        <w:tabs>
          <w:tab w:val="left" w:pos="567"/>
        </w:tabs>
        <w:spacing w:before="240" w:after="240"/>
        <w:ind w:left="0" w:firstLine="0"/>
      </w:pPr>
      <w:r w:rsidRPr="00962211">
        <w:t>A ausência de impugnação a este Edital, na forma e tempo definidos, acarreta a decadência do direito de discutir, na esfera administrativa, as regras do certame</w:t>
      </w:r>
      <w:r w:rsidR="007F6029" w:rsidRPr="00962211">
        <w:t>.</w:t>
      </w:r>
    </w:p>
    <w:p w:rsidR="005D51B5" w:rsidRPr="00962211" w:rsidRDefault="0082143A" w:rsidP="000264A9">
      <w:pPr>
        <w:pStyle w:val="Ttulo1"/>
        <w:numPr>
          <w:ilvl w:val="0"/>
          <w:numId w:val="14"/>
        </w:numPr>
        <w:spacing w:before="240" w:after="240"/>
        <w:jc w:val="both"/>
        <w:rPr>
          <w:rFonts w:ascii="Arial" w:hAnsi="Arial" w:cs="Arial"/>
          <w:color w:val="auto"/>
          <w:sz w:val="24"/>
          <w:szCs w:val="24"/>
        </w:rPr>
      </w:pPr>
      <w:bookmarkStart w:id="3" w:name="_Toc99971897"/>
      <w:r w:rsidRPr="00962211">
        <w:rPr>
          <w:rFonts w:ascii="Arial" w:hAnsi="Arial" w:cs="Arial"/>
          <w:color w:val="auto"/>
          <w:sz w:val="24"/>
          <w:szCs w:val="24"/>
        </w:rPr>
        <w:t>DAS CONDIÇÕES DE PARTICIPAÇÃO</w:t>
      </w:r>
      <w:bookmarkEnd w:id="3"/>
    </w:p>
    <w:p w:rsidR="00251A67" w:rsidRPr="00962211" w:rsidRDefault="0082143A" w:rsidP="000264A9">
      <w:pPr>
        <w:pStyle w:val="CPLPadrao"/>
        <w:numPr>
          <w:ilvl w:val="1"/>
          <w:numId w:val="14"/>
        </w:numPr>
        <w:tabs>
          <w:tab w:val="left" w:pos="567"/>
          <w:tab w:val="left" w:pos="709"/>
        </w:tabs>
        <w:spacing w:before="240" w:after="240"/>
        <w:ind w:left="0" w:firstLine="0"/>
      </w:pPr>
      <w:r w:rsidRPr="00962211">
        <w:t>Poderão participar do presente Pregão as pessoas jurídicas legalmente autorizadas a atuarem no ramo de atividade compatível com o objeto desta licitação.</w:t>
      </w:r>
    </w:p>
    <w:p w:rsidR="00251A67" w:rsidRPr="00962211" w:rsidRDefault="0082143A" w:rsidP="000264A9">
      <w:pPr>
        <w:pStyle w:val="CPLPadrao"/>
        <w:numPr>
          <w:ilvl w:val="2"/>
          <w:numId w:val="14"/>
        </w:numPr>
        <w:tabs>
          <w:tab w:val="left" w:pos="709"/>
        </w:tabs>
        <w:spacing w:before="240" w:after="240"/>
        <w:ind w:left="0" w:firstLine="0"/>
      </w:pPr>
      <w:r w:rsidRPr="00962211">
        <w:t>Os licitantes deverão estar cadastrados na Secretaria de Estado de Planejamento e Gestão de Minas Gerais (SEPLAG), na forma do item 6 deste Edital, com linhas de fornecimento compatíveis com o objeto desta licitação.</w:t>
      </w:r>
    </w:p>
    <w:p w:rsidR="00251A67" w:rsidRPr="00962211" w:rsidRDefault="0085065E" w:rsidP="000264A9">
      <w:pPr>
        <w:pStyle w:val="CPLPadrao"/>
        <w:numPr>
          <w:ilvl w:val="1"/>
          <w:numId w:val="14"/>
        </w:numPr>
        <w:tabs>
          <w:tab w:val="left" w:pos="567"/>
          <w:tab w:val="left" w:pos="709"/>
        </w:tabs>
        <w:spacing w:before="240" w:after="240"/>
        <w:ind w:left="0" w:firstLine="0"/>
        <w:rPr>
          <w:rStyle w:val="Formatao01"/>
        </w:rPr>
      </w:pPr>
      <w:r w:rsidRPr="00962211">
        <w:rPr>
          <w:rStyle w:val="Formatao01"/>
        </w:rPr>
        <w:t>A participação neste certame implica a aceitação de todas as condições estabelecidas neste instrumento convocatório.</w:t>
      </w:r>
    </w:p>
    <w:p w:rsidR="00251A67" w:rsidRPr="00962211" w:rsidRDefault="0085065E" w:rsidP="000264A9">
      <w:pPr>
        <w:pStyle w:val="CPLPadrao"/>
        <w:numPr>
          <w:ilvl w:val="1"/>
          <w:numId w:val="14"/>
        </w:numPr>
        <w:tabs>
          <w:tab w:val="left" w:pos="567"/>
          <w:tab w:val="left" w:pos="709"/>
        </w:tabs>
        <w:spacing w:before="240" w:after="240"/>
        <w:ind w:left="0" w:firstLine="0"/>
      </w:pPr>
      <w:r w:rsidRPr="00962211">
        <w:t>Não poderão participar da presente licitação as empresas que:</w:t>
      </w:r>
    </w:p>
    <w:p w:rsidR="00251A67" w:rsidRPr="00962211" w:rsidRDefault="00A61CE9" w:rsidP="000264A9">
      <w:pPr>
        <w:pStyle w:val="CPLPadrao"/>
        <w:numPr>
          <w:ilvl w:val="2"/>
          <w:numId w:val="14"/>
        </w:numPr>
        <w:tabs>
          <w:tab w:val="left" w:pos="709"/>
        </w:tabs>
        <w:spacing w:before="240" w:after="240"/>
        <w:ind w:left="0" w:firstLine="0"/>
      </w:pPr>
      <w:r w:rsidRPr="00962211">
        <w:t>Forem declaradas inidôneas para licitar ou contratar com qualquer órgão da Administração Pública direta ou indireta, Federal, Estadual, Distrital ou Municipal, nos termos do art. 87, IV, da Lei Federal nº 8.666/93, art. 6º da Lei Estadual nº 13.994/01 e art. 38, IV, do Decreto Estadual nº 45.902/12</w:t>
      </w:r>
      <w:r w:rsidR="0082143A" w:rsidRPr="00962211">
        <w:t>;</w:t>
      </w:r>
    </w:p>
    <w:p w:rsidR="0010022A" w:rsidRPr="00962211" w:rsidRDefault="0010022A" w:rsidP="000264A9">
      <w:pPr>
        <w:pStyle w:val="CPLPadrao"/>
        <w:numPr>
          <w:ilvl w:val="2"/>
          <w:numId w:val="14"/>
        </w:numPr>
        <w:tabs>
          <w:tab w:val="left" w:pos="709"/>
        </w:tabs>
        <w:spacing w:before="240" w:after="240"/>
        <w:ind w:left="0" w:firstLine="0"/>
      </w:pPr>
      <w:r w:rsidRPr="00962211">
        <w:t xml:space="preserve">Tenham sido suspensas do direito de participar de licitação e impedidas de contratar com qualquer órgão da Administração Pública do Estado de Minas Gerais, nos termos do art. </w:t>
      </w:r>
      <w:r w:rsidR="00B21FB4" w:rsidRPr="00962211">
        <w:t>12, da Lei Estadual nº 14.167/</w:t>
      </w:r>
      <w:r w:rsidRPr="00962211">
        <w:t>02, c/c art.</w:t>
      </w:r>
      <w:r w:rsidR="00B21FB4" w:rsidRPr="00962211">
        <w:t xml:space="preserve"> 6º da Lei Estadual nº 13.994/</w:t>
      </w:r>
      <w:r w:rsidR="00A75976" w:rsidRPr="00962211">
        <w:t>01,</w:t>
      </w:r>
      <w:r w:rsidRPr="00962211">
        <w:t xml:space="preserve"> art. 87, III, da Lei Federal nº 8.666/93</w:t>
      </w:r>
      <w:r w:rsidR="005408C1" w:rsidRPr="00962211">
        <w:t xml:space="preserve"> e art. 38, III, do Decreto Estadual nº 45.902/12;</w:t>
      </w:r>
    </w:p>
    <w:p w:rsidR="00251A67" w:rsidRPr="00962211" w:rsidRDefault="0085065E" w:rsidP="000264A9">
      <w:pPr>
        <w:pStyle w:val="CPLPadrao"/>
        <w:numPr>
          <w:ilvl w:val="2"/>
          <w:numId w:val="14"/>
        </w:numPr>
        <w:tabs>
          <w:tab w:val="left" w:pos="709"/>
        </w:tabs>
        <w:spacing w:before="240" w:after="240"/>
        <w:ind w:left="0" w:firstLine="0"/>
      </w:pPr>
      <w:r w:rsidRPr="00962211">
        <w:t>Estiverem inscritas no Cadastro de Fornecedores Impedidos de Licitar e Contratar com a Administração Pública Estadual – CAFIMP, nos ter</w:t>
      </w:r>
      <w:r w:rsidR="00B21FB4" w:rsidRPr="00962211">
        <w:t>mos da Lei Estadual nº 13.994/</w:t>
      </w:r>
      <w:r w:rsidRPr="00962211">
        <w:t xml:space="preserve">01; </w:t>
      </w:r>
    </w:p>
    <w:p w:rsidR="00EC126E" w:rsidRPr="00962211" w:rsidRDefault="005072FF" w:rsidP="000264A9">
      <w:pPr>
        <w:pStyle w:val="CPLPadrao"/>
        <w:numPr>
          <w:ilvl w:val="2"/>
          <w:numId w:val="14"/>
        </w:numPr>
        <w:tabs>
          <w:tab w:val="left" w:pos="709"/>
        </w:tabs>
        <w:spacing w:before="240" w:after="240"/>
        <w:ind w:left="0" w:firstLine="0"/>
      </w:pPr>
      <w:r w:rsidRPr="00962211">
        <w:t>Possuírem em seu quadro societário cônjuge, companheiro ou parente em linha reta, colateral ou por afinidade, até o terceiro grau, inclusive, de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inclusive no período compreendido entre os 6 (seis) meses anteriores à publicação deste Edital até a presente data, conforme disposto na Resolução nº 37/09 do Conselho Nacional do Ministério Público, alterada pela Resolução nº 172/17</w:t>
      </w:r>
      <w:r w:rsidR="00EC126E" w:rsidRPr="00962211">
        <w:t>;</w:t>
      </w:r>
    </w:p>
    <w:p w:rsidR="00251A67" w:rsidRPr="00962211" w:rsidRDefault="0085065E" w:rsidP="000264A9">
      <w:pPr>
        <w:pStyle w:val="CPLPadrao"/>
        <w:numPr>
          <w:ilvl w:val="2"/>
          <w:numId w:val="14"/>
        </w:numPr>
        <w:tabs>
          <w:tab w:val="left" w:pos="709"/>
        </w:tabs>
        <w:spacing w:before="240" w:after="240"/>
        <w:ind w:left="0" w:firstLine="0"/>
      </w:pPr>
      <w:r w:rsidRPr="00962211">
        <w:lastRenderedPageBreak/>
        <w:t>Estiverem sob controle de grupo de pessoas, físicas ou jurídicas, já participante desta licitação como controlador de outra empresa;</w:t>
      </w:r>
    </w:p>
    <w:p w:rsidR="00D570EC" w:rsidRPr="00962211" w:rsidRDefault="00D570EC" w:rsidP="000264A9">
      <w:pPr>
        <w:pStyle w:val="CPLPadrao"/>
        <w:numPr>
          <w:ilvl w:val="2"/>
          <w:numId w:val="14"/>
        </w:numPr>
        <w:tabs>
          <w:tab w:val="left" w:pos="709"/>
        </w:tabs>
        <w:spacing w:before="240" w:after="240"/>
        <w:ind w:left="0" w:firstLine="0"/>
      </w:pPr>
      <w:r w:rsidRPr="00962211">
        <w:t>Estiverem sob processo de falência, concordata ou recuperação judicial (Lei Federal nº 11.101/05)</w:t>
      </w:r>
      <w:r w:rsidR="002D49EA" w:rsidRPr="00962211">
        <w:t>,</w:t>
      </w:r>
      <w:r w:rsidR="002D49EA" w:rsidRPr="00962211">
        <w:rPr>
          <w:rFonts w:eastAsia="Times New Roman"/>
          <w:kern w:val="0"/>
          <w:lang w:eastAsia="pt-BR" w:bidi="ar-SA"/>
        </w:rPr>
        <w:t xml:space="preserve"> </w:t>
      </w:r>
      <w:r w:rsidR="002D49EA" w:rsidRPr="00962211">
        <w:t>ressalvada, no caso da recuperação judicial, a existência de certidão emitida pela instância judicial competente, que certifique que a interessada está apta econômica e financeiramente a partici</w:t>
      </w:r>
      <w:r w:rsidR="00A61CE9" w:rsidRPr="00962211">
        <w:t>par de procedimento licitatório;</w:t>
      </w:r>
    </w:p>
    <w:p w:rsidR="00A61CE9" w:rsidRPr="00962211" w:rsidRDefault="00A61CE9" w:rsidP="000264A9">
      <w:pPr>
        <w:pStyle w:val="CPLPadrao"/>
        <w:numPr>
          <w:ilvl w:val="2"/>
          <w:numId w:val="14"/>
        </w:numPr>
        <w:tabs>
          <w:tab w:val="left" w:pos="709"/>
        </w:tabs>
        <w:spacing w:before="240" w:after="240"/>
        <w:ind w:left="0" w:firstLine="0"/>
      </w:pPr>
      <w:r w:rsidRPr="00962211">
        <w:t xml:space="preserve">Incidirem, direta ou indiretamente, no estipulado no art. 9° da Lei Federal n° 8.666/93; </w:t>
      </w:r>
    </w:p>
    <w:p w:rsidR="00A61CE9" w:rsidRPr="00962211" w:rsidRDefault="00A61CE9" w:rsidP="000264A9">
      <w:pPr>
        <w:pStyle w:val="CPLPadrao"/>
        <w:numPr>
          <w:ilvl w:val="2"/>
          <w:numId w:val="14"/>
        </w:numPr>
        <w:tabs>
          <w:tab w:val="left" w:pos="709"/>
        </w:tabs>
        <w:spacing w:before="240" w:after="240"/>
        <w:ind w:left="0" w:firstLine="0"/>
      </w:pPr>
      <w:r w:rsidRPr="00962211">
        <w:t>Estiverem proibidas de contratar com o Poder Público, direta ou indiretamente, nos termos do art. 12 da Lei Federal nº 8.429/92.</w:t>
      </w:r>
    </w:p>
    <w:p w:rsidR="00251A67" w:rsidRPr="00962211" w:rsidRDefault="0085065E" w:rsidP="000264A9">
      <w:pPr>
        <w:pStyle w:val="CPLPadrao"/>
        <w:numPr>
          <w:ilvl w:val="1"/>
          <w:numId w:val="14"/>
        </w:numPr>
        <w:tabs>
          <w:tab w:val="left" w:pos="567"/>
          <w:tab w:val="left" w:pos="709"/>
        </w:tabs>
        <w:spacing w:before="240" w:after="240"/>
        <w:ind w:left="0" w:firstLine="0"/>
      </w:pPr>
      <w:r w:rsidRPr="00962211">
        <w:t>É vedado a qualquer pessoa, física ou jurídica, representar mais de um licitante na presente licitação.</w:t>
      </w:r>
    </w:p>
    <w:p w:rsidR="00A75976" w:rsidRPr="00962211" w:rsidRDefault="00A75976" w:rsidP="000264A9">
      <w:pPr>
        <w:pStyle w:val="Ttulo1"/>
        <w:numPr>
          <w:ilvl w:val="0"/>
          <w:numId w:val="15"/>
        </w:numPr>
        <w:spacing w:before="240" w:after="240"/>
        <w:jc w:val="both"/>
        <w:rPr>
          <w:rFonts w:ascii="Arial" w:hAnsi="Arial" w:cs="Arial"/>
          <w:color w:val="auto"/>
          <w:sz w:val="24"/>
          <w:szCs w:val="24"/>
        </w:rPr>
      </w:pPr>
      <w:bookmarkStart w:id="4" w:name="_Toc15905758"/>
      <w:bookmarkStart w:id="5" w:name="_Toc99971898"/>
      <w:r w:rsidRPr="00962211">
        <w:rPr>
          <w:rFonts w:ascii="Arial" w:hAnsi="Arial" w:cs="Arial"/>
          <w:color w:val="auto"/>
          <w:sz w:val="24"/>
          <w:szCs w:val="24"/>
        </w:rPr>
        <w:t>DO REGIME DIFERENCIADO, SIMPLIFICADO E FAVORECIDO DAS MICROEMPRESAS, EMPRESAS DE PEQUENO PORTE E EQUIPARADAS</w:t>
      </w:r>
      <w:bookmarkEnd w:id="4"/>
      <w:bookmarkEnd w:id="5"/>
    </w:p>
    <w:p w:rsidR="005D51B5" w:rsidRPr="00962211" w:rsidRDefault="005D51B5" w:rsidP="000264A9">
      <w:pPr>
        <w:pStyle w:val="PargrafodaLista"/>
        <w:numPr>
          <w:ilvl w:val="0"/>
          <w:numId w:val="9"/>
        </w:numPr>
        <w:tabs>
          <w:tab w:val="left" w:pos="0"/>
        </w:tabs>
        <w:autoSpaceDE/>
        <w:spacing w:before="240" w:after="240"/>
        <w:jc w:val="both"/>
        <w:rPr>
          <w:rFonts w:eastAsia="SimSun"/>
          <w:vanish/>
          <w:lang w:eastAsia="hi-IN" w:bidi="hi-IN"/>
        </w:rPr>
      </w:pPr>
    </w:p>
    <w:p w:rsidR="005D51B5" w:rsidRPr="00962211" w:rsidRDefault="005D51B5" w:rsidP="000264A9">
      <w:pPr>
        <w:pStyle w:val="PargrafodaLista"/>
        <w:numPr>
          <w:ilvl w:val="0"/>
          <w:numId w:val="9"/>
        </w:numPr>
        <w:tabs>
          <w:tab w:val="left" w:pos="0"/>
        </w:tabs>
        <w:autoSpaceDE/>
        <w:spacing w:before="240" w:after="240"/>
        <w:jc w:val="both"/>
        <w:rPr>
          <w:rFonts w:eastAsia="SimSun"/>
          <w:vanish/>
          <w:lang w:eastAsia="hi-IN" w:bidi="hi-IN"/>
        </w:rPr>
      </w:pPr>
    </w:p>
    <w:p w:rsidR="001372E4" w:rsidRPr="00962211" w:rsidRDefault="001372E4" w:rsidP="000264A9">
      <w:pPr>
        <w:pStyle w:val="CPLPadrao"/>
        <w:numPr>
          <w:ilvl w:val="1"/>
          <w:numId w:val="9"/>
        </w:numPr>
        <w:tabs>
          <w:tab w:val="left" w:pos="567"/>
        </w:tabs>
        <w:spacing w:before="240" w:after="240"/>
        <w:ind w:left="0" w:firstLine="0"/>
      </w:pPr>
      <w:r w:rsidRPr="00962211">
        <w:t>Aplicam-se às microempresas, empresas de pequeno porte (ME/EPP) e às demais pessoas a elas equiparadas participantes desta licitação os benefícios previstos no Capítulo V da Lei Complementar Federal nº 123/06; Decreto Federal nº 8.538/15; Lei Estadual nº 20.826/13; Decreto Estadual nº 47.437/18; Resolução Conjunta SEPLAG/SEF/JUCEMG nº 9.576/16.</w:t>
      </w:r>
    </w:p>
    <w:p w:rsidR="001372E4" w:rsidRPr="00962211" w:rsidRDefault="001372E4" w:rsidP="000264A9">
      <w:pPr>
        <w:pStyle w:val="CPLPadrao"/>
        <w:tabs>
          <w:tab w:val="left" w:pos="567"/>
        </w:tabs>
        <w:spacing w:before="240" w:after="240"/>
      </w:pPr>
      <w:r w:rsidRPr="00962211">
        <w:t>5.1.1. Equiparam-se às microempresas e empresas de pequeno porte, os agricultores familiares, produtores rurais pessoas físicas e microempreendedores individuais, na forma e nos termos da Lei Complementar Federal nº 123/06 e da Lei Estadual nº 20.826/13, bem como as sociedades cooperativas, nos termos do art. 34 da Lei Federal nº 11.488/07.</w:t>
      </w:r>
    </w:p>
    <w:p w:rsidR="001372E4" w:rsidRPr="00962211" w:rsidRDefault="001372E4" w:rsidP="000264A9">
      <w:pPr>
        <w:pStyle w:val="CPLPadrao"/>
        <w:numPr>
          <w:ilvl w:val="1"/>
          <w:numId w:val="9"/>
        </w:numPr>
        <w:tabs>
          <w:tab w:val="left" w:pos="567"/>
        </w:tabs>
        <w:spacing w:before="240" w:after="240"/>
        <w:ind w:left="0" w:firstLine="0"/>
        <w:rPr>
          <w:b/>
        </w:rPr>
      </w:pPr>
      <w:r w:rsidRPr="00962211">
        <w:rPr>
          <w:b/>
        </w:rPr>
        <w:t>A atualização do porte da empresa deverá ser realizada no CAGEF, em momento anterior ao cadastro da proposta no sistema, sob pena de inaptidão para usufruir dos benefícios destinados às ME/EPP.</w:t>
      </w:r>
    </w:p>
    <w:p w:rsidR="001372E4" w:rsidRPr="00962211" w:rsidRDefault="001372E4" w:rsidP="000264A9">
      <w:pPr>
        <w:pStyle w:val="CPLPadrao"/>
        <w:numPr>
          <w:ilvl w:val="1"/>
          <w:numId w:val="9"/>
        </w:numPr>
        <w:tabs>
          <w:tab w:val="left" w:pos="0"/>
          <w:tab w:val="left" w:pos="567"/>
        </w:tabs>
        <w:spacing w:before="240" w:after="240"/>
        <w:ind w:left="0" w:firstLine="0"/>
      </w:pPr>
      <w:r w:rsidRPr="00962211">
        <w:t xml:space="preserve">Serão destinados </w:t>
      </w:r>
      <w:r w:rsidRPr="00962211">
        <w:rPr>
          <w:b/>
        </w:rPr>
        <w:t>exclusivamente</w:t>
      </w:r>
      <w:r w:rsidRPr="00962211">
        <w:t xml:space="preserve"> à participação de </w:t>
      </w:r>
      <w:r w:rsidRPr="00962211">
        <w:rPr>
          <w:b/>
        </w:rPr>
        <w:t>ME/EPP</w:t>
      </w:r>
      <w:r w:rsidRPr="00962211">
        <w:t xml:space="preserve"> </w:t>
      </w:r>
      <w:r w:rsidRPr="00962211">
        <w:rPr>
          <w:b/>
        </w:rPr>
        <w:t>e equiparadas</w:t>
      </w:r>
      <w:r w:rsidRPr="00962211">
        <w:t xml:space="preserve"> os lotes cujo valor estimado não ultrapasse R$ 80.000,00 (oitenta mil reais), nos termos do art. 48, I, da Lei Complementar Federal n° 123/06.</w:t>
      </w:r>
    </w:p>
    <w:p w:rsidR="00251A67" w:rsidRPr="00962211" w:rsidRDefault="0082143A" w:rsidP="000264A9">
      <w:pPr>
        <w:pStyle w:val="CPLPadrao"/>
        <w:numPr>
          <w:ilvl w:val="1"/>
          <w:numId w:val="9"/>
        </w:numPr>
        <w:tabs>
          <w:tab w:val="left" w:pos="0"/>
          <w:tab w:val="left" w:pos="567"/>
        </w:tabs>
        <w:spacing w:before="240" w:after="240"/>
        <w:ind w:left="0" w:firstLine="0"/>
      </w:pPr>
      <w:r w:rsidRPr="00962211">
        <w:t xml:space="preserve">O critério de participação de cada lote (lote com exclusividade para ME/EPP </w:t>
      </w:r>
      <w:r w:rsidR="001372E4" w:rsidRPr="00962211">
        <w:t xml:space="preserve">ou equiparada, </w:t>
      </w:r>
      <w:r w:rsidRPr="00962211">
        <w:t xml:space="preserve">ou de ampla competição) será especificado no Anexo II deste Edital (Modelo de Proposta) </w:t>
      </w:r>
      <w:r w:rsidR="001B6E67" w:rsidRPr="00962211">
        <w:t>e no Portal de Compras de Minas Gerais.</w:t>
      </w:r>
    </w:p>
    <w:p w:rsidR="006D3393" w:rsidRPr="00962211" w:rsidRDefault="007C2167" w:rsidP="000264A9">
      <w:pPr>
        <w:pStyle w:val="CPLPadrao"/>
        <w:numPr>
          <w:ilvl w:val="1"/>
          <w:numId w:val="9"/>
        </w:numPr>
        <w:tabs>
          <w:tab w:val="left" w:pos="0"/>
          <w:tab w:val="left" w:pos="567"/>
        </w:tabs>
        <w:spacing w:before="240" w:after="240"/>
        <w:ind w:left="0" w:firstLine="0"/>
      </w:pPr>
      <w:r w:rsidRPr="00962211">
        <w:lastRenderedPageBreak/>
        <w:t>Representam</w:t>
      </w:r>
      <w:r w:rsidR="006D3393" w:rsidRPr="00962211">
        <w:t xml:space="preserve"> exceções </w:t>
      </w:r>
      <w:r w:rsidR="00342458" w:rsidRPr="00962211">
        <w:t>ao ite</w:t>
      </w:r>
      <w:r w:rsidR="00E95EEB" w:rsidRPr="00962211">
        <w:t>m</w:t>
      </w:r>
      <w:r w:rsidR="00342458" w:rsidRPr="00962211">
        <w:t xml:space="preserve"> 5.</w:t>
      </w:r>
      <w:r w:rsidR="001372E4" w:rsidRPr="00962211">
        <w:t>3</w:t>
      </w:r>
      <w:r w:rsidR="00342458" w:rsidRPr="00962211">
        <w:t xml:space="preserve"> </w:t>
      </w:r>
      <w:r w:rsidR="006D3393" w:rsidRPr="00962211">
        <w:t xml:space="preserve">as hipóteses previstas no art. 49 da Lei Complementar Federal n° 123/06 </w:t>
      </w:r>
      <w:r w:rsidR="001B23AE" w:rsidRPr="00962211">
        <w:t>c/c art. 1</w:t>
      </w:r>
      <w:r w:rsidR="001372E4" w:rsidRPr="00962211">
        <w:t>4</w:t>
      </w:r>
      <w:r w:rsidR="001B23AE" w:rsidRPr="00962211">
        <w:t xml:space="preserve"> do Decreto Estadual nº 4</w:t>
      </w:r>
      <w:r w:rsidR="001372E4" w:rsidRPr="00962211">
        <w:t>7</w:t>
      </w:r>
      <w:r w:rsidR="001B23AE" w:rsidRPr="00962211">
        <w:t>.</w:t>
      </w:r>
      <w:r w:rsidR="001372E4" w:rsidRPr="00962211">
        <w:t>437</w:t>
      </w:r>
      <w:r w:rsidR="001B23AE" w:rsidRPr="00962211">
        <w:t>/</w:t>
      </w:r>
      <w:r w:rsidR="001372E4" w:rsidRPr="00962211">
        <w:t>18</w:t>
      </w:r>
      <w:r w:rsidR="001B23AE" w:rsidRPr="00962211">
        <w:t>.</w:t>
      </w:r>
    </w:p>
    <w:p w:rsidR="001372E4" w:rsidRPr="00962211" w:rsidRDefault="001372E4" w:rsidP="000264A9">
      <w:pPr>
        <w:pStyle w:val="CPLPadrao"/>
        <w:numPr>
          <w:ilvl w:val="1"/>
          <w:numId w:val="9"/>
        </w:numPr>
        <w:tabs>
          <w:tab w:val="left" w:pos="567"/>
        </w:tabs>
        <w:spacing w:before="240" w:after="240"/>
        <w:ind w:left="0" w:firstLine="0"/>
      </w:pPr>
      <w:r w:rsidRPr="00962211">
        <w:t>Ocorrendo alguma das hipóteses previstas no inciso II do §1º do art. 14 do Decreto Estadual nº 47.437/18, poderá ser designada nova data para a realização da sessão do pregão, com o certame aberto a todos os interessados, nos moldes do art. 15 do referido decreto.</w:t>
      </w:r>
    </w:p>
    <w:p w:rsidR="005D51B5" w:rsidRPr="00962211" w:rsidRDefault="0085065E" w:rsidP="000264A9">
      <w:pPr>
        <w:pStyle w:val="Ttulo1"/>
        <w:numPr>
          <w:ilvl w:val="0"/>
          <w:numId w:val="15"/>
        </w:numPr>
        <w:spacing w:before="240" w:after="240"/>
        <w:jc w:val="both"/>
        <w:rPr>
          <w:rFonts w:ascii="Arial" w:hAnsi="Arial" w:cs="Arial"/>
          <w:color w:val="auto"/>
          <w:sz w:val="24"/>
          <w:szCs w:val="24"/>
        </w:rPr>
      </w:pPr>
      <w:bookmarkStart w:id="6" w:name="_Toc413143390"/>
      <w:bookmarkStart w:id="7" w:name="_Toc99971899"/>
      <w:bookmarkEnd w:id="6"/>
      <w:r w:rsidRPr="00962211">
        <w:rPr>
          <w:rFonts w:ascii="Arial" w:hAnsi="Arial" w:cs="Arial"/>
          <w:color w:val="auto"/>
          <w:sz w:val="24"/>
          <w:szCs w:val="24"/>
        </w:rPr>
        <w:t>DO CADASTRO</w:t>
      </w:r>
      <w:bookmarkEnd w:id="7"/>
    </w:p>
    <w:p w:rsidR="005D51B5" w:rsidRPr="00962211" w:rsidRDefault="005D51B5" w:rsidP="000264A9">
      <w:pPr>
        <w:pStyle w:val="PargrafodaLista"/>
        <w:numPr>
          <w:ilvl w:val="0"/>
          <w:numId w:val="9"/>
        </w:numPr>
        <w:tabs>
          <w:tab w:val="left" w:pos="0"/>
        </w:tabs>
        <w:autoSpaceDE/>
        <w:spacing w:before="240" w:after="240"/>
        <w:jc w:val="both"/>
        <w:rPr>
          <w:rFonts w:eastAsia="SimSun"/>
          <w:vanish/>
          <w:lang w:eastAsia="hi-IN" w:bidi="hi-IN"/>
        </w:rPr>
      </w:pPr>
    </w:p>
    <w:p w:rsidR="00251A67" w:rsidRPr="00962211" w:rsidRDefault="0082143A" w:rsidP="000264A9">
      <w:pPr>
        <w:pStyle w:val="CPLPadrao"/>
        <w:numPr>
          <w:ilvl w:val="1"/>
          <w:numId w:val="9"/>
        </w:numPr>
        <w:tabs>
          <w:tab w:val="left" w:pos="0"/>
          <w:tab w:val="left" w:pos="567"/>
        </w:tabs>
        <w:spacing w:before="240" w:after="240"/>
        <w:ind w:left="0" w:firstLine="0"/>
      </w:pPr>
      <w:r w:rsidRPr="00962211">
        <w:t xml:space="preserve">Para acesso ao sistema eletrônico, o fornecedor deverá se cadastrar no Cadastro Geral de Fornecedores </w:t>
      </w:r>
      <w:r w:rsidR="006636CC" w:rsidRPr="00962211">
        <w:t>–</w:t>
      </w:r>
      <w:r w:rsidRPr="00962211">
        <w:t xml:space="preserve"> CAGEF, nos termos do Decreto nº </w:t>
      </w:r>
      <w:r w:rsidR="001640E1" w:rsidRPr="00962211">
        <w:t>47.524/18</w:t>
      </w:r>
      <w:r w:rsidRPr="00962211">
        <w:t xml:space="preserve">, por meio do site </w:t>
      </w:r>
      <w:hyperlink r:id="rId14" w:history="1">
        <w:r w:rsidRPr="00962211">
          <w:rPr>
            <w:u w:val="single"/>
          </w:rPr>
          <w:t>www.compras.mg.gov.br</w:t>
        </w:r>
      </w:hyperlink>
      <w:r w:rsidRPr="00962211">
        <w:t>, na opção “Cadastro de Fornecedores”</w:t>
      </w:r>
      <w:r w:rsidR="00881062" w:rsidRPr="00962211">
        <w:t>.</w:t>
      </w:r>
    </w:p>
    <w:p w:rsidR="002468FA" w:rsidRPr="00962211" w:rsidRDefault="00F93CD3" w:rsidP="000264A9">
      <w:pPr>
        <w:pStyle w:val="CPLPadrao"/>
        <w:numPr>
          <w:ilvl w:val="1"/>
          <w:numId w:val="9"/>
        </w:numPr>
        <w:tabs>
          <w:tab w:val="left" w:pos="0"/>
          <w:tab w:val="left" w:pos="567"/>
        </w:tabs>
        <w:spacing w:before="240" w:after="240"/>
        <w:ind w:left="0" w:firstLine="0"/>
      </w:pPr>
      <w:r w:rsidRPr="00962211">
        <w:t xml:space="preserve">Os dados do porte dos fornecedores serão obtidos por meio da integração da base de dados do CAGEF com o Sistema Integrado de Administração da Receita </w:t>
      </w:r>
      <w:r w:rsidR="006636CC" w:rsidRPr="00962211">
        <w:t xml:space="preserve">Estadual </w:t>
      </w:r>
      <w:r w:rsidRPr="00962211">
        <w:t>– SIARE</w:t>
      </w:r>
      <w:r w:rsidR="006636CC" w:rsidRPr="00962211">
        <w:t xml:space="preserve"> - SEF/</w:t>
      </w:r>
      <w:r w:rsidRPr="00962211">
        <w:t xml:space="preserve">MG, e utilizados para a comprovação da condição de ME/EPP </w:t>
      </w:r>
      <w:r w:rsidR="001372E4" w:rsidRPr="00962211">
        <w:t xml:space="preserve">ou equiparada </w:t>
      </w:r>
      <w:r w:rsidRPr="00962211">
        <w:t xml:space="preserve">para fins de aplicação do tratamento diferenciado referido no item </w:t>
      </w:r>
      <w:r w:rsidR="008A5966" w:rsidRPr="00962211">
        <w:t>5</w:t>
      </w:r>
      <w:r w:rsidRPr="00962211">
        <w:t>, nos termos da</w:t>
      </w:r>
      <w:r w:rsidR="002468FA" w:rsidRPr="00962211">
        <w:t xml:space="preserve"> Resolução Conjunta SEPLAG/SEF/JUCEMG nº 9.576/16.</w:t>
      </w:r>
    </w:p>
    <w:p w:rsidR="003A516D" w:rsidRPr="00962211" w:rsidRDefault="003A516D" w:rsidP="000264A9">
      <w:pPr>
        <w:pStyle w:val="CPLPadrao"/>
        <w:numPr>
          <w:ilvl w:val="2"/>
          <w:numId w:val="9"/>
        </w:numPr>
        <w:tabs>
          <w:tab w:val="left" w:pos="0"/>
          <w:tab w:val="left" w:pos="567"/>
        </w:tabs>
        <w:spacing w:before="240" w:after="240"/>
        <w:ind w:left="0" w:firstLine="0"/>
        <w:rPr>
          <w:kern w:val="2"/>
        </w:rPr>
      </w:pPr>
      <w:r w:rsidRPr="00962211">
        <w:t>As microempresas, empresas de pequeno porte e equiparadas não estão dispensadas da apresentação da declaração de que cumprem os requisitos legais para qualificação como tal, conforme modelo constante do Anexo VI do Edital, em cumprimento ao disposto no parágrafo único, do art. 13, do Decreto Estadual nº 47.437/18</w:t>
      </w:r>
      <w:bookmarkStart w:id="8" w:name="_Toc416449283"/>
      <w:bookmarkStart w:id="9" w:name="_Toc416449376"/>
      <w:bookmarkStart w:id="10" w:name="_Toc416451477"/>
      <w:bookmarkStart w:id="11" w:name="_Toc416453554"/>
      <w:bookmarkStart w:id="12" w:name="_Toc416454103"/>
      <w:bookmarkStart w:id="13" w:name="_Toc416454195"/>
      <w:bookmarkStart w:id="14" w:name="_Toc416449284"/>
      <w:bookmarkStart w:id="15" w:name="_Toc416449377"/>
      <w:bookmarkStart w:id="16" w:name="_Toc416451478"/>
      <w:bookmarkStart w:id="17" w:name="_Toc416453555"/>
      <w:bookmarkStart w:id="18" w:name="_Toc416454104"/>
      <w:bookmarkStart w:id="19" w:name="_Toc416454196"/>
      <w:bookmarkEnd w:id="8"/>
      <w:bookmarkEnd w:id="9"/>
      <w:bookmarkEnd w:id="10"/>
      <w:bookmarkEnd w:id="11"/>
      <w:bookmarkEnd w:id="12"/>
      <w:bookmarkEnd w:id="13"/>
      <w:bookmarkEnd w:id="14"/>
      <w:bookmarkEnd w:id="15"/>
      <w:bookmarkEnd w:id="16"/>
      <w:bookmarkEnd w:id="17"/>
      <w:bookmarkEnd w:id="18"/>
      <w:bookmarkEnd w:id="19"/>
      <w:r w:rsidRPr="00962211">
        <w:t>.</w:t>
      </w:r>
    </w:p>
    <w:p w:rsidR="00F93CD3" w:rsidRPr="00962211" w:rsidRDefault="00F93CD3" w:rsidP="000264A9">
      <w:pPr>
        <w:pStyle w:val="CPLPadrao"/>
        <w:numPr>
          <w:ilvl w:val="1"/>
          <w:numId w:val="9"/>
        </w:numPr>
        <w:tabs>
          <w:tab w:val="left" w:pos="0"/>
          <w:tab w:val="left" w:pos="567"/>
        </w:tabs>
        <w:spacing w:before="240" w:after="240"/>
        <w:ind w:left="0" w:firstLine="0"/>
      </w:pPr>
      <w:r w:rsidRPr="00962211">
        <w:t xml:space="preserve">É responsabilidade do fornecedor zelar pela exatidão de todos os seus dados no CAGEF e mantê-los atualizados, devendo solicitar, imediatamente, a correção ou a alteração do registro tão logo identifique incorreção ou desatualização, conforme previsto no art. 34 do Decreto Estadual nº </w:t>
      </w:r>
      <w:r w:rsidR="001640E1" w:rsidRPr="00962211">
        <w:t>47.524/18</w:t>
      </w:r>
      <w:r w:rsidRPr="00962211">
        <w:t>.</w:t>
      </w:r>
    </w:p>
    <w:p w:rsidR="00796A0D" w:rsidRPr="00962211" w:rsidRDefault="00796A0D" w:rsidP="000264A9">
      <w:pPr>
        <w:pStyle w:val="CPLPadrao"/>
        <w:numPr>
          <w:ilvl w:val="1"/>
          <w:numId w:val="9"/>
        </w:numPr>
        <w:tabs>
          <w:tab w:val="left" w:pos="567"/>
          <w:tab w:val="left" w:pos="709"/>
        </w:tabs>
        <w:spacing w:before="240" w:after="240"/>
        <w:ind w:left="0" w:firstLine="0"/>
      </w:pPr>
      <w:bookmarkStart w:id="20" w:name="_Toc477165911"/>
      <w:bookmarkStart w:id="21" w:name="_Toc477165952"/>
      <w:bookmarkStart w:id="22" w:name="_Toc477166015"/>
      <w:bookmarkStart w:id="23" w:name="_Toc477166039"/>
      <w:bookmarkStart w:id="24" w:name="_Toc477166063"/>
      <w:bookmarkStart w:id="25" w:name="_Toc477166216"/>
      <w:bookmarkStart w:id="26" w:name="_Toc477166239"/>
      <w:bookmarkStart w:id="27" w:name="_Toc477352588"/>
      <w:bookmarkStart w:id="28" w:name="_Toc477353387"/>
      <w:bookmarkStart w:id="29" w:name="_Toc477360714"/>
      <w:bookmarkStart w:id="30" w:name="_Toc477515802"/>
      <w:bookmarkStart w:id="31" w:name="_Toc477878699"/>
      <w:bookmarkStart w:id="32" w:name="_Toc478140766"/>
      <w:bookmarkStart w:id="33" w:name="_Toc478462478"/>
      <w:bookmarkStart w:id="34" w:name="_Toc413143392"/>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962211">
        <w:rPr>
          <w:rFonts w:eastAsia="Times New Roman"/>
          <w:kern w:val="0"/>
          <w:lang w:eastAsia="en-US" w:bidi="ar-SA"/>
        </w:rPr>
        <w:t>Informações complementares a respeito do cadastramento serão obtidas no site www.compras.mg.gov.br ou pela Central de Atendimento aos Fornecedores do Portal de Compras – MG, via e-mail: </w:t>
      </w:r>
      <w:hyperlink r:id="rId15" w:tgtFrame="_blank" w:tooltip="mailto:cadastro.fornecedores@planejamento.mg.gov.br" w:history="1">
        <w:r w:rsidRPr="00962211">
          <w:rPr>
            <w:rFonts w:eastAsia="Times New Roman"/>
            <w:kern w:val="0"/>
            <w:lang w:eastAsia="en-US" w:bidi="ar-SA"/>
          </w:rPr>
          <w:t>cadastro.fornecedores@planejamento.mg.gov.br</w:t>
        </w:r>
      </w:hyperlink>
      <w:r w:rsidR="000A0D3A" w:rsidRPr="00962211">
        <w:t>.</w:t>
      </w:r>
    </w:p>
    <w:p w:rsidR="000A0D3A" w:rsidRPr="00962211" w:rsidRDefault="000A0D3A" w:rsidP="000264A9">
      <w:pPr>
        <w:pStyle w:val="CPLPadrao"/>
        <w:numPr>
          <w:ilvl w:val="1"/>
          <w:numId w:val="9"/>
        </w:numPr>
        <w:tabs>
          <w:tab w:val="left" w:pos="567"/>
          <w:tab w:val="left" w:pos="709"/>
        </w:tabs>
        <w:spacing w:before="240" w:after="240"/>
        <w:ind w:left="0" w:firstLine="0"/>
      </w:pPr>
      <w:r w:rsidRPr="00962211">
        <w:t xml:space="preserve"> </w:t>
      </w:r>
      <w:r w:rsidR="00796A0D" w:rsidRPr="00962211">
        <w:t>O gerenciamento do Cadastro Geral de Fornecedores – CAGEF é realizado exclusivamente pela Secretaria de Estado de Planejamento e Gestão de Minas Gerais (SEPLAG), não cabendo à Procuradoria-Geral de Justiça solucionar eventuais problemas a ele relacionados.</w:t>
      </w:r>
    </w:p>
    <w:p w:rsidR="00C809A0" w:rsidRPr="00962211" w:rsidRDefault="00C809A0" w:rsidP="000264A9">
      <w:pPr>
        <w:pStyle w:val="Ttulo1"/>
        <w:numPr>
          <w:ilvl w:val="0"/>
          <w:numId w:val="16"/>
        </w:numPr>
        <w:spacing w:before="240" w:after="240"/>
        <w:jc w:val="both"/>
        <w:rPr>
          <w:rFonts w:ascii="Arial" w:hAnsi="Arial" w:cs="Arial"/>
          <w:color w:val="auto"/>
          <w:sz w:val="24"/>
          <w:szCs w:val="24"/>
        </w:rPr>
      </w:pPr>
      <w:bookmarkStart w:id="35" w:name="_Toc51780328"/>
      <w:bookmarkStart w:id="36" w:name="_Toc99971900"/>
      <w:r w:rsidRPr="00962211">
        <w:rPr>
          <w:rFonts w:ascii="Arial" w:hAnsi="Arial" w:cs="Arial"/>
          <w:color w:val="auto"/>
          <w:sz w:val="24"/>
          <w:szCs w:val="24"/>
        </w:rPr>
        <w:t>DO ENVIO DOS DOCUMENTOS DE HABILITAÇÃO E DAS PROPOSTAS PELO SISTEMA</w:t>
      </w:r>
      <w:bookmarkEnd w:id="35"/>
      <w:bookmarkEnd w:id="36"/>
    </w:p>
    <w:p w:rsidR="00C809A0" w:rsidRPr="00962211" w:rsidRDefault="00C809A0" w:rsidP="000264A9">
      <w:pPr>
        <w:pStyle w:val="CPLPadrao"/>
        <w:numPr>
          <w:ilvl w:val="1"/>
          <w:numId w:val="16"/>
        </w:numPr>
        <w:tabs>
          <w:tab w:val="left" w:pos="567"/>
        </w:tabs>
        <w:spacing w:before="240" w:after="240"/>
        <w:ind w:left="0" w:firstLine="0"/>
      </w:pPr>
      <w:r w:rsidRPr="00962211">
        <w:t xml:space="preserve">O licitante deverá encaminhar concomitantemente os documentos de habilitação exigidos no Edital e a proposta com a descrição do objeto ofertado e o </w:t>
      </w:r>
      <w:r w:rsidRPr="00962211">
        <w:lastRenderedPageBreak/>
        <w:t xml:space="preserve">preço, exclusivamente por meio do site </w:t>
      </w:r>
      <w:r w:rsidRPr="00962211">
        <w:rPr>
          <w:u w:val="single"/>
        </w:rPr>
        <w:t>www.compras.mg.gov.br,</w:t>
      </w:r>
      <w:r w:rsidRPr="00962211" w:rsidDel="000F381D">
        <w:t xml:space="preserve"> </w:t>
      </w:r>
      <w:r w:rsidRPr="00962211">
        <w:t>até a data e o horário marcados para abertura da sessão pública, após o preenchimento do formulário eletrônico</w:t>
      </w:r>
      <w:r w:rsidRPr="00962211" w:rsidDel="00D72FD3">
        <w:t xml:space="preserve"> </w:t>
      </w:r>
      <w:r w:rsidRPr="00962211">
        <w:t>e “upload” dos documentos, com declaração em campo próprio do Portal de Compras – MG do cumprimento dos requisitos para a habilitação e a conformidade de sua proposta com as exigências do Edital e seus anexos.</w:t>
      </w:r>
    </w:p>
    <w:p w:rsidR="00C809A0" w:rsidRPr="00962211" w:rsidRDefault="00C809A0" w:rsidP="000264A9">
      <w:pPr>
        <w:pStyle w:val="CPLPadrao"/>
        <w:numPr>
          <w:ilvl w:val="2"/>
          <w:numId w:val="16"/>
        </w:numPr>
        <w:tabs>
          <w:tab w:val="left" w:pos="567"/>
        </w:tabs>
        <w:spacing w:before="240" w:after="240"/>
        <w:ind w:left="0" w:firstLine="0"/>
      </w:pPr>
      <w:r w:rsidRPr="00962211">
        <w:t>Caso a ME/EPP ou equiparada apresente restrição na documentação relativa à comprovação de sua regularidade fiscal e trabalhista, deverá fazê-la constar no campo próprio do Portal de Compras – MG, informando ainda que atende às demais exigências de habilitação.</w:t>
      </w:r>
    </w:p>
    <w:p w:rsidR="00C809A0" w:rsidRPr="00962211" w:rsidRDefault="00C809A0" w:rsidP="000264A9">
      <w:pPr>
        <w:pStyle w:val="CPLPadrao"/>
        <w:numPr>
          <w:ilvl w:val="1"/>
          <w:numId w:val="16"/>
        </w:numPr>
        <w:tabs>
          <w:tab w:val="left" w:pos="567"/>
        </w:tabs>
        <w:spacing w:before="240" w:after="240"/>
        <w:ind w:left="0" w:firstLine="0"/>
      </w:pPr>
      <w:r w:rsidRPr="00962211">
        <w:t>Todas as condições estabelecidas neste Edital serão tacitamente aceitas pelo proponente no ato do envio de seus documentos de habilitação e proposta comercial.</w:t>
      </w:r>
    </w:p>
    <w:p w:rsidR="00C809A0" w:rsidRPr="00962211" w:rsidRDefault="00C809A0" w:rsidP="000264A9">
      <w:pPr>
        <w:pStyle w:val="CPLPadrao"/>
        <w:numPr>
          <w:ilvl w:val="1"/>
          <w:numId w:val="16"/>
        </w:numPr>
        <w:tabs>
          <w:tab w:val="left" w:pos="567"/>
        </w:tabs>
        <w:spacing w:before="240" w:after="240"/>
        <w:ind w:left="0" w:firstLine="0"/>
      </w:pPr>
      <w:r w:rsidRPr="00962211">
        <w:t xml:space="preserve">Os licitantes poderão deixar de apresentar os documentos de habilitação que constem do Certificado de Registro Cadastral emitido pelo CAGEF, nos termos do item 10 deste Edital, </w:t>
      </w:r>
      <w:r w:rsidR="000C7265" w:rsidRPr="00962211">
        <w:t xml:space="preserve">assinalando tal opção </w:t>
      </w:r>
      <w:r w:rsidR="00272F7F" w:rsidRPr="00962211">
        <w:t>em campo próprio d</w:t>
      </w:r>
      <w:r w:rsidR="000C7265" w:rsidRPr="00962211">
        <w:t xml:space="preserve">o </w:t>
      </w:r>
      <w:r w:rsidR="00272F7F" w:rsidRPr="00962211">
        <w:t>Portal de Compras – MG</w:t>
      </w:r>
      <w:r w:rsidR="000C7265" w:rsidRPr="00962211">
        <w:t xml:space="preserve">, </w:t>
      </w:r>
      <w:r w:rsidRPr="00962211">
        <w:t>assegurado aos demais licitantes o direito de acesso aos dados constantes d</w:t>
      </w:r>
      <w:r w:rsidR="00272F7F" w:rsidRPr="00962211">
        <w:t>aquele</w:t>
      </w:r>
      <w:r w:rsidRPr="00962211">
        <w:t xml:space="preserve"> sistema.</w:t>
      </w:r>
    </w:p>
    <w:p w:rsidR="00C809A0" w:rsidRPr="00962211" w:rsidRDefault="00C809A0" w:rsidP="000264A9">
      <w:pPr>
        <w:pStyle w:val="CPLPadrao"/>
        <w:numPr>
          <w:ilvl w:val="1"/>
          <w:numId w:val="16"/>
        </w:numPr>
        <w:tabs>
          <w:tab w:val="left" w:pos="567"/>
        </w:tabs>
        <w:spacing w:before="240" w:after="240"/>
        <w:ind w:left="0" w:firstLine="0"/>
      </w:pPr>
      <w:r w:rsidRPr="00962211">
        <w:t>Até a abertura da sessão, os licitantes poderão retirar ou substituir os documentos de habilitação e a proposta anteriormente encaminhados.</w:t>
      </w:r>
    </w:p>
    <w:p w:rsidR="00C809A0" w:rsidRPr="00962211" w:rsidRDefault="00C809A0" w:rsidP="000264A9">
      <w:pPr>
        <w:pStyle w:val="CPLPadrao"/>
        <w:numPr>
          <w:ilvl w:val="1"/>
          <w:numId w:val="16"/>
        </w:numPr>
        <w:tabs>
          <w:tab w:val="left" w:pos="567"/>
        </w:tabs>
        <w:spacing w:before="240" w:after="240"/>
        <w:ind w:left="0" w:firstLine="0"/>
      </w:pPr>
      <w:r w:rsidRPr="00962211">
        <w:t>As propostas deverão apresentar preço unitário e global, por lote, sendo vedada imposição de condições ou opções, somente admitidas propostas que ofertem apenas um preço.</w:t>
      </w:r>
    </w:p>
    <w:p w:rsidR="00C809A0" w:rsidRPr="00962211" w:rsidRDefault="00C809A0" w:rsidP="000264A9">
      <w:pPr>
        <w:pStyle w:val="CPLPadrao"/>
        <w:numPr>
          <w:ilvl w:val="2"/>
          <w:numId w:val="16"/>
        </w:numPr>
        <w:tabs>
          <w:tab w:val="left" w:pos="567"/>
        </w:tabs>
        <w:spacing w:before="240" w:after="240"/>
        <w:ind w:left="0" w:firstLine="0"/>
      </w:pPr>
      <w:r w:rsidRPr="00962211">
        <w:t xml:space="preserve">O licitante deverá apresentar proposta apenas para o(s) lote(s) que for(em) de seu interesse, desde que </w:t>
      </w:r>
      <w:r w:rsidR="00011213" w:rsidRPr="00962211">
        <w:t>seu valor bem como os lances ofertados durante a sessão de disputa refira-se</w:t>
      </w:r>
      <w:r w:rsidRPr="00962211">
        <w:t xml:space="preserve"> à integralidade do respectivo objeto, não se admitindo propostas que contemplem apenas parcela do lote.</w:t>
      </w:r>
    </w:p>
    <w:p w:rsidR="00C809A0" w:rsidRPr="00962211" w:rsidRDefault="00C809A0" w:rsidP="000264A9">
      <w:pPr>
        <w:pStyle w:val="CPLPadrao"/>
        <w:numPr>
          <w:ilvl w:val="1"/>
          <w:numId w:val="16"/>
        </w:numPr>
        <w:tabs>
          <w:tab w:val="left" w:pos="567"/>
        </w:tabs>
        <w:spacing w:before="240" w:after="240"/>
        <w:ind w:left="0" w:firstLine="0"/>
      </w:pPr>
      <w:r w:rsidRPr="00962211">
        <w:t>Nos preços propostos deverão estar incluídos todos os tributos, encargos sociais, financeiros e trabalhistas, taxas, frete até o destino e quaisquer outros ônus que porventura possam recair sobre o fornecimento do objeto da presente licitação, os quais ficarão a cargo única e exclusivamente da contratada.</w:t>
      </w:r>
    </w:p>
    <w:p w:rsidR="00C809A0" w:rsidRPr="00962211" w:rsidRDefault="00C809A0" w:rsidP="000264A9">
      <w:pPr>
        <w:pStyle w:val="CPLPadrao"/>
        <w:numPr>
          <w:ilvl w:val="1"/>
          <w:numId w:val="16"/>
        </w:numPr>
        <w:tabs>
          <w:tab w:val="left" w:pos="567"/>
        </w:tabs>
        <w:spacing w:before="240" w:after="240"/>
        <w:ind w:left="0" w:firstLine="0"/>
      </w:pPr>
      <w:r w:rsidRPr="00962211">
        <w:t>Os valores das propostas e lances deverão ser apresentados em moeda corrente nacional, em algarismos com duas casas decimais, sendo que os preços unitários podem ser expressos em até quatro casas decimais.</w:t>
      </w:r>
    </w:p>
    <w:p w:rsidR="00C809A0" w:rsidRPr="00962211" w:rsidRDefault="00C809A0" w:rsidP="000264A9">
      <w:pPr>
        <w:pStyle w:val="CPLPadrao"/>
        <w:numPr>
          <w:ilvl w:val="1"/>
          <w:numId w:val="16"/>
        </w:numPr>
        <w:tabs>
          <w:tab w:val="left" w:pos="567"/>
        </w:tabs>
        <w:spacing w:before="240" w:after="240"/>
        <w:ind w:left="0" w:firstLine="0"/>
      </w:pPr>
      <w:r w:rsidRPr="00962211">
        <w:t>Ficam isentos do ICMS os fornecedores aos quais se refere o Decreto nº 43.080/02.</w:t>
      </w:r>
    </w:p>
    <w:p w:rsidR="00C809A0" w:rsidRPr="00962211" w:rsidRDefault="00C809A0" w:rsidP="000264A9">
      <w:pPr>
        <w:pStyle w:val="CPLPadrao"/>
        <w:numPr>
          <w:ilvl w:val="2"/>
          <w:numId w:val="16"/>
        </w:numPr>
        <w:tabs>
          <w:tab w:val="left" w:pos="567"/>
        </w:tabs>
        <w:spacing w:before="240" w:after="240"/>
        <w:ind w:left="0" w:firstLine="0"/>
      </w:pPr>
      <w:r w:rsidRPr="00962211">
        <w:t xml:space="preserve">Para os fornecedores retromencionados, com exceção das microempresas ou empresas de pequeno porte optantes pelo regime do Simples Nacional, a </w:t>
      </w:r>
      <w:r w:rsidRPr="00962211">
        <w:lastRenderedPageBreak/>
        <w:t>classificação e o julgamento das propostas, bem como a etapa de lances, serão realizados a partir dos preços com a dedução do ICMS.</w:t>
      </w:r>
    </w:p>
    <w:p w:rsidR="00C809A0" w:rsidRPr="00962211" w:rsidRDefault="00C809A0" w:rsidP="000264A9">
      <w:pPr>
        <w:pStyle w:val="CPLPadrao"/>
        <w:numPr>
          <w:ilvl w:val="2"/>
          <w:numId w:val="16"/>
        </w:numPr>
        <w:tabs>
          <w:tab w:val="left" w:pos="567"/>
        </w:tabs>
        <w:spacing w:before="240" w:after="240"/>
        <w:ind w:left="0" w:firstLine="0"/>
      </w:pPr>
      <w:r w:rsidRPr="00962211">
        <w:t>As microempresas ou empresas de pequeno porte optantes pelo regime do Simples Nacional deverão anexar em suas propostas comerciais a ficha de inscrição estadual da qual conste tal informação, podendo o Pregoeiro, na sua falta, consultar a opção por este regime no sítio eletrônico da Receita Federal.</w:t>
      </w:r>
    </w:p>
    <w:p w:rsidR="00C809A0" w:rsidRPr="00962211" w:rsidRDefault="00C809A0" w:rsidP="000264A9">
      <w:pPr>
        <w:pStyle w:val="CPLPadrao"/>
        <w:numPr>
          <w:ilvl w:val="1"/>
          <w:numId w:val="16"/>
        </w:numPr>
        <w:tabs>
          <w:tab w:val="left" w:pos="567"/>
        </w:tabs>
        <w:spacing w:before="240" w:after="240"/>
        <w:ind w:left="0" w:firstLine="0"/>
      </w:pPr>
      <w:r w:rsidRPr="00962211">
        <w:t>Os documentos que compõem a proposta e a habilitação do licitante melhor classificado somente serão disponibilizados para avaliação do Pregoeiro e para acesso público após o encerramento do envio de lances.</w:t>
      </w:r>
    </w:p>
    <w:p w:rsidR="003060BF" w:rsidRPr="00962211" w:rsidRDefault="00C809A0" w:rsidP="000264A9">
      <w:pPr>
        <w:pStyle w:val="CPLPadrao"/>
        <w:numPr>
          <w:ilvl w:val="1"/>
          <w:numId w:val="16"/>
        </w:numPr>
        <w:tabs>
          <w:tab w:val="left" w:pos="567"/>
        </w:tabs>
        <w:spacing w:before="240" w:after="240"/>
        <w:ind w:left="0" w:firstLine="0"/>
      </w:pPr>
      <w:r w:rsidRPr="00962211">
        <w:t>Os documentos complementares à proposta e à habilitação, quando necessários à confirmação daqueles exigidos no Edital, serão encaminhados pelo licitante melhor classificado após o encerramento do envio de lances, observado o prazo definido no subitem 9.2.</w:t>
      </w:r>
    </w:p>
    <w:p w:rsidR="00C809A0" w:rsidRPr="00962211" w:rsidRDefault="00C809A0" w:rsidP="000264A9">
      <w:pPr>
        <w:pStyle w:val="Ttulo1"/>
        <w:numPr>
          <w:ilvl w:val="0"/>
          <w:numId w:val="17"/>
        </w:numPr>
        <w:spacing w:before="240" w:after="240"/>
        <w:jc w:val="both"/>
        <w:rPr>
          <w:rFonts w:ascii="Arial" w:hAnsi="Arial" w:cs="Arial"/>
          <w:color w:val="auto"/>
          <w:sz w:val="24"/>
          <w:szCs w:val="24"/>
        </w:rPr>
      </w:pPr>
      <w:bookmarkStart w:id="37" w:name="_Toc51780329"/>
      <w:bookmarkStart w:id="38" w:name="_Toc99971901"/>
      <w:r w:rsidRPr="00962211">
        <w:rPr>
          <w:rFonts w:ascii="Arial" w:hAnsi="Arial" w:cs="Arial"/>
          <w:color w:val="auto"/>
          <w:sz w:val="24"/>
          <w:szCs w:val="24"/>
        </w:rPr>
        <w:t>DA ABERTURA DA SESSÃO PÚBLICA E DA FORMULAÇÃO DOS LANCES</w:t>
      </w:r>
      <w:bookmarkEnd w:id="37"/>
      <w:bookmarkEnd w:id="38"/>
    </w:p>
    <w:p w:rsidR="00C809A0" w:rsidRPr="00962211" w:rsidRDefault="00C809A0" w:rsidP="000264A9">
      <w:pPr>
        <w:pStyle w:val="CPLPadrao"/>
        <w:numPr>
          <w:ilvl w:val="1"/>
          <w:numId w:val="17"/>
        </w:numPr>
        <w:tabs>
          <w:tab w:val="left" w:pos="567"/>
          <w:tab w:val="left" w:pos="851"/>
        </w:tabs>
        <w:spacing w:before="240" w:after="240"/>
        <w:ind w:left="0" w:firstLine="0"/>
      </w:pPr>
      <w:r w:rsidRPr="00962211">
        <w:t>No horário indicado no Preâmbulo deste Edital, o Pregoeiro analisará perfunctoriamente as propostas comerciais e iniciará a sessão pública do pregão eletrônico.</w:t>
      </w:r>
    </w:p>
    <w:p w:rsidR="00C809A0" w:rsidRPr="00962211" w:rsidRDefault="00C809A0" w:rsidP="000264A9">
      <w:pPr>
        <w:pStyle w:val="Corpodetexto2"/>
        <w:numPr>
          <w:ilvl w:val="1"/>
          <w:numId w:val="17"/>
        </w:numPr>
        <w:tabs>
          <w:tab w:val="left" w:pos="567"/>
          <w:tab w:val="num" w:pos="851"/>
          <w:tab w:val="left" w:pos="993"/>
        </w:tabs>
        <w:spacing w:before="240" w:after="240"/>
        <w:ind w:left="0" w:firstLine="0"/>
        <w:rPr>
          <w:b w:val="0"/>
          <w:bCs w:val="0"/>
          <w:color w:val="auto"/>
        </w:rPr>
      </w:pPr>
      <w:r w:rsidRPr="00962211">
        <w:rPr>
          <w:b w:val="0"/>
          <w:bCs w:val="0"/>
          <w:color w:val="auto"/>
        </w:rPr>
        <w:t>DA SESSÃO DE DISPUTA:</w:t>
      </w:r>
    </w:p>
    <w:p w:rsidR="00C809A0" w:rsidRPr="00962211"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962211">
        <w:rPr>
          <w:b w:val="0"/>
          <w:bCs w:val="0"/>
          <w:color w:val="auto"/>
        </w:rPr>
        <w:t>O Pregoeiro divulgará através do Portal de Compras – MG, o resultado da análise preliminar das propostas e convidará os licitantes a apresentarem lances por meio do sistema eletrônico, observado o horário estabelecido no preâmbulo e as demais regras previstas neste Edital.</w:t>
      </w:r>
    </w:p>
    <w:p w:rsidR="00C809A0" w:rsidRPr="00962211"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962211">
        <w:rPr>
          <w:b w:val="0"/>
          <w:bCs w:val="0"/>
          <w:color w:val="auto"/>
        </w:rPr>
        <w:t>A etapa de envio de lances da sessão pública terá duração de 15 (quinze) minutos.</w:t>
      </w:r>
    </w:p>
    <w:p w:rsidR="00C809A0" w:rsidRPr="00962211"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962211">
        <w:rPr>
          <w:b w:val="0"/>
          <w:bCs w:val="0"/>
          <w:color w:val="auto"/>
        </w:rPr>
        <w:t>Encerrada a etapa prevista acima, o sistema encaminhará o aviso de fechamento iminente dos lances e, transcorrido o período de até 10 (dez) minutos, aleatoriamente determinado, a recepção de lances será automaticamente encerrada.</w:t>
      </w:r>
    </w:p>
    <w:p w:rsidR="00C809A0" w:rsidRPr="00962211"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962211">
        <w:rPr>
          <w:b w:val="0"/>
          <w:bCs w:val="0"/>
          <w:color w:val="auto"/>
        </w:rPr>
        <w:t>Em seguida, o sistema abrirá a oportunidade para que o autor da oferta de valor mais baixo e os autores das ofertas com valores até 10 (dez) por cento superiores à de valor mais baixo possam ofertar um lance final fechado em até 5 (cinco) minutos, que será sigiloso até o encerramento deste período.</w:t>
      </w:r>
    </w:p>
    <w:p w:rsidR="00C809A0" w:rsidRPr="00962211"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962211">
        <w:rPr>
          <w:b w:val="0"/>
          <w:bCs w:val="0"/>
          <w:color w:val="auto"/>
        </w:rPr>
        <w:t>Na ausência de, no mínimo, 3 (três) ofertas nas condições de que trata o subitem acima, os autores dos melhores lances subsequentes, na ordem de classificação, até o máximo de mais 3 (três), poderão oferecer um lance final fechado em até 5 (cinco) minutos, que será sigiloso até o encerramento do prazo.</w:t>
      </w:r>
    </w:p>
    <w:p w:rsidR="00C809A0" w:rsidRPr="00962211"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962211">
        <w:rPr>
          <w:b w:val="0"/>
          <w:bCs w:val="0"/>
          <w:color w:val="auto"/>
        </w:rPr>
        <w:lastRenderedPageBreak/>
        <w:t>Encerrados os prazos estabelecidos nos subitens 8.2.4 e 8.2.5, o sistema ordenará os lances conforme sua vantajosidade.</w:t>
      </w:r>
    </w:p>
    <w:p w:rsidR="00C809A0" w:rsidRPr="00962211"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962211">
        <w:rPr>
          <w:b w:val="0"/>
          <w:bCs w:val="0"/>
          <w:color w:val="auto"/>
        </w:rPr>
        <w:t>Na ausência de lance final fechado classificado nos termos dos subitens 8.2.4 e 8.2.5, haverá o reinício da etapa fechada para que os demais licitantes, até o máximo de mais 3 (três), na ordem de classificação, possam ofertar um lance final fechado em até 5 (cinco) minutos, que será sigiloso até o encerramento deste prazo, observado, após esta etapa, o disposto no subitem 8.2.6.</w:t>
      </w:r>
    </w:p>
    <w:p w:rsidR="00C809A0" w:rsidRPr="00962211"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962211">
        <w:rPr>
          <w:b w:val="0"/>
          <w:bCs w:val="0"/>
          <w:color w:val="auto"/>
        </w:rPr>
        <w:t>Na hipótese de não haver licitante classificado na etapa de lance fechado que atenda às exigências para habilitação, o Pregoeiro poderá, mediante justificativa, admitir o reinício da etapa fechada, nos termos do disposto no subitem acima.</w:t>
      </w:r>
    </w:p>
    <w:p w:rsidR="00C809A0" w:rsidRPr="00962211" w:rsidRDefault="00C809A0" w:rsidP="000264A9">
      <w:pPr>
        <w:pStyle w:val="Corpodetexto2"/>
        <w:numPr>
          <w:ilvl w:val="2"/>
          <w:numId w:val="17"/>
        </w:numPr>
        <w:tabs>
          <w:tab w:val="num" w:pos="851"/>
          <w:tab w:val="left" w:pos="993"/>
          <w:tab w:val="num" w:pos="1440"/>
        </w:tabs>
        <w:spacing w:before="240" w:after="240"/>
        <w:ind w:left="0" w:firstLine="0"/>
        <w:rPr>
          <w:b w:val="0"/>
          <w:bCs w:val="0"/>
          <w:color w:val="auto"/>
        </w:rPr>
      </w:pPr>
      <w:r w:rsidRPr="00962211">
        <w:rPr>
          <w:b w:val="0"/>
          <w:color w:val="auto"/>
        </w:rPr>
        <w:t>A critério do Pregoeiro, em razão do quantitativo de lotes e itens licitados, poderá ser realizada a disputa simultânea de 2 (dois) ou mais lotes, conforme informado no “chat” do sistema.</w:t>
      </w:r>
    </w:p>
    <w:p w:rsidR="00C809A0" w:rsidRPr="00962211" w:rsidRDefault="00C809A0" w:rsidP="000264A9">
      <w:pPr>
        <w:pStyle w:val="Corpodetexto2"/>
        <w:numPr>
          <w:ilvl w:val="2"/>
          <w:numId w:val="17"/>
        </w:numPr>
        <w:tabs>
          <w:tab w:val="num" w:pos="851"/>
          <w:tab w:val="left" w:pos="993"/>
          <w:tab w:val="num" w:pos="1440"/>
        </w:tabs>
        <w:spacing w:before="240" w:after="240"/>
        <w:ind w:left="0" w:firstLine="0"/>
        <w:rPr>
          <w:b w:val="0"/>
          <w:bCs w:val="0"/>
          <w:color w:val="auto"/>
        </w:rPr>
      </w:pPr>
      <w:r w:rsidRPr="00962211">
        <w:rPr>
          <w:b w:val="0"/>
          <w:bCs w:val="0"/>
          <w:color w:val="auto"/>
        </w:rPr>
        <w:t>Durante o transcurso da sessão de lances, serão divulgados, em tempo real, o valor e horário do menor lance apresentado pelos licitantes, bem como todas as mensagens trocadas no “chat” do sistema, sendo vedada a identificação do fornecedor até a finalização da fase competitiva.</w:t>
      </w:r>
    </w:p>
    <w:p w:rsidR="00C809A0" w:rsidRPr="00962211" w:rsidRDefault="00C809A0" w:rsidP="000264A9">
      <w:pPr>
        <w:pStyle w:val="Corpodetexto2"/>
        <w:numPr>
          <w:ilvl w:val="2"/>
          <w:numId w:val="17"/>
        </w:numPr>
        <w:tabs>
          <w:tab w:val="num" w:pos="851"/>
          <w:tab w:val="left" w:pos="993"/>
          <w:tab w:val="num" w:pos="1440"/>
        </w:tabs>
        <w:spacing w:before="240" w:after="240"/>
        <w:ind w:left="0" w:firstLine="0"/>
        <w:rPr>
          <w:b w:val="0"/>
          <w:bCs w:val="0"/>
          <w:color w:val="auto"/>
        </w:rPr>
      </w:pPr>
      <w:r w:rsidRPr="00962211">
        <w:rPr>
          <w:b w:val="0"/>
          <w:bCs w:val="0"/>
          <w:color w:val="auto"/>
        </w:rPr>
        <w:t xml:space="preserve">Durante toda a sessão de lances, o sistema permitirá que o licitante cubra o seu próprio lance e não obrigatoriamente o de menor valor da sessão. </w:t>
      </w:r>
    </w:p>
    <w:p w:rsidR="00C809A0" w:rsidRPr="00962211" w:rsidRDefault="00C809A0" w:rsidP="000264A9">
      <w:pPr>
        <w:pStyle w:val="Corpodetexto2"/>
        <w:numPr>
          <w:ilvl w:val="2"/>
          <w:numId w:val="17"/>
        </w:numPr>
        <w:tabs>
          <w:tab w:val="num" w:pos="851"/>
          <w:tab w:val="left" w:pos="993"/>
          <w:tab w:val="num" w:pos="1440"/>
        </w:tabs>
        <w:spacing w:before="240" w:after="240"/>
        <w:ind w:left="0" w:firstLine="0"/>
        <w:rPr>
          <w:b w:val="0"/>
          <w:bCs w:val="0"/>
          <w:color w:val="auto"/>
        </w:rPr>
      </w:pPr>
      <w:r w:rsidRPr="00962211">
        <w:rPr>
          <w:b w:val="0"/>
          <w:bCs w:val="0"/>
          <w:color w:val="auto"/>
        </w:rPr>
        <w:t>Não serão aceitos lances iguais e prevalecerá aquele que for recebido e registrado primeiro no sistema.</w:t>
      </w:r>
    </w:p>
    <w:p w:rsidR="00C809A0" w:rsidRPr="00962211"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962211">
        <w:rPr>
          <w:sz w:val="24"/>
          <w:szCs w:val="24"/>
        </w:rPr>
        <w:t>Caso o proponente não realize lances, será considerado, para efeito de classificação final, o valor da proposta comercial inicialmente apresentada.</w:t>
      </w:r>
    </w:p>
    <w:p w:rsidR="00C809A0" w:rsidRPr="00962211"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962211">
        <w:rPr>
          <w:sz w:val="24"/>
          <w:szCs w:val="24"/>
        </w:rPr>
        <w:t>Eventuais pedidos de desistência relativos à proposta inicialmente apresentada ou aos lances ofertados no decorrer da sessão de disputa deverão ser registrados no “chat” do sistema, acompanhados da respectiva motivação, podendo ser aceitos ou não, a critério do Pregoeiro.</w:t>
      </w:r>
    </w:p>
    <w:p w:rsidR="00C809A0" w:rsidRPr="00962211"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962211">
        <w:rPr>
          <w:sz w:val="24"/>
          <w:szCs w:val="24"/>
        </w:rPr>
        <w:t>Na hipótese de o sistema eletrônico desconectar para o Pregoeiro no decorrer da etapa de envio de lances da sessão pública e permanecer acessível aos licitantes, os lances continuarão sendo recebidos, sem prejuízo dos atos realizados. O Pregoeiro, quando possível, dará continuidade à sua atuação no certame</w:t>
      </w:r>
    </w:p>
    <w:p w:rsidR="00C809A0" w:rsidRPr="00962211" w:rsidRDefault="00C809A0" w:rsidP="000264A9">
      <w:pPr>
        <w:pStyle w:val="Corpodetexto"/>
        <w:widowControl w:val="0"/>
        <w:numPr>
          <w:ilvl w:val="3"/>
          <w:numId w:val="17"/>
        </w:numPr>
        <w:tabs>
          <w:tab w:val="num" w:pos="851"/>
          <w:tab w:val="left" w:pos="993"/>
        </w:tabs>
        <w:spacing w:before="240" w:after="240" w:line="240" w:lineRule="auto"/>
        <w:ind w:left="0" w:firstLine="0"/>
        <w:rPr>
          <w:sz w:val="24"/>
          <w:szCs w:val="24"/>
        </w:rPr>
      </w:pPr>
      <w:r w:rsidRPr="00962211">
        <w:rPr>
          <w:sz w:val="24"/>
          <w:szCs w:val="24"/>
        </w:rPr>
        <w:t xml:space="preserve">Quando a desconexão do sistema eletrônico para o Pregoeiro persistir por tempo superior a 10 (dez) minutos, a sessão do pregão será suspensa, e reiniciada somente decorridas 24 (vinte e quatro) horas após a comunicação expressa do fato aos participantes no sítio </w:t>
      </w:r>
      <w:hyperlink r:id="rId16" w:history="1">
        <w:r w:rsidRPr="00962211">
          <w:rPr>
            <w:sz w:val="24"/>
            <w:szCs w:val="24"/>
          </w:rPr>
          <w:t>www.mpmg.mp.br</w:t>
        </w:r>
      </w:hyperlink>
      <w:r w:rsidRPr="00962211">
        <w:rPr>
          <w:sz w:val="24"/>
          <w:szCs w:val="24"/>
        </w:rPr>
        <w:t>.</w:t>
      </w:r>
    </w:p>
    <w:p w:rsidR="00C809A0" w:rsidRPr="00962211"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962211">
        <w:rPr>
          <w:sz w:val="24"/>
          <w:szCs w:val="24"/>
        </w:rPr>
        <w:lastRenderedPageBreak/>
        <w:t>Finalizada a etapa de envio de lances, haverá a aplicação dos critérios de desempate previstos nos art. 44 e art. 45 da Lei Complementar Federal nº 123/06, seguido da aplicação do critério estabelecido no § 2º do art. 3º da Lei Federal nº 8.666/93, se não houver licitante que atenda à primeira hipótese.</w:t>
      </w:r>
    </w:p>
    <w:p w:rsidR="00C809A0" w:rsidRPr="00962211"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962211">
        <w:rPr>
          <w:sz w:val="24"/>
          <w:szCs w:val="24"/>
        </w:rPr>
        <w:t>O critério de desempate previsto no § 2º do art. 3º da Lei Federal nº 8.666/93, será aplicado, nos termos do subitem acima, caso não haja envio de lances após o início da fase competitiva.</w:t>
      </w:r>
    </w:p>
    <w:p w:rsidR="00251A67" w:rsidRPr="00962211" w:rsidRDefault="00C809A0" w:rsidP="000264A9">
      <w:pPr>
        <w:pStyle w:val="Corpodetexto"/>
        <w:widowControl w:val="0"/>
        <w:numPr>
          <w:ilvl w:val="3"/>
          <w:numId w:val="17"/>
        </w:numPr>
        <w:tabs>
          <w:tab w:val="num" w:pos="851"/>
          <w:tab w:val="left" w:pos="993"/>
        </w:tabs>
        <w:spacing w:before="240" w:after="240" w:line="240" w:lineRule="auto"/>
        <w:ind w:left="0" w:firstLine="0"/>
        <w:rPr>
          <w:sz w:val="24"/>
          <w:szCs w:val="24"/>
        </w:rPr>
      </w:pPr>
      <w:r w:rsidRPr="00962211">
        <w:rPr>
          <w:sz w:val="24"/>
          <w:szCs w:val="24"/>
        </w:rPr>
        <w:t>Na hipótese de persistir o empate, a proposta vencedora será sorteada pelo sistema eletrônico dentre as propostas empatadas</w:t>
      </w:r>
      <w:r w:rsidR="0085065E" w:rsidRPr="00962211">
        <w:rPr>
          <w:sz w:val="24"/>
          <w:szCs w:val="24"/>
        </w:rPr>
        <w:t>.</w:t>
      </w:r>
    </w:p>
    <w:p w:rsidR="005D51B5" w:rsidRPr="00962211" w:rsidRDefault="0082143A" w:rsidP="000264A9">
      <w:pPr>
        <w:pStyle w:val="Ttulo1"/>
        <w:numPr>
          <w:ilvl w:val="0"/>
          <w:numId w:val="18"/>
        </w:numPr>
        <w:spacing w:before="240" w:after="240"/>
        <w:jc w:val="both"/>
        <w:rPr>
          <w:rFonts w:ascii="Arial" w:hAnsi="Arial" w:cs="Arial"/>
          <w:color w:val="auto"/>
          <w:sz w:val="24"/>
          <w:szCs w:val="24"/>
        </w:rPr>
      </w:pPr>
      <w:bookmarkStart w:id="39" w:name="_Toc99971902"/>
      <w:r w:rsidRPr="00962211">
        <w:rPr>
          <w:rFonts w:ascii="Arial" w:hAnsi="Arial" w:cs="Arial"/>
          <w:color w:val="auto"/>
          <w:sz w:val="24"/>
          <w:szCs w:val="24"/>
        </w:rPr>
        <w:t>DA ACEITABILIDADE DA PROPOSTA</w:t>
      </w:r>
      <w:bookmarkEnd w:id="39"/>
    </w:p>
    <w:p w:rsidR="00251A67" w:rsidRPr="00962211" w:rsidRDefault="0085065E" w:rsidP="000264A9">
      <w:pPr>
        <w:pStyle w:val="Corpodetexto"/>
        <w:numPr>
          <w:ilvl w:val="1"/>
          <w:numId w:val="18"/>
        </w:numPr>
        <w:tabs>
          <w:tab w:val="left" w:pos="567"/>
        </w:tabs>
        <w:spacing w:before="240" w:after="240" w:line="240" w:lineRule="auto"/>
        <w:ind w:left="0" w:firstLine="0"/>
        <w:rPr>
          <w:sz w:val="24"/>
          <w:szCs w:val="24"/>
        </w:rPr>
      </w:pPr>
      <w:r w:rsidRPr="00962211">
        <w:rPr>
          <w:sz w:val="24"/>
          <w:szCs w:val="24"/>
        </w:rPr>
        <w:t>O critério de julgamento será o de menor preço global ofertado, obtido de acordo com o Anexo II</w:t>
      </w:r>
      <w:r w:rsidR="00372A02" w:rsidRPr="00962211">
        <w:rPr>
          <w:sz w:val="24"/>
          <w:szCs w:val="24"/>
        </w:rPr>
        <w:t xml:space="preserve"> deste Edital</w:t>
      </w:r>
      <w:r w:rsidRPr="00962211">
        <w:rPr>
          <w:sz w:val="24"/>
          <w:szCs w:val="24"/>
        </w:rPr>
        <w:t>.</w:t>
      </w:r>
    </w:p>
    <w:p w:rsidR="00F36F33" w:rsidRPr="00962211" w:rsidRDefault="00F36F33" w:rsidP="000264A9">
      <w:pPr>
        <w:pStyle w:val="Corpodetexto"/>
        <w:numPr>
          <w:ilvl w:val="1"/>
          <w:numId w:val="18"/>
        </w:numPr>
        <w:tabs>
          <w:tab w:val="left" w:pos="567"/>
        </w:tabs>
        <w:spacing w:before="240" w:after="240" w:line="240" w:lineRule="auto"/>
        <w:ind w:left="0" w:firstLine="0"/>
        <w:rPr>
          <w:sz w:val="24"/>
          <w:szCs w:val="24"/>
        </w:rPr>
      </w:pPr>
      <w:r w:rsidRPr="00962211">
        <w:rPr>
          <w:sz w:val="24"/>
          <w:szCs w:val="24"/>
        </w:rPr>
        <w:t>Encerrada a etapa de envio de lances da sessão pública, o Pregoeiro encaminhará pelo sistema eletrônico contraproposta ao licitante que tenha apresentado o melhor preço, para que seja obtida melhor proposta, vedada a negociação em condições diferentes das previstas neste Edital.</w:t>
      </w:r>
    </w:p>
    <w:p w:rsidR="00F36F33" w:rsidRPr="00962211" w:rsidRDefault="00F36F33" w:rsidP="000264A9">
      <w:pPr>
        <w:pStyle w:val="CPLPadrao"/>
        <w:numPr>
          <w:ilvl w:val="2"/>
          <w:numId w:val="18"/>
        </w:numPr>
        <w:spacing w:before="240" w:after="240"/>
        <w:ind w:left="0" w:firstLine="0"/>
      </w:pPr>
      <w:r w:rsidRPr="00962211">
        <w:t xml:space="preserve">A negociação será realizada por meio do sistema, podendo ser acompanhada pelos demais licitantes. </w:t>
      </w:r>
    </w:p>
    <w:p w:rsidR="00251A67" w:rsidRPr="00962211" w:rsidRDefault="00F845FB" w:rsidP="000264A9">
      <w:pPr>
        <w:pStyle w:val="CPLPadrao"/>
        <w:numPr>
          <w:ilvl w:val="2"/>
          <w:numId w:val="18"/>
        </w:numPr>
        <w:spacing w:before="240" w:after="240"/>
        <w:ind w:left="0" w:firstLine="0"/>
      </w:pPr>
      <w:r w:rsidRPr="00962211">
        <w:t>Após a negociação, o licitante melhor classificado deverá encaminhar, exclusivamente via Portal de Compras – MG, no prazo máximo de 4 (quatro) horas contadas da solicitação do Pregoeiro no “chat” do sistema, a proposta comercial escrita, adequada ao valor final ofertado e com especificação completa do objeto, inclusive com indicação de marca e modelo quando for o caso, e, se necessário,</w:t>
      </w:r>
      <w:r w:rsidRPr="00962211">
        <w:rPr>
          <w:i/>
        </w:rPr>
        <w:t xml:space="preserve"> </w:t>
      </w:r>
      <w:r w:rsidRPr="00962211">
        <w:t>em igual prazo, após oportuna solicitação do pregoeiro, eventuais documentos complementares</w:t>
      </w:r>
      <w:r w:rsidR="0082143A" w:rsidRPr="00962211">
        <w:t>.</w:t>
      </w:r>
    </w:p>
    <w:p w:rsidR="006919C7" w:rsidRPr="00962211" w:rsidRDefault="00E96D4D" w:rsidP="000264A9">
      <w:pPr>
        <w:pStyle w:val="CPLPadrao"/>
        <w:numPr>
          <w:ilvl w:val="2"/>
          <w:numId w:val="18"/>
        </w:numPr>
        <w:spacing w:before="240" w:after="240"/>
        <w:ind w:left="0" w:firstLine="0"/>
      </w:pPr>
      <w:r w:rsidRPr="00962211">
        <w:t xml:space="preserve">Sendo exigida </w:t>
      </w:r>
      <w:r w:rsidR="006919C7" w:rsidRPr="00962211">
        <w:t>apresentação de plani</w:t>
      </w:r>
      <w:r w:rsidRPr="00962211">
        <w:t>lha de composição de preços, est</w:t>
      </w:r>
      <w:r w:rsidR="006919C7" w:rsidRPr="00962211">
        <w:t xml:space="preserve">a </w:t>
      </w:r>
      <w:r w:rsidRPr="00962211">
        <w:t xml:space="preserve">também </w:t>
      </w:r>
      <w:r w:rsidR="006919C7" w:rsidRPr="00962211">
        <w:t xml:space="preserve">deverá ser encaminhada exclusivamente via sistema, </w:t>
      </w:r>
      <w:r w:rsidRPr="00962211">
        <w:t xml:space="preserve">juntamente com a proposta comercial, </w:t>
      </w:r>
      <w:r w:rsidR="006919C7" w:rsidRPr="00962211">
        <w:t xml:space="preserve">no prazo </w:t>
      </w:r>
      <w:r w:rsidRPr="00962211">
        <w:t>acima estipulado</w:t>
      </w:r>
      <w:r w:rsidR="006919C7" w:rsidRPr="00962211">
        <w:t>, com os respectivos valores readequados ao lance vencedor após a negociação.</w:t>
      </w:r>
    </w:p>
    <w:p w:rsidR="00251A67" w:rsidRPr="00962211" w:rsidRDefault="00080E60" w:rsidP="000264A9">
      <w:pPr>
        <w:pStyle w:val="CPLPadrao"/>
        <w:numPr>
          <w:ilvl w:val="2"/>
          <w:numId w:val="18"/>
        </w:numPr>
        <w:spacing w:before="240" w:after="240"/>
        <w:ind w:left="0" w:firstLine="0"/>
      </w:pPr>
      <w:r w:rsidRPr="00962211">
        <w:t>O licitante enquadrado pelo Decreto nº 43.080/02, exceto as microempresas e empresas de pequeno porte optantes pelo Simples Nacional, deverá informar em sua proposta final os preços resultantes da dedução do ICMS</w:t>
      </w:r>
      <w:r w:rsidR="00A61CE9" w:rsidRPr="00962211">
        <w:t>.</w:t>
      </w:r>
    </w:p>
    <w:p w:rsidR="00A61CE9" w:rsidRPr="00962211" w:rsidRDefault="00A61CE9" w:rsidP="000264A9">
      <w:pPr>
        <w:pStyle w:val="CPLPadrao"/>
        <w:numPr>
          <w:ilvl w:val="2"/>
          <w:numId w:val="18"/>
        </w:numPr>
        <w:spacing w:before="240" w:after="240"/>
        <w:ind w:left="0" w:firstLine="0"/>
      </w:pPr>
      <w:r w:rsidRPr="00962211">
        <w:t>Como condição prévia ao exame da aceitabilidade da proposta do licitante arrematante, o Pregoeiro verificará eventual descumprimento das condições de participação elencadas no item 4 deste Edital, especialmente quanto à existência de sanção que impeça a participação no certame ou a futura contratação, mediante consulta aos seguintes cadastros:</w:t>
      </w:r>
    </w:p>
    <w:p w:rsidR="00A61CE9" w:rsidRPr="00962211" w:rsidRDefault="00A61CE9" w:rsidP="000264A9">
      <w:pPr>
        <w:numPr>
          <w:ilvl w:val="3"/>
          <w:numId w:val="18"/>
        </w:numPr>
        <w:tabs>
          <w:tab w:val="left" w:pos="851"/>
        </w:tabs>
        <w:suppressAutoHyphens w:val="0"/>
        <w:autoSpaceDE/>
        <w:spacing w:before="240" w:after="240"/>
        <w:ind w:left="0" w:firstLine="0"/>
        <w:jc w:val="both"/>
      </w:pPr>
      <w:r w:rsidRPr="00962211">
        <w:lastRenderedPageBreak/>
        <w:t>Cadastro Nacional de Empresas Inidôneas e Suspensas – CEIS;</w:t>
      </w:r>
    </w:p>
    <w:p w:rsidR="00A61CE9" w:rsidRPr="00962211" w:rsidRDefault="00A61CE9" w:rsidP="000264A9">
      <w:pPr>
        <w:numPr>
          <w:ilvl w:val="3"/>
          <w:numId w:val="18"/>
        </w:numPr>
        <w:tabs>
          <w:tab w:val="left" w:pos="851"/>
        </w:tabs>
        <w:suppressAutoHyphens w:val="0"/>
        <w:autoSpaceDE/>
        <w:spacing w:before="240" w:after="240"/>
        <w:ind w:left="0" w:firstLine="0"/>
        <w:jc w:val="both"/>
      </w:pPr>
      <w:r w:rsidRPr="00962211">
        <w:t xml:space="preserve">Cadastro Nacional de Condenações Cíveis por Atos de Improbidade Administrativa e Inelegibilidade – CNIA, do Conselho Nacional de Justiça. </w:t>
      </w:r>
    </w:p>
    <w:p w:rsidR="00A61CE9" w:rsidRPr="00962211" w:rsidRDefault="00A61CE9" w:rsidP="000264A9">
      <w:pPr>
        <w:pStyle w:val="CPLPadrao"/>
        <w:numPr>
          <w:ilvl w:val="2"/>
          <w:numId w:val="18"/>
        </w:numPr>
        <w:spacing w:before="240" w:after="240"/>
        <w:ind w:left="0" w:firstLine="0"/>
      </w:pPr>
      <w:r w:rsidRPr="00962211">
        <w:t>A consulta ao Cadastro Nacional de Condenações Cíveis por Atos de Improbidade Administrativa e Inelegibilidade – CNIA também será realizada em nome dos sócios majoritários da empresa, por força do art. 12 da Lei Federal nº 8.429/92, que prevê, dentre as sanções impostas ao responsável pela prática de ato de improbidade administrativa, a proibição de contratar com o Poder Público, ainda que por intermédio de pessoa jurídica da qual seja sócio majoritário.</w:t>
      </w:r>
    </w:p>
    <w:p w:rsidR="00A61CE9" w:rsidRPr="00962211" w:rsidRDefault="00A61CE9" w:rsidP="000264A9">
      <w:pPr>
        <w:numPr>
          <w:ilvl w:val="1"/>
          <w:numId w:val="18"/>
        </w:numPr>
        <w:tabs>
          <w:tab w:val="left" w:pos="567"/>
        </w:tabs>
        <w:suppressAutoHyphens w:val="0"/>
        <w:autoSpaceDE/>
        <w:spacing w:before="240" w:after="240"/>
        <w:ind w:left="0" w:firstLine="0"/>
        <w:jc w:val="both"/>
      </w:pPr>
      <w:r w:rsidRPr="00962211">
        <w:t>Efetuada a verificação referente ao cumprimento das condições de participação no certame, o Pregoeiro examinará a aceitabilidade da melhor oferta, quanto ao objeto e valor, decidindo motivadamente a respeito.</w:t>
      </w:r>
    </w:p>
    <w:p w:rsidR="00CA2C56" w:rsidRPr="00962211" w:rsidRDefault="00CA2C56" w:rsidP="000264A9">
      <w:pPr>
        <w:pStyle w:val="CPLPadrao"/>
        <w:numPr>
          <w:ilvl w:val="2"/>
          <w:numId w:val="18"/>
        </w:numPr>
        <w:spacing w:before="240" w:after="240"/>
        <w:ind w:left="0" w:firstLine="0"/>
      </w:pPr>
      <w:r w:rsidRPr="00962211">
        <w:t>Somente serão objeto de análise a marca e o modelo</w:t>
      </w:r>
      <w:r w:rsidR="00E65619" w:rsidRPr="00962211">
        <w:t xml:space="preserve"> </w:t>
      </w:r>
      <w:r w:rsidRPr="00962211">
        <w:t>indicados pelo licitante arrematante em sua proposta final</w:t>
      </w:r>
      <w:r w:rsidR="00E65619" w:rsidRPr="00962211">
        <w:t>, quando for o caso, e,</w:t>
      </w:r>
      <w:r w:rsidRPr="00962211">
        <w:t xml:space="preserve"> </w:t>
      </w:r>
      <w:r w:rsidR="00E65619" w:rsidRPr="00962211">
        <w:t>havendo</w:t>
      </w:r>
      <w:r w:rsidRPr="00962211">
        <w:t xml:space="preserve"> desclassificação ou inabilitação, pelos demais licitantes, sucessivamente, respeitada a ordem de classificação.</w:t>
      </w:r>
    </w:p>
    <w:p w:rsidR="00251A67" w:rsidRPr="00962211" w:rsidRDefault="0085065E" w:rsidP="000264A9">
      <w:pPr>
        <w:numPr>
          <w:ilvl w:val="1"/>
          <w:numId w:val="18"/>
        </w:numPr>
        <w:tabs>
          <w:tab w:val="left" w:pos="567"/>
        </w:tabs>
        <w:suppressAutoHyphens w:val="0"/>
        <w:autoSpaceDE/>
        <w:spacing w:before="240" w:after="240"/>
        <w:ind w:left="0" w:firstLine="0"/>
        <w:jc w:val="both"/>
      </w:pPr>
      <w:r w:rsidRPr="00962211">
        <w:t>São critérios de aceitabilidade das propostas:</w:t>
      </w:r>
    </w:p>
    <w:p w:rsidR="00251A67" w:rsidRPr="00962211" w:rsidRDefault="0085065E" w:rsidP="000264A9">
      <w:pPr>
        <w:pStyle w:val="CPLPadrao"/>
        <w:numPr>
          <w:ilvl w:val="2"/>
          <w:numId w:val="18"/>
        </w:numPr>
        <w:spacing w:before="240" w:after="240"/>
        <w:ind w:left="0" w:firstLine="0"/>
      </w:pPr>
      <w:r w:rsidRPr="00962211">
        <w:t xml:space="preserve">Conformidade das especificações constantes na proposta </w:t>
      </w:r>
      <w:r w:rsidR="006636CC" w:rsidRPr="00962211">
        <w:t>com aquelas previstas no Edital;</w:t>
      </w:r>
    </w:p>
    <w:p w:rsidR="00251A67" w:rsidRPr="00962211" w:rsidRDefault="002328BE" w:rsidP="000264A9">
      <w:pPr>
        <w:pStyle w:val="CPLPadrao"/>
        <w:numPr>
          <w:ilvl w:val="2"/>
          <w:numId w:val="18"/>
        </w:numPr>
        <w:spacing w:before="240" w:after="240"/>
        <w:ind w:left="0" w:firstLine="0"/>
      </w:pPr>
      <w:r w:rsidRPr="00962211">
        <w:t>Compatibilidade dos preços unitários e global propostos com aqueles praticados no mercado, tendo como base os valores estimados de referência constantes do processo licitatório</w:t>
      </w:r>
      <w:r w:rsidR="0082143A" w:rsidRPr="00962211">
        <w:t>.</w:t>
      </w:r>
      <w:r w:rsidR="0085065E" w:rsidRPr="00962211">
        <w:t xml:space="preserve"> </w:t>
      </w:r>
    </w:p>
    <w:p w:rsidR="00251A67" w:rsidRPr="00962211" w:rsidRDefault="0082143A" w:rsidP="000264A9">
      <w:pPr>
        <w:numPr>
          <w:ilvl w:val="1"/>
          <w:numId w:val="18"/>
        </w:numPr>
        <w:tabs>
          <w:tab w:val="left" w:pos="567"/>
        </w:tabs>
        <w:suppressAutoHyphens w:val="0"/>
        <w:autoSpaceDE/>
        <w:spacing w:before="240" w:after="240"/>
        <w:ind w:left="0" w:firstLine="0"/>
        <w:jc w:val="both"/>
      </w:pPr>
      <w:r w:rsidRPr="00962211">
        <w:t xml:space="preserve">A proposta comercial que desatender os critérios acima não será aceita pelo Pregoeiro, sendo desclassificado do certame o licitante que a tiver apresentado. </w:t>
      </w:r>
    </w:p>
    <w:p w:rsidR="00251A67" w:rsidRPr="00962211" w:rsidRDefault="0082143A" w:rsidP="000264A9">
      <w:pPr>
        <w:numPr>
          <w:ilvl w:val="1"/>
          <w:numId w:val="18"/>
        </w:numPr>
        <w:tabs>
          <w:tab w:val="left" w:pos="567"/>
        </w:tabs>
        <w:suppressAutoHyphens w:val="0"/>
        <w:autoSpaceDE/>
        <w:spacing w:before="240" w:after="240"/>
        <w:ind w:left="0" w:firstLine="0"/>
        <w:jc w:val="both"/>
      </w:pPr>
      <w:r w:rsidRPr="00962211">
        <w:t>Também</w:t>
      </w:r>
      <w:r w:rsidR="0085065E" w:rsidRPr="00962211">
        <w:t xml:space="preserve"> não serão aceitas as propostas que apresentarem preços manifestamente inexequíveis ou excessivos, consoante o inciso II do artigo 48 da Lei Federal nº 8.666/93.</w:t>
      </w:r>
    </w:p>
    <w:p w:rsidR="00251A67" w:rsidRPr="00962211" w:rsidRDefault="0085065E" w:rsidP="000264A9">
      <w:pPr>
        <w:numPr>
          <w:ilvl w:val="1"/>
          <w:numId w:val="18"/>
        </w:numPr>
        <w:tabs>
          <w:tab w:val="left" w:pos="567"/>
        </w:tabs>
        <w:suppressAutoHyphens w:val="0"/>
        <w:autoSpaceDE/>
        <w:spacing w:before="240" w:after="240"/>
        <w:ind w:left="0" w:firstLine="0"/>
        <w:jc w:val="both"/>
      </w:pPr>
      <w:r w:rsidRPr="00962211">
        <w:t>Caso o Pregoeiro</w:t>
      </w:r>
      <w:r w:rsidR="003060BF" w:rsidRPr="00962211">
        <w:t xml:space="preserve">, subsidiado pela área técnica competente, </w:t>
      </w:r>
      <w:r w:rsidRPr="00962211">
        <w:t>entenda que o preço é inexequível, estabelecer</w:t>
      </w:r>
      <w:r w:rsidR="00D61E98" w:rsidRPr="00962211">
        <w:t>á</w:t>
      </w:r>
      <w:r w:rsidRPr="00962211">
        <w:t xml:space="preserve"> prazo para que o licitante demonstre a exequibilidade de seu preço. </w:t>
      </w:r>
    </w:p>
    <w:p w:rsidR="00251A67" w:rsidRPr="00962211" w:rsidRDefault="001B14B7" w:rsidP="000264A9">
      <w:pPr>
        <w:numPr>
          <w:ilvl w:val="2"/>
          <w:numId w:val="18"/>
        </w:numPr>
        <w:tabs>
          <w:tab w:val="left" w:pos="851"/>
        </w:tabs>
        <w:suppressAutoHyphens w:val="0"/>
        <w:autoSpaceDE/>
        <w:spacing w:before="240" w:after="240"/>
        <w:ind w:left="0" w:firstLine="0"/>
        <w:jc w:val="both"/>
      </w:pPr>
      <w:r w:rsidRPr="00962211">
        <w:t>O licitante deverá demonstrar a exequibilidade do seu preço através da documentação abaixo</w:t>
      </w:r>
      <w:r w:rsidR="0001321C" w:rsidRPr="00962211">
        <w:t>:</w:t>
      </w:r>
    </w:p>
    <w:p w:rsidR="00251A67" w:rsidRPr="00962211" w:rsidRDefault="0085065E" w:rsidP="000264A9">
      <w:pPr>
        <w:numPr>
          <w:ilvl w:val="3"/>
          <w:numId w:val="18"/>
        </w:numPr>
        <w:tabs>
          <w:tab w:val="left" w:pos="851"/>
        </w:tabs>
        <w:suppressAutoHyphens w:val="0"/>
        <w:autoSpaceDE/>
        <w:spacing w:before="240" w:after="240"/>
        <w:ind w:left="0" w:firstLine="0"/>
        <w:jc w:val="both"/>
      </w:pPr>
      <w:r w:rsidRPr="00962211">
        <w:t xml:space="preserve">Planilha de custos </w:t>
      </w:r>
      <w:r w:rsidR="001B14B7" w:rsidRPr="00962211">
        <w:t xml:space="preserve">detalhada </w:t>
      </w:r>
      <w:r w:rsidRPr="00962211">
        <w:t>elaborada pelo licitante; e</w:t>
      </w:r>
    </w:p>
    <w:p w:rsidR="00251A67" w:rsidRPr="00962211" w:rsidRDefault="0085065E" w:rsidP="000264A9">
      <w:pPr>
        <w:numPr>
          <w:ilvl w:val="3"/>
          <w:numId w:val="18"/>
        </w:numPr>
        <w:tabs>
          <w:tab w:val="left" w:pos="851"/>
        </w:tabs>
        <w:suppressAutoHyphens w:val="0"/>
        <w:autoSpaceDE/>
        <w:spacing w:before="240" w:after="240"/>
        <w:ind w:left="0" w:firstLine="0"/>
        <w:jc w:val="both"/>
      </w:pPr>
      <w:r w:rsidRPr="00962211">
        <w:t>Documento</w:t>
      </w:r>
      <w:r w:rsidR="001B14B7" w:rsidRPr="00962211">
        <w:t>s</w:t>
      </w:r>
      <w:r w:rsidRPr="00962211">
        <w:t xml:space="preserve"> que comprove</w:t>
      </w:r>
      <w:r w:rsidR="001B14B7" w:rsidRPr="00962211">
        <w:t>m</w:t>
      </w:r>
      <w:r w:rsidRPr="00962211">
        <w:t xml:space="preserve"> </w:t>
      </w:r>
      <w:r w:rsidR="001B14B7" w:rsidRPr="00962211">
        <w:t>os custos constantes da planilha do subitem anterior</w:t>
      </w:r>
      <w:r w:rsidRPr="00962211">
        <w:t>.</w:t>
      </w:r>
    </w:p>
    <w:p w:rsidR="00B26BBE" w:rsidRPr="00962211" w:rsidRDefault="00B26BBE" w:rsidP="000264A9">
      <w:pPr>
        <w:numPr>
          <w:ilvl w:val="2"/>
          <w:numId w:val="18"/>
        </w:numPr>
        <w:tabs>
          <w:tab w:val="left" w:pos="709"/>
        </w:tabs>
        <w:suppressAutoHyphens w:val="0"/>
        <w:autoSpaceDE/>
        <w:spacing w:before="240" w:after="240"/>
        <w:ind w:left="0" w:firstLine="0"/>
        <w:jc w:val="both"/>
      </w:pPr>
      <w:r w:rsidRPr="00962211">
        <w:lastRenderedPageBreak/>
        <w:t xml:space="preserve">O licitante que apresentar proposta final de valor global inferior a 70% (setenta por cento) de um dos parâmetros previstos no art. 48, § 1º, a e b, da Lei Federal nº 8.666/93 será convocado pelo </w:t>
      </w:r>
      <w:r w:rsidR="00796A0D" w:rsidRPr="00962211">
        <w:t>P</w:t>
      </w:r>
      <w:r w:rsidRPr="00962211">
        <w:t>regoeiro a demonstrar sua exequibilidade, nos moldes do subitem anterior, sob pena de desclassificação de sua proposta.</w:t>
      </w:r>
    </w:p>
    <w:p w:rsidR="00251A67" w:rsidRPr="00962211" w:rsidRDefault="0082143A" w:rsidP="000264A9">
      <w:pPr>
        <w:numPr>
          <w:ilvl w:val="1"/>
          <w:numId w:val="18"/>
        </w:numPr>
        <w:tabs>
          <w:tab w:val="left" w:pos="567"/>
        </w:tabs>
        <w:suppressAutoHyphens w:val="0"/>
        <w:autoSpaceDE/>
        <w:spacing w:before="240" w:after="240"/>
        <w:ind w:left="0" w:firstLine="0"/>
        <w:jc w:val="both"/>
      </w:pPr>
      <w:r w:rsidRPr="00962211">
        <w:t>EXIGÊNCIA DE AMOSTRA/PROTÓTIPO: Caso haja previsão de exigência de amostra ou protótipo no Anexo VI</w:t>
      </w:r>
      <w:r w:rsidR="004346D3" w:rsidRPr="00962211">
        <w:t>I</w:t>
      </w:r>
      <w:r w:rsidRPr="00962211">
        <w:t xml:space="preserve"> (Termo de Referência), o Pregoeiro poderá solicitar sua apresentação, para análise de sua conformidade com as exigências do Edital. </w:t>
      </w:r>
    </w:p>
    <w:p w:rsidR="004778F2" w:rsidRPr="00962211" w:rsidRDefault="004778F2" w:rsidP="000264A9">
      <w:pPr>
        <w:numPr>
          <w:ilvl w:val="2"/>
          <w:numId w:val="18"/>
        </w:numPr>
        <w:suppressAutoHyphens w:val="0"/>
        <w:autoSpaceDE/>
        <w:spacing w:before="240" w:after="240"/>
        <w:ind w:left="0" w:firstLine="0"/>
        <w:jc w:val="both"/>
      </w:pPr>
      <w:r w:rsidRPr="00962211">
        <w:t>A(s) amostra(s) deverá(ão) ser apresentada(s) pelo primeiro colocado e, havendo desclassificação ou inabilitação, pelo segundo colocado, e assim sucessivamente, respeitando a ordem de classificação final dos lances ofertados.</w:t>
      </w:r>
    </w:p>
    <w:p w:rsidR="003E36B7" w:rsidRPr="00962211" w:rsidRDefault="003E36B7" w:rsidP="000264A9">
      <w:pPr>
        <w:numPr>
          <w:ilvl w:val="2"/>
          <w:numId w:val="18"/>
        </w:numPr>
        <w:suppressAutoHyphens w:val="0"/>
        <w:autoSpaceDE/>
        <w:spacing w:before="240" w:after="240"/>
        <w:ind w:left="0" w:firstLine="0"/>
        <w:jc w:val="both"/>
      </w:pPr>
      <w:r w:rsidRPr="00962211">
        <w:t>No “chat” do sistema, o Pregoeiro orientará os licitantes interessados acerca das medidas necessárias ao acompanhamento do procedimento de análise das amostras eventualmente apresentadas.</w:t>
      </w:r>
    </w:p>
    <w:p w:rsidR="009B451D" w:rsidRPr="00962211" w:rsidRDefault="009B451D" w:rsidP="000264A9">
      <w:pPr>
        <w:numPr>
          <w:ilvl w:val="1"/>
          <w:numId w:val="18"/>
        </w:numPr>
        <w:tabs>
          <w:tab w:val="left" w:pos="567"/>
        </w:tabs>
        <w:suppressAutoHyphens w:val="0"/>
        <w:autoSpaceDE/>
        <w:spacing w:before="240" w:after="240"/>
        <w:ind w:left="0" w:firstLine="0"/>
        <w:jc w:val="both"/>
      </w:pPr>
      <w:r w:rsidRPr="00962211">
        <w:t>Caso o licitante não apresente amostra/protótipo no prazo definido no Anexo VII (Termo de Referência), ou na hipótese de não atendimento às exigências do Edital, a proposta do licitante não será aceita.</w:t>
      </w:r>
    </w:p>
    <w:p w:rsidR="009B451D" w:rsidRPr="00962211" w:rsidRDefault="009B451D" w:rsidP="000264A9">
      <w:pPr>
        <w:numPr>
          <w:ilvl w:val="1"/>
          <w:numId w:val="18"/>
        </w:numPr>
        <w:tabs>
          <w:tab w:val="left" w:pos="709"/>
        </w:tabs>
        <w:suppressAutoHyphens w:val="0"/>
        <w:autoSpaceDE/>
        <w:spacing w:before="240" w:after="240"/>
        <w:ind w:left="0" w:firstLine="0"/>
        <w:jc w:val="both"/>
      </w:pPr>
      <w:r w:rsidRPr="00962211">
        <w:t>As amostras poderão ser dispensadas pelo setor técnico responsável pela análise do objeto, desde que apresentado prospecto ou manual do produto ofertado, os quais contenham todas as informações técnicas do objeto, atendendo às exigências editalícias, ou pelo prévio conhecimento acerca da aceitabilidade da marca/modelo apresentado pelo licitante.</w:t>
      </w:r>
    </w:p>
    <w:p w:rsidR="002B74E5" w:rsidRPr="00962211" w:rsidRDefault="002B74E5" w:rsidP="000264A9">
      <w:pPr>
        <w:numPr>
          <w:ilvl w:val="1"/>
          <w:numId w:val="18"/>
        </w:numPr>
        <w:suppressAutoHyphens w:val="0"/>
        <w:autoSpaceDE/>
        <w:spacing w:before="240" w:after="240"/>
        <w:ind w:left="0" w:firstLine="0"/>
        <w:jc w:val="both"/>
      </w:pPr>
      <w:r w:rsidRPr="00962211">
        <w:t>A(s) amostra(s) apresentada(s) pelo(s) licitante(s) deverá(ão) ser recolhida(s) em até 30 (trinta) dias, contados da homologação do processo licitatório, ressalvados os casos em que for conveniente para a Administração mantê-la(s) em sua posse até a entrega definitiva do objeto.</w:t>
      </w:r>
    </w:p>
    <w:p w:rsidR="002B74E5" w:rsidRPr="00962211" w:rsidRDefault="002B74E5" w:rsidP="000264A9">
      <w:pPr>
        <w:numPr>
          <w:ilvl w:val="2"/>
          <w:numId w:val="18"/>
        </w:numPr>
        <w:tabs>
          <w:tab w:val="left" w:pos="851"/>
        </w:tabs>
        <w:suppressAutoHyphens w:val="0"/>
        <w:autoSpaceDE/>
        <w:spacing w:before="240" w:after="240"/>
        <w:ind w:left="0" w:firstLine="0"/>
        <w:jc w:val="both"/>
        <w:rPr>
          <w:kern w:val="0"/>
          <w:lang w:eastAsia="pt-BR"/>
        </w:rPr>
      </w:pPr>
      <w:r w:rsidRPr="00962211">
        <w:rPr>
          <w:kern w:val="0"/>
          <w:lang w:eastAsia="pt-BR"/>
        </w:rPr>
        <w:t xml:space="preserve">O recolhimento da(s) amostra(s), mencionado no subitem anterior, deverá ser realizado por representante da empresa com poderes devidamente comprovados, eximindo-se a Procuradoria-Geral de Justiça de qualquer ônus por inutilização ou danos decorrentes de testes efetuados no produto. </w:t>
      </w:r>
    </w:p>
    <w:p w:rsidR="002B74E5" w:rsidRPr="00962211" w:rsidRDefault="002B74E5" w:rsidP="000264A9">
      <w:pPr>
        <w:numPr>
          <w:ilvl w:val="2"/>
          <w:numId w:val="18"/>
        </w:numPr>
        <w:tabs>
          <w:tab w:val="left" w:pos="851"/>
        </w:tabs>
        <w:suppressAutoHyphens w:val="0"/>
        <w:autoSpaceDE/>
        <w:spacing w:before="240" w:after="240"/>
        <w:ind w:left="0" w:firstLine="0"/>
        <w:jc w:val="both"/>
        <w:rPr>
          <w:kern w:val="0"/>
          <w:lang w:eastAsia="pt-BR"/>
        </w:rPr>
      </w:pPr>
      <w:r w:rsidRPr="00962211">
        <w:rPr>
          <w:kern w:val="0"/>
          <w:lang w:eastAsia="pt-BR"/>
        </w:rPr>
        <w:t>À(s) amostra(s) não recolhida(s) no prazo estipulado será dado destino que melhor convier à Procuradoria-Geral de Justiça, a critério deste Órgão.</w:t>
      </w:r>
    </w:p>
    <w:p w:rsidR="00251A67" w:rsidRPr="00962211" w:rsidRDefault="0082143A" w:rsidP="000264A9">
      <w:pPr>
        <w:numPr>
          <w:ilvl w:val="1"/>
          <w:numId w:val="18"/>
        </w:numPr>
        <w:suppressAutoHyphens w:val="0"/>
        <w:autoSpaceDE/>
        <w:spacing w:before="240" w:after="240"/>
        <w:ind w:left="0" w:firstLine="0"/>
        <w:jc w:val="both"/>
      </w:pPr>
      <w:r w:rsidRPr="00962211">
        <w:t>Constatada a satisfação das exigências editalícias, inclusive quanto a amostra/protótipo, quando for o caso, o Pregoeiro declarará aceita a melhor proposta.</w:t>
      </w:r>
    </w:p>
    <w:p w:rsidR="00251A67" w:rsidRPr="00962211" w:rsidRDefault="0082143A" w:rsidP="000264A9">
      <w:pPr>
        <w:pStyle w:val="Ttulo1"/>
        <w:numPr>
          <w:ilvl w:val="0"/>
          <w:numId w:val="18"/>
        </w:numPr>
        <w:spacing w:before="240" w:after="240"/>
        <w:jc w:val="both"/>
        <w:rPr>
          <w:rFonts w:ascii="Arial" w:hAnsi="Arial" w:cs="Arial"/>
          <w:b w:val="0"/>
          <w:color w:val="auto"/>
          <w:sz w:val="24"/>
          <w:szCs w:val="24"/>
        </w:rPr>
      </w:pPr>
      <w:bookmarkStart w:id="40" w:name="_Toc99971903"/>
      <w:r w:rsidRPr="00962211">
        <w:rPr>
          <w:rFonts w:ascii="Arial" w:hAnsi="Arial" w:cs="Arial"/>
          <w:color w:val="auto"/>
          <w:sz w:val="24"/>
          <w:szCs w:val="24"/>
        </w:rPr>
        <w:lastRenderedPageBreak/>
        <w:t>DA HABILITAÇÃO</w:t>
      </w:r>
      <w:bookmarkEnd w:id="40"/>
    </w:p>
    <w:p w:rsidR="002328BE" w:rsidRPr="00962211" w:rsidRDefault="002328BE" w:rsidP="000264A9">
      <w:pPr>
        <w:numPr>
          <w:ilvl w:val="1"/>
          <w:numId w:val="18"/>
        </w:numPr>
        <w:suppressAutoHyphens w:val="0"/>
        <w:autoSpaceDE/>
        <w:spacing w:before="240" w:after="240"/>
        <w:ind w:left="0" w:firstLine="0"/>
        <w:jc w:val="both"/>
      </w:pPr>
      <w:r w:rsidRPr="00962211">
        <w:t>O Pregoeiro consultará a situação de regularidade do licitante detentor da melhor proposta válida junto ao CAGEF, por meio do Certificado de Registro Cadastral – CRC, da Secretaria de Estado de Planejamento e Gestão de Minas Gerais (SEPLAG/MG).</w:t>
      </w:r>
    </w:p>
    <w:p w:rsidR="002328BE" w:rsidRPr="00962211" w:rsidRDefault="002328BE" w:rsidP="000264A9">
      <w:pPr>
        <w:numPr>
          <w:ilvl w:val="1"/>
          <w:numId w:val="18"/>
        </w:numPr>
        <w:suppressAutoHyphens w:val="0"/>
        <w:autoSpaceDE/>
        <w:spacing w:before="240" w:after="240"/>
        <w:ind w:left="0" w:firstLine="0"/>
        <w:jc w:val="both"/>
      </w:pPr>
      <w:r w:rsidRPr="00962211">
        <w:t xml:space="preserve">Os documentos exigidos para habilitação (Anexo III deste Edital) que não estejam contemplados no banco de dados do CAGEF, ou que estiverem vencidos, deverão ser enviados em conformidade com o disposto no subitem 7.1.  </w:t>
      </w:r>
      <w:r w:rsidRPr="00962211">
        <w:tab/>
      </w:r>
      <w:r w:rsidRPr="00962211">
        <w:tab/>
      </w:r>
    </w:p>
    <w:p w:rsidR="002328BE" w:rsidRPr="00962211" w:rsidRDefault="002328BE" w:rsidP="000264A9">
      <w:pPr>
        <w:pStyle w:val="PargrafodaLista"/>
        <w:numPr>
          <w:ilvl w:val="2"/>
          <w:numId w:val="18"/>
        </w:numPr>
        <w:tabs>
          <w:tab w:val="left" w:pos="993"/>
        </w:tabs>
        <w:suppressAutoHyphens w:val="0"/>
        <w:autoSpaceDE/>
        <w:spacing w:before="240" w:after="240"/>
        <w:ind w:left="0" w:firstLine="0"/>
        <w:jc w:val="both"/>
      </w:pPr>
      <w:r w:rsidRPr="00962211">
        <w:t>Ainda que o CRC contemple toda a documentação exigida no Edital, caso entenda necessário dirimir dúvida acerca da regularidade do licitante, o Pregoeiro poderá exigir a apresentação de qualquer dos documentos exigidos para habilitação (Anexo III deste Edital), bem como poderá proceder à consulta de certidões nos sítios eletrônicos públicos.</w:t>
      </w:r>
    </w:p>
    <w:p w:rsidR="002328BE" w:rsidRPr="00962211" w:rsidRDefault="002328BE" w:rsidP="000264A9">
      <w:pPr>
        <w:pStyle w:val="PargrafodaLista"/>
        <w:numPr>
          <w:ilvl w:val="3"/>
          <w:numId w:val="18"/>
        </w:numPr>
        <w:tabs>
          <w:tab w:val="left" w:pos="993"/>
        </w:tabs>
        <w:suppressAutoHyphens w:val="0"/>
        <w:autoSpaceDE/>
        <w:spacing w:before="240" w:after="240"/>
        <w:ind w:left="0" w:firstLine="0"/>
        <w:jc w:val="both"/>
      </w:pPr>
      <w:r w:rsidRPr="00962211">
        <w:t xml:space="preserve">A apresentação do CRC não dispensa o envio do documento de identificação, com foto, contendo números do RG e CPF do representante legal da empresa licitante e, se for o caso, da procuração conferindo poderes ao signatário da proposta. </w:t>
      </w:r>
    </w:p>
    <w:p w:rsidR="00656483" w:rsidRPr="00962211" w:rsidRDefault="00F845FB" w:rsidP="000264A9">
      <w:pPr>
        <w:numPr>
          <w:ilvl w:val="1"/>
          <w:numId w:val="18"/>
        </w:numPr>
        <w:suppressAutoHyphens w:val="0"/>
        <w:autoSpaceDE/>
        <w:spacing w:before="240" w:after="240"/>
        <w:ind w:left="0" w:firstLine="0"/>
        <w:jc w:val="both"/>
      </w:pPr>
      <w:r w:rsidRPr="00962211">
        <w:t xml:space="preserve">Na hipótese de necessidade de envio de documentos complementares </w:t>
      </w:r>
      <w:r w:rsidRPr="00962211">
        <w:rPr>
          <w:rFonts w:eastAsia="SimSun"/>
          <w:kern w:val="2"/>
          <w:lang w:eastAsia="hi-IN" w:bidi="hi-IN"/>
        </w:rPr>
        <w:t>após a análise da proposta e da documentação habilitatória, tais</w:t>
      </w:r>
      <w:r w:rsidRPr="00962211">
        <w:t xml:space="preserve"> documentos deverão ser apresentados em formato digital, exclusivamente via Portal de Compras – MG, no prazo máximo de 4 (quatro) horas, contadas da solicitação do Pregoeiro no “chat” do sistema eletrônico</w:t>
      </w:r>
      <w:r w:rsidR="002328BE" w:rsidRPr="00962211">
        <w:t>.</w:t>
      </w:r>
    </w:p>
    <w:p w:rsidR="002328BE" w:rsidRPr="00962211" w:rsidRDefault="002328BE" w:rsidP="000264A9">
      <w:pPr>
        <w:numPr>
          <w:ilvl w:val="1"/>
          <w:numId w:val="18"/>
        </w:numPr>
        <w:suppressAutoHyphens w:val="0"/>
        <w:autoSpaceDE/>
        <w:spacing w:before="240" w:after="240"/>
        <w:ind w:left="0" w:firstLine="0"/>
        <w:jc w:val="both"/>
      </w:pPr>
      <w:r w:rsidRPr="00962211">
        <w:t>Para se valer do benefício previsto nos arts. 42 e 43 da Lei Complementar Federal nº 123/06, as microempresas, empresas de pequeno porte e equiparadas deverão apresentar toda a documentação exigida para efeito de comprovação de regularidade fiscal e trabalhista, mesmo que estas apresentem alguma restrição.</w:t>
      </w:r>
    </w:p>
    <w:p w:rsidR="002328BE" w:rsidRPr="00962211" w:rsidRDefault="002328BE" w:rsidP="000264A9">
      <w:pPr>
        <w:pStyle w:val="PargrafodaLista"/>
        <w:numPr>
          <w:ilvl w:val="2"/>
          <w:numId w:val="18"/>
        </w:numPr>
        <w:tabs>
          <w:tab w:val="left" w:pos="851"/>
        </w:tabs>
        <w:suppressAutoHyphens w:val="0"/>
        <w:autoSpaceDE/>
        <w:spacing w:before="240" w:after="240"/>
        <w:ind w:left="0" w:firstLine="0"/>
        <w:jc w:val="both"/>
      </w:pPr>
      <w:r w:rsidRPr="00962211">
        <w:t>Havendo alguma restrição na comprovação da regularidade fiscal e trabalhista da licitante ME/EPP ou equiparada, será assegurado o prazo de 5 (cinco) dias úteis, cujo termo inicial corresponderá ao momento em que for declarado vencedor do certame, prorrogável por igual período, a critério da Procuradoria-Geral de Justiça, para regularização da documentação, pagamento ou parcelamento do débito, e emissão de eventuais certidões negativas ou positivas com efeito de negativa, nos termos do art. 43 da Lei Complementar Federal nº 123/06.</w:t>
      </w:r>
    </w:p>
    <w:p w:rsidR="002328BE" w:rsidRPr="00962211" w:rsidRDefault="002328BE" w:rsidP="000264A9">
      <w:pPr>
        <w:numPr>
          <w:ilvl w:val="1"/>
          <w:numId w:val="18"/>
        </w:numPr>
        <w:suppressAutoHyphens w:val="0"/>
        <w:autoSpaceDE/>
        <w:spacing w:before="240" w:after="240"/>
        <w:ind w:left="0" w:firstLine="0"/>
        <w:jc w:val="both"/>
      </w:pPr>
      <w:r w:rsidRPr="00962211">
        <w:t>Salvo aqueles documentos que por sua própria natureza tenham validade indeterminada, seguindo o critério da Secretaria de Planejamento e Gestão do Estado de Minas Gerais (SEPLAG), todos os demais serão considerados válidos (aceitos) pelo prazo de 6 (seis) meses, contados a partir da data de sua expedição, caso não tenham prazo de validade neles consignado.</w:t>
      </w:r>
    </w:p>
    <w:p w:rsidR="002328BE" w:rsidRPr="00962211" w:rsidRDefault="002328BE" w:rsidP="000264A9">
      <w:pPr>
        <w:numPr>
          <w:ilvl w:val="1"/>
          <w:numId w:val="18"/>
        </w:numPr>
        <w:suppressAutoHyphens w:val="0"/>
        <w:autoSpaceDE/>
        <w:spacing w:before="240" w:after="240"/>
        <w:ind w:left="0" w:firstLine="0"/>
        <w:jc w:val="both"/>
      </w:pPr>
      <w:r w:rsidRPr="00962211">
        <w:lastRenderedPageBreak/>
        <w:t>Não será inabilitado o licitante que deixar de apresentar documento cuja validade possa ser confirmada via internet, desde que, na fase de habilitação, a sua verificação seja possível. Todavia, ficará sob sua inteira responsabilidade a acessibilidade aos ditos documentos, podendo a impossibilidade de realização da consulta acarretar sua inabilitação.</w:t>
      </w:r>
    </w:p>
    <w:p w:rsidR="002328BE" w:rsidRPr="00962211" w:rsidRDefault="002328BE" w:rsidP="000264A9">
      <w:pPr>
        <w:numPr>
          <w:ilvl w:val="1"/>
          <w:numId w:val="18"/>
        </w:numPr>
        <w:suppressAutoHyphens w:val="0"/>
        <w:autoSpaceDE/>
        <w:spacing w:before="240" w:after="240"/>
        <w:ind w:left="0" w:firstLine="0"/>
        <w:jc w:val="both"/>
      </w:pPr>
      <w:r w:rsidRPr="00962211">
        <w:t>Caso a proposta vencedora não seja aceitável ou o licitante não atenda às exigências para habilitação, o Pregoeiro examinará a proposta subsequente e assim sucessivamente, na ordem de classificação, até a apuração de uma proposta que atenda ao Edital, em relação à qual será realizada a negociação prevista no subitem 9.2.</w:t>
      </w:r>
    </w:p>
    <w:p w:rsidR="00251A67" w:rsidRPr="00962211" w:rsidRDefault="002328BE" w:rsidP="000264A9">
      <w:pPr>
        <w:numPr>
          <w:ilvl w:val="1"/>
          <w:numId w:val="18"/>
        </w:numPr>
        <w:suppressAutoHyphens w:val="0"/>
        <w:autoSpaceDE/>
        <w:spacing w:before="240" w:after="240"/>
        <w:ind w:left="0" w:firstLine="0"/>
        <w:jc w:val="both"/>
      </w:pPr>
      <w:r w:rsidRPr="00962211">
        <w:t>O licitante que atender plenamente às exigências editalícias será declarado vencedor do certame</w:t>
      </w:r>
      <w:r w:rsidR="009C2B18" w:rsidRPr="00962211">
        <w:t>.</w:t>
      </w:r>
    </w:p>
    <w:p w:rsidR="005D51B5" w:rsidRPr="00962211" w:rsidRDefault="0082143A" w:rsidP="000264A9">
      <w:pPr>
        <w:pStyle w:val="Ttulo1"/>
        <w:numPr>
          <w:ilvl w:val="0"/>
          <w:numId w:val="18"/>
        </w:numPr>
        <w:spacing w:before="240" w:after="240"/>
        <w:jc w:val="both"/>
        <w:rPr>
          <w:rFonts w:ascii="Arial" w:hAnsi="Arial" w:cs="Arial"/>
          <w:color w:val="auto"/>
          <w:sz w:val="24"/>
          <w:szCs w:val="24"/>
        </w:rPr>
      </w:pPr>
      <w:bookmarkStart w:id="41" w:name="_Toc412453834"/>
      <w:bookmarkStart w:id="42" w:name="_Toc412453855"/>
      <w:bookmarkStart w:id="43" w:name="_Toc412453876"/>
      <w:bookmarkStart w:id="44" w:name="_Toc412453897"/>
      <w:bookmarkStart w:id="45" w:name="_Toc412453918"/>
      <w:bookmarkStart w:id="46" w:name="_Toc412453939"/>
      <w:bookmarkStart w:id="47" w:name="_Toc412453960"/>
      <w:bookmarkStart w:id="48" w:name="_Toc412453982"/>
      <w:bookmarkStart w:id="49" w:name="_Toc413143397"/>
      <w:bookmarkStart w:id="50" w:name="_Toc99971904"/>
      <w:bookmarkEnd w:id="41"/>
      <w:bookmarkEnd w:id="42"/>
      <w:bookmarkEnd w:id="43"/>
      <w:bookmarkEnd w:id="44"/>
      <w:bookmarkEnd w:id="45"/>
      <w:bookmarkEnd w:id="46"/>
      <w:bookmarkEnd w:id="47"/>
      <w:bookmarkEnd w:id="48"/>
      <w:bookmarkEnd w:id="49"/>
      <w:r w:rsidRPr="00962211">
        <w:rPr>
          <w:rFonts w:ascii="Arial" w:hAnsi="Arial" w:cs="Arial"/>
          <w:color w:val="auto"/>
          <w:sz w:val="24"/>
          <w:szCs w:val="24"/>
        </w:rPr>
        <w:t>DOS RECURSOS</w:t>
      </w:r>
      <w:bookmarkEnd w:id="50"/>
    </w:p>
    <w:p w:rsidR="00251A67" w:rsidRPr="00962211" w:rsidRDefault="0082143A" w:rsidP="000264A9">
      <w:pPr>
        <w:numPr>
          <w:ilvl w:val="1"/>
          <w:numId w:val="18"/>
        </w:numPr>
        <w:suppressAutoHyphens w:val="0"/>
        <w:autoSpaceDE/>
        <w:spacing w:before="240" w:after="240"/>
        <w:ind w:left="0" w:firstLine="0"/>
        <w:jc w:val="both"/>
      </w:pPr>
      <w:r w:rsidRPr="00962211">
        <w:t>Declarado o vencedor ou fracassado o lote, qualquer licitante poderá manifestar, motivadamente, no prazo de 10 (dez) minutos, a intenção de recorrer, exclusivamente por meio do sistema eletrônico, em campo próprio do Portal de Compras</w:t>
      </w:r>
      <w:r w:rsidR="00A327D2" w:rsidRPr="00962211">
        <w:t xml:space="preserve"> – </w:t>
      </w:r>
      <w:r w:rsidRPr="00962211">
        <w:t>MG, sob pena de decadência desse direito.</w:t>
      </w:r>
    </w:p>
    <w:p w:rsidR="00A968D2" w:rsidRPr="00962211" w:rsidRDefault="00A968D2" w:rsidP="000264A9">
      <w:pPr>
        <w:numPr>
          <w:ilvl w:val="2"/>
          <w:numId w:val="18"/>
        </w:numPr>
        <w:tabs>
          <w:tab w:val="left" w:pos="851"/>
        </w:tabs>
        <w:suppressAutoHyphens w:val="0"/>
        <w:autoSpaceDE/>
        <w:spacing w:before="240" w:after="240"/>
        <w:ind w:left="0" w:firstLine="0"/>
        <w:jc w:val="both"/>
      </w:pPr>
      <w:r w:rsidRPr="00962211">
        <w:t xml:space="preserve">Caso o licitante declarado vencedor seja ME/EPP </w:t>
      </w:r>
      <w:r w:rsidR="001372E4" w:rsidRPr="00962211">
        <w:t xml:space="preserve">ou equiparada </w:t>
      </w:r>
      <w:r w:rsidRPr="00962211">
        <w:t>e a sua documentação fiscal</w:t>
      </w:r>
      <w:r w:rsidR="00211F2D" w:rsidRPr="00962211">
        <w:t xml:space="preserve"> e trabalhista</w:t>
      </w:r>
      <w:r w:rsidRPr="00962211">
        <w:t xml:space="preserve"> apresente alguma restrição, o prazo para manifestar a intenção de recorrer começará a fluir após a comprovação de sua regularidade fiscal</w:t>
      </w:r>
      <w:r w:rsidR="00211F2D" w:rsidRPr="00962211">
        <w:t xml:space="preserve"> e trabalhista</w:t>
      </w:r>
      <w:r w:rsidRPr="00962211">
        <w:t>, que será comunicada a todos os licitantes, em retomada de sessão previamente agendada pelo Pregoeiro.</w:t>
      </w:r>
    </w:p>
    <w:p w:rsidR="00251A67" w:rsidRPr="00962211" w:rsidRDefault="0082143A" w:rsidP="000264A9">
      <w:pPr>
        <w:numPr>
          <w:ilvl w:val="1"/>
          <w:numId w:val="18"/>
        </w:numPr>
        <w:suppressAutoHyphens w:val="0"/>
        <w:autoSpaceDE/>
        <w:spacing w:before="240" w:after="240"/>
        <w:ind w:left="0" w:firstLine="0"/>
        <w:jc w:val="both"/>
      </w:pPr>
      <w:r w:rsidRPr="00962211">
        <w:t>Caso a intenção de recurso seja aceita pelo Pregoeiro, será concedido ao recorrente o prazo de 3 (três) dias úteis para apresentação das razões do recurso, ficando os demais licitantes desde logo intimados a apresentarem contrarrazões, em igual número de dias, a contar do término do prazo do recorrente, ficando assegurada vista imediata dos autos aos interessados.</w:t>
      </w:r>
    </w:p>
    <w:p w:rsidR="00251A67" w:rsidRPr="00962211" w:rsidRDefault="009C2B18" w:rsidP="000264A9">
      <w:pPr>
        <w:numPr>
          <w:ilvl w:val="1"/>
          <w:numId w:val="18"/>
        </w:numPr>
        <w:suppressAutoHyphens w:val="0"/>
        <w:autoSpaceDE/>
        <w:spacing w:before="240" w:after="240"/>
        <w:ind w:left="0" w:firstLine="0"/>
        <w:jc w:val="both"/>
      </w:pPr>
      <w:r w:rsidRPr="00962211">
        <w:t xml:space="preserve">Assim como as manifestações de interesse em interpor recurso, as razões e contrarrazões deverão ser </w:t>
      </w:r>
      <w:r w:rsidR="004801E5" w:rsidRPr="00962211">
        <w:t xml:space="preserve">enviadas </w:t>
      </w:r>
      <w:r w:rsidRPr="00962211">
        <w:t>exclusivamente por meio do sistema eletrônico, em campo próprio do Portal de Compras</w:t>
      </w:r>
      <w:r w:rsidR="00A327D2" w:rsidRPr="00962211">
        <w:t xml:space="preserve"> – </w:t>
      </w:r>
      <w:r w:rsidRPr="00962211">
        <w:t>MG, sob pena de ser o recurso considerado deserto.</w:t>
      </w:r>
    </w:p>
    <w:p w:rsidR="00251A67" w:rsidRPr="00962211" w:rsidRDefault="009C2B18" w:rsidP="000264A9">
      <w:pPr>
        <w:numPr>
          <w:ilvl w:val="1"/>
          <w:numId w:val="18"/>
        </w:numPr>
        <w:suppressAutoHyphens w:val="0"/>
        <w:autoSpaceDE/>
        <w:spacing w:before="240" w:after="240"/>
        <w:ind w:left="0" w:firstLine="0"/>
        <w:jc w:val="both"/>
      </w:pPr>
      <w:r w:rsidRPr="00962211">
        <w:t>Não serão conhecidos os recursos interpostos após o prazo previsto, tampouco aqueles em desacordo com os procedimentos legais.</w:t>
      </w:r>
    </w:p>
    <w:p w:rsidR="00251A67" w:rsidRPr="00962211" w:rsidRDefault="0082143A" w:rsidP="000264A9">
      <w:pPr>
        <w:numPr>
          <w:ilvl w:val="1"/>
          <w:numId w:val="18"/>
        </w:numPr>
        <w:suppressAutoHyphens w:val="0"/>
        <w:autoSpaceDE/>
        <w:spacing w:before="240" w:after="240"/>
        <w:ind w:left="0" w:firstLine="0"/>
        <w:jc w:val="both"/>
      </w:pPr>
      <w:r w:rsidRPr="00962211">
        <w:t>O acolhimento de recurso importará na validação exclusivamente dos atos suscetíveis de aproveitamento.</w:t>
      </w:r>
    </w:p>
    <w:p w:rsidR="00251A67" w:rsidRPr="00962211" w:rsidRDefault="00796A0D" w:rsidP="000264A9">
      <w:pPr>
        <w:numPr>
          <w:ilvl w:val="1"/>
          <w:numId w:val="18"/>
        </w:numPr>
        <w:suppressAutoHyphens w:val="0"/>
        <w:autoSpaceDE/>
        <w:spacing w:before="240" w:after="240"/>
        <w:ind w:left="0" w:firstLine="0"/>
        <w:jc w:val="both"/>
      </w:pPr>
      <w:r w:rsidRPr="00962211">
        <w:t>O recurso será dirigido ao Pregoeiro, que, não reconsiderando sua decisão, irá fazê-lo subir, acompanhado de informações, para decisão da autoridade competente</w:t>
      </w:r>
      <w:r w:rsidR="009C2B18" w:rsidRPr="00962211">
        <w:t>.</w:t>
      </w:r>
    </w:p>
    <w:p w:rsidR="000A20C4" w:rsidRPr="00962211" w:rsidRDefault="000A20C4" w:rsidP="000264A9">
      <w:pPr>
        <w:numPr>
          <w:ilvl w:val="2"/>
          <w:numId w:val="18"/>
        </w:numPr>
        <w:tabs>
          <w:tab w:val="left" w:pos="851"/>
        </w:tabs>
        <w:suppressAutoHyphens w:val="0"/>
        <w:autoSpaceDE/>
        <w:spacing w:before="240" w:after="240"/>
        <w:ind w:left="0" w:firstLine="0"/>
        <w:jc w:val="both"/>
      </w:pPr>
      <w:r w:rsidRPr="00962211">
        <w:lastRenderedPageBreak/>
        <w:t>Recursos contra a decisão de anulação ou revogação do certame devem ser dirigidos ao Procurador-Geral de Justiça Adjunto Administrativo.</w:t>
      </w:r>
    </w:p>
    <w:p w:rsidR="00251A67" w:rsidRPr="00962211" w:rsidRDefault="001B3954" w:rsidP="000264A9">
      <w:pPr>
        <w:numPr>
          <w:ilvl w:val="1"/>
          <w:numId w:val="18"/>
        </w:numPr>
        <w:suppressAutoHyphens w:val="0"/>
        <w:autoSpaceDE/>
        <w:spacing w:before="240" w:after="240"/>
        <w:ind w:left="0" w:firstLine="0"/>
        <w:jc w:val="both"/>
      </w:pPr>
      <w:r w:rsidRPr="00962211">
        <w:t>O resultado do recurso será disponibilizado no site deste Órgão e no Portal de Compras – MG.</w:t>
      </w:r>
    </w:p>
    <w:p w:rsidR="005D51B5" w:rsidRPr="00962211" w:rsidRDefault="0082143A" w:rsidP="000264A9">
      <w:pPr>
        <w:pStyle w:val="Ttulo1"/>
        <w:numPr>
          <w:ilvl w:val="0"/>
          <w:numId w:val="18"/>
        </w:numPr>
        <w:tabs>
          <w:tab w:val="left" w:pos="567"/>
        </w:tabs>
        <w:spacing w:before="240" w:after="240"/>
        <w:jc w:val="both"/>
        <w:rPr>
          <w:rFonts w:ascii="Arial" w:hAnsi="Arial" w:cs="Arial"/>
          <w:color w:val="auto"/>
          <w:sz w:val="24"/>
          <w:szCs w:val="24"/>
        </w:rPr>
      </w:pPr>
      <w:bookmarkStart w:id="51" w:name="_Toc99971905"/>
      <w:r w:rsidRPr="00962211">
        <w:rPr>
          <w:rFonts w:ascii="Arial" w:hAnsi="Arial" w:cs="Arial"/>
          <w:color w:val="auto"/>
          <w:sz w:val="24"/>
          <w:szCs w:val="24"/>
        </w:rPr>
        <w:t>DA ADJUDICAÇÃO E DA HOMOLOGAÇÃO</w:t>
      </w:r>
      <w:bookmarkEnd w:id="51"/>
    </w:p>
    <w:p w:rsidR="002328BE" w:rsidRPr="00962211" w:rsidRDefault="002328BE" w:rsidP="000264A9">
      <w:pPr>
        <w:numPr>
          <w:ilvl w:val="1"/>
          <w:numId w:val="18"/>
        </w:numPr>
        <w:suppressAutoHyphens w:val="0"/>
        <w:autoSpaceDE/>
        <w:spacing w:before="240" w:after="240"/>
        <w:ind w:left="0" w:firstLine="0"/>
        <w:jc w:val="both"/>
      </w:pPr>
      <w:r w:rsidRPr="00962211">
        <w:t>Na ausência de recurso, o Pregoeiro adjudicará o objeto do certame ao licitante vencedor, com a posterior homologação do resultado pela autoridade competente.</w:t>
      </w:r>
    </w:p>
    <w:p w:rsidR="002328BE" w:rsidRPr="00962211" w:rsidRDefault="002328BE" w:rsidP="000264A9">
      <w:pPr>
        <w:numPr>
          <w:ilvl w:val="2"/>
          <w:numId w:val="18"/>
        </w:numPr>
        <w:tabs>
          <w:tab w:val="left" w:pos="851"/>
        </w:tabs>
        <w:suppressAutoHyphens w:val="0"/>
        <w:autoSpaceDE/>
        <w:spacing w:before="240" w:after="240"/>
        <w:ind w:left="0" w:firstLine="0"/>
        <w:jc w:val="both"/>
      </w:pPr>
      <w:r w:rsidRPr="00962211">
        <w:t>Caso o licitante declarado vencedor seja empresa enquadrada pelo Decreto nº 43.080/02, serão utilizados os valores com dedução do ICMS para a adjudicação e homologação do certame, exceto quando microempresa ou empresa de pequeno porte optante pelo Simples Nacional.</w:t>
      </w:r>
    </w:p>
    <w:p w:rsidR="002328BE" w:rsidRPr="00962211" w:rsidRDefault="002328BE" w:rsidP="000264A9">
      <w:pPr>
        <w:numPr>
          <w:ilvl w:val="1"/>
          <w:numId w:val="18"/>
        </w:numPr>
        <w:suppressAutoHyphens w:val="0"/>
        <w:autoSpaceDE/>
        <w:spacing w:before="240" w:after="240"/>
        <w:ind w:left="0" w:firstLine="0"/>
        <w:jc w:val="both"/>
      </w:pPr>
      <w:r w:rsidRPr="00962211">
        <w:t>Havendo interposição de recurso, a autoridade competente adjudicará o objeto ao licitante vencedor e homologará o processo licitatório.</w:t>
      </w:r>
    </w:p>
    <w:p w:rsidR="00251A67" w:rsidRPr="00962211" w:rsidRDefault="002328BE" w:rsidP="000264A9">
      <w:pPr>
        <w:numPr>
          <w:ilvl w:val="1"/>
          <w:numId w:val="18"/>
        </w:numPr>
        <w:suppressAutoHyphens w:val="0"/>
        <w:autoSpaceDE/>
        <w:spacing w:before="240" w:after="240"/>
        <w:ind w:left="0" w:firstLine="0"/>
        <w:jc w:val="both"/>
      </w:pPr>
      <w:r w:rsidRPr="00962211">
        <w:t xml:space="preserve">O sistema gerará ata circunstanciada da sessão, na qual estarão registrados todos os atos do processo e as ocorrências relevantes, disponível para consulta no sítio </w:t>
      </w:r>
      <w:hyperlink r:id="rId17" w:history="1">
        <w:r w:rsidRPr="00962211">
          <w:rPr>
            <w:u w:val="single"/>
          </w:rPr>
          <w:t>www.compras.mg.gov.br</w:t>
        </w:r>
      </w:hyperlink>
      <w:r w:rsidR="0082143A" w:rsidRPr="00962211">
        <w:t>.</w:t>
      </w:r>
    </w:p>
    <w:p w:rsidR="00251A67" w:rsidRPr="00962211" w:rsidRDefault="0082143A" w:rsidP="000264A9">
      <w:pPr>
        <w:pStyle w:val="Ttulo1"/>
        <w:numPr>
          <w:ilvl w:val="0"/>
          <w:numId w:val="18"/>
        </w:numPr>
        <w:tabs>
          <w:tab w:val="left" w:pos="567"/>
        </w:tabs>
        <w:spacing w:before="240" w:after="240"/>
        <w:jc w:val="both"/>
        <w:rPr>
          <w:rFonts w:ascii="Arial" w:hAnsi="Arial" w:cs="Arial"/>
          <w:color w:val="auto"/>
          <w:sz w:val="24"/>
          <w:szCs w:val="24"/>
        </w:rPr>
      </w:pPr>
      <w:bookmarkStart w:id="52" w:name="_Toc396922193"/>
      <w:bookmarkStart w:id="53" w:name="_Toc99971906"/>
      <w:r w:rsidRPr="00962211">
        <w:rPr>
          <w:rFonts w:ascii="Arial" w:hAnsi="Arial" w:cs="Arial"/>
          <w:color w:val="auto"/>
          <w:sz w:val="24"/>
          <w:szCs w:val="24"/>
        </w:rPr>
        <w:t>DAS SANÇÕES ADMINISTRATIVAS RELATIVAS À LICITAÇÃO</w:t>
      </w:r>
      <w:bookmarkEnd w:id="52"/>
      <w:bookmarkEnd w:id="53"/>
    </w:p>
    <w:p w:rsidR="00D672DA" w:rsidRPr="00962211" w:rsidRDefault="0082143A" w:rsidP="000264A9">
      <w:pPr>
        <w:numPr>
          <w:ilvl w:val="1"/>
          <w:numId w:val="18"/>
        </w:numPr>
        <w:suppressAutoHyphens w:val="0"/>
        <w:autoSpaceDE/>
        <w:spacing w:before="240" w:after="240"/>
        <w:ind w:left="0" w:firstLine="0"/>
        <w:jc w:val="both"/>
      </w:pPr>
      <w:r w:rsidRPr="00962211">
        <w:t>Aplicam-se, aos licitantes que praticarem qualquer dos atos lesivos à Administração Pública previstos no art. 5º, IV, da Lei Federal nº 12.846/13, as sanções administrativas cominadas no art. 6º desse mesmo diploma legal.</w:t>
      </w:r>
    </w:p>
    <w:p w:rsidR="00C71CA4" w:rsidRPr="00962211" w:rsidRDefault="00C71CA4" w:rsidP="000264A9">
      <w:pPr>
        <w:numPr>
          <w:ilvl w:val="2"/>
          <w:numId w:val="18"/>
        </w:numPr>
        <w:tabs>
          <w:tab w:val="left" w:pos="851"/>
        </w:tabs>
        <w:suppressAutoHyphens w:val="0"/>
        <w:autoSpaceDE/>
        <w:spacing w:before="240" w:after="240"/>
        <w:ind w:left="0" w:firstLine="0"/>
        <w:jc w:val="both"/>
      </w:pPr>
      <w:r w:rsidRPr="00962211">
        <w:t xml:space="preserve">As sanções administrativas mencionadas no subitem 13.1 serão aplicadas levando-se em consideração os critérios estabelecidos nos arts. 6º e 7º da Lei Federal nº 12.846/13 e nos arts. 17 a 24 do Decreto Federal nº 8.420/15.   </w:t>
      </w:r>
    </w:p>
    <w:p w:rsidR="00251A67" w:rsidRPr="00962211" w:rsidRDefault="002328BE" w:rsidP="000264A9">
      <w:pPr>
        <w:numPr>
          <w:ilvl w:val="1"/>
          <w:numId w:val="18"/>
        </w:numPr>
        <w:suppressAutoHyphens w:val="0"/>
        <w:autoSpaceDE/>
        <w:spacing w:before="240" w:after="240"/>
        <w:ind w:left="0" w:firstLine="0"/>
        <w:jc w:val="both"/>
      </w:pPr>
      <w:r w:rsidRPr="00962211">
        <w:t>O licitante que incidir em uma das infrações previstas no art. 12 da Lei Estadual nº 14.167/02 c/c art. 49 do Decreto Estadual 48.012/20, poderá ficar impedido de licitar e contratar com o Estado e, se for o caso, será descredenciado do CAGEF, pelo prazo de até 5 (cinco) anos, sem prejuízo da aplicação das sanções referidas no subitem 13.1, bem como das demais cominações legais</w:t>
      </w:r>
      <w:r w:rsidR="0082143A" w:rsidRPr="00962211">
        <w:t>.</w:t>
      </w:r>
    </w:p>
    <w:p w:rsidR="00251A67" w:rsidRPr="00962211" w:rsidRDefault="0082143A" w:rsidP="000264A9">
      <w:pPr>
        <w:numPr>
          <w:ilvl w:val="1"/>
          <w:numId w:val="18"/>
        </w:numPr>
        <w:suppressAutoHyphens w:val="0"/>
        <w:autoSpaceDE/>
        <w:spacing w:before="240" w:after="240"/>
        <w:ind w:left="0" w:firstLine="0"/>
        <w:jc w:val="both"/>
      </w:pPr>
      <w:r w:rsidRPr="00962211">
        <w:t>As co</w:t>
      </w:r>
      <w:r w:rsidR="00C8210D" w:rsidRPr="00962211">
        <w:t>ndutas previstas nos subitens 13.1 e 13</w:t>
      </w:r>
      <w:r w:rsidRPr="00962211">
        <w:t xml:space="preserve">.2 serão apuradas através de Processo Administrativo, facultada à parte ampla defesa, no prazo de 30 (trinta) dias, a contar da intimação do ato, em obediência ao procedimento estatuído no art. 8º e seguintes da Lei </w:t>
      </w:r>
      <w:r w:rsidR="006636CC" w:rsidRPr="00962211">
        <w:t xml:space="preserve">Federal </w:t>
      </w:r>
      <w:r w:rsidRPr="00962211">
        <w:t>nº 12.846/13.</w:t>
      </w:r>
    </w:p>
    <w:p w:rsidR="00251A67" w:rsidRPr="00962211" w:rsidRDefault="0082143A" w:rsidP="000264A9">
      <w:pPr>
        <w:numPr>
          <w:ilvl w:val="1"/>
          <w:numId w:val="18"/>
        </w:numPr>
        <w:suppressAutoHyphens w:val="0"/>
        <w:autoSpaceDE/>
        <w:spacing w:before="240" w:after="240"/>
        <w:ind w:left="0" w:firstLine="0"/>
        <w:jc w:val="both"/>
      </w:pPr>
      <w:r w:rsidRPr="00962211">
        <w:t xml:space="preserve">A recusa injustificada do adjudicatário em assinar o Contrato caracteriza descumprimento total da obrigação assumida, sendo-lhe aplicada uma multa de 10% (dez por cento) sobre o valor </w:t>
      </w:r>
      <w:r w:rsidR="00E3300F" w:rsidRPr="00962211">
        <w:t>total estimado para a contratação</w:t>
      </w:r>
      <w:r w:rsidRPr="00962211">
        <w:t xml:space="preserve">, sujeitando ainda o </w:t>
      </w:r>
      <w:r w:rsidRPr="00962211">
        <w:lastRenderedPageBreak/>
        <w:t xml:space="preserve">licitante a outras penalidades, nos termos do art. 81, c/c art. 87, caput e §2º, da Lei </w:t>
      </w:r>
      <w:r w:rsidR="00116327" w:rsidRPr="00962211">
        <w:t xml:space="preserve">Federal </w:t>
      </w:r>
      <w:r w:rsidRPr="00962211">
        <w:t xml:space="preserve">nº 8.666/93, facultada defesa prévia do interessado, no respectivo processo, no prazo de 5 (cinco) dias úteis. </w:t>
      </w:r>
    </w:p>
    <w:p w:rsidR="00251A67" w:rsidRPr="00962211" w:rsidRDefault="00C8210D" w:rsidP="000264A9">
      <w:pPr>
        <w:numPr>
          <w:ilvl w:val="1"/>
          <w:numId w:val="18"/>
        </w:numPr>
        <w:suppressAutoHyphens w:val="0"/>
        <w:autoSpaceDE/>
        <w:spacing w:before="240" w:after="240"/>
        <w:ind w:left="0" w:firstLine="0"/>
        <w:jc w:val="both"/>
      </w:pPr>
      <w:r w:rsidRPr="00962211">
        <w:t>O disposto no subitem 13</w:t>
      </w:r>
      <w:r w:rsidR="0082143A" w:rsidRPr="00962211">
        <w:t>.4 não se aplica aos licitantes remanescentes, quando convocados, que não aceitarem a contratação nas mesmas condições do primeiro colocado, inclusive quanto a preços e prazos.</w:t>
      </w:r>
    </w:p>
    <w:p w:rsidR="00E35C6C" w:rsidRPr="00962211" w:rsidRDefault="00E35C6C" w:rsidP="000264A9">
      <w:pPr>
        <w:pStyle w:val="Ttulo1"/>
        <w:tabs>
          <w:tab w:val="left" w:pos="567"/>
        </w:tabs>
        <w:spacing w:before="240" w:after="240"/>
        <w:jc w:val="both"/>
        <w:rPr>
          <w:rFonts w:ascii="Arial" w:hAnsi="Arial" w:cs="Arial"/>
          <w:color w:val="auto"/>
          <w:sz w:val="24"/>
          <w:szCs w:val="24"/>
        </w:rPr>
      </w:pPr>
      <w:bookmarkStart w:id="54" w:name="_Toc99971907"/>
      <w:r w:rsidRPr="00962211">
        <w:rPr>
          <w:rFonts w:ascii="Arial" w:hAnsi="Arial" w:cs="Arial"/>
          <w:color w:val="auto"/>
          <w:sz w:val="24"/>
          <w:szCs w:val="24"/>
        </w:rPr>
        <w:t>14. DA CONTRATAÇÃO</w:t>
      </w:r>
      <w:bookmarkEnd w:id="54"/>
    </w:p>
    <w:p w:rsidR="00EE4449" w:rsidRPr="00962211" w:rsidRDefault="00EE4449" w:rsidP="000264A9">
      <w:pPr>
        <w:pStyle w:val="PargrafodaLista"/>
        <w:numPr>
          <w:ilvl w:val="0"/>
          <w:numId w:val="18"/>
        </w:numPr>
        <w:tabs>
          <w:tab w:val="left" w:pos="567"/>
        </w:tabs>
        <w:autoSpaceDE/>
        <w:spacing w:before="240" w:after="240"/>
        <w:jc w:val="both"/>
        <w:rPr>
          <w:rFonts w:eastAsia="SimSun"/>
          <w:vanish/>
          <w:lang w:eastAsia="hi-IN" w:bidi="hi-IN"/>
        </w:rPr>
      </w:pPr>
    </w:p>
    <w:p w:rsidR="00E35C6C" w:rsidRPr="00962211" w:rsidRDefault="008F1B8B" w:rsidP="000264A9">
      <w:pPr>
        <w:pStyle w:val="CPLPadrao"/>
        <w:numPr>
          <w:ilvl w:val="1"/>
          <w:numId w:val="18"/>
        </w:numPr>
        <w:tabs>
          <w:tab w:val="left" w:pos="567"/>
        </w:tabs>
        <w:spacing w:before="240" w:after="240"/>
        <w:ind w:left="0" w:firstLine="0"/>
      </w:pPr>
      <w:r w:rsidRPr="00962211">
        <w:t xml:space="preserve"> </w:t>
      </w:r>
      <w:r w:rsidR="00E35C6C" w:rsidRPr="00962211">
        <w:t xml:space="preserve">Encerrado o procedimento licitatório, o representante legal do adjudicatário será convocado para firmar o instrumento de Contrato, </w:t>
      </w:r>
      <w:r w:rsidR="009E633E" w:rsidRPr="00962211">
        <w:rPr>
          <w:iCs/>
        </w:rPr>
        <w:t xml:space="preserve">cuja assinatura ocorrerá </w:t>
      </w:r>
      <w:r w:rsidR="00C30424" w:rsidRPr="00962211">
        <w:rPr>
          <w:iCs/>
        </w:rPr>
        <w:t>obrigatoriamente</w:t>
      </w:r>
      <w:r w:rsidR="009E633E" w:rsidRPr="00962211">
        <w:rPr>
          <w:iCs/>
        </w:rPr>
        <w:t xml:space="preserve"> via Sistema Eletrônico de Informações (SEI), mediante cadastro como usuário externo, </w:t>
      </w:r>
      <w:r w:rsidR="00E35C6C" w:rsidRPr="00962211">
        <w:t>conforme a minuta constante do Anexo I</w:t>
      </w:r>
      <w:r w:rsidR="005B0261" w:rsidRPr="00962211">
        <w:t xml:space="preserve"> deste Edital</w:t>
      </w:r>
      <w:r w:rsidR="00E35C6C" w:rsidRPr="00962211">
        <w:t>, devendo fazê-lo em, no máximo, 5 (cinco) dias úteis a contar da comunicação ou, no decurso desse prazo, devidamente fundamentado, a</w:t>
      </w:r>
      <w:r w:rsidR="00995920" w:rsidRPr="00962211">
        <w:t>presentar pedido de prorrogação, sob pena de incidência do disposto nos arts. 64 e 81 da Lei Federal nº 8.666/93.</w:t>
      </w:r>
    </w:p>
    <w:p w:rsidR="00620BB8" w:rsidRPr="00962211" w:rsidRDefault="00620BB8" w:rsidP="000264A9">
      <w:pPr>
        <w:pStyle w:val="CPLPadrao"/>
        <w:numPr>
          <w:ilvl w:val="1"/>
          <w:numId w:val="18"/>
        </w:numPr>
        <w:tabs>
          <w:tab w:val="left" w:pos="567"/>
        </w:tabs>
        <w:spacing w:before="240" w:after="240"/>
        <w:ind w:left="0" w:firstLine="0"/>
      </w:pPr>
      <w:r w:rsidRPr="00962211">
        <w:t xml:space="preserve">Apenas </w:t>
      </w:r>
      <w:r w:rsidR="001372E4" w:rsidRPr="00962211">
        <w:t>será convocado</w:t>
      </w:r>
      <w:r w:rsidRPr="00962211">
        <w:t xml:space="preserve"> </w:t>
      </w:r>
      <w:r w:rsidR="001372E4" w:rsidRPr="00962211">
        <w:t xml:space="preserve">para </w:t>
      </w:r>
      <w:r w:rsidRPr="00962211">
        <w:t>firmar o instrumento de Contrato o adjudicatário que comprovar a manutenção das mesmas condições de habilitação e apresentar-se regular perante o CAGEF.</w:t>
      </w:r>
    </w:p>
    <w:p w:rsidR="00E35C6C" w:rsidRPr="00962211" w:rsidRDefault="008F1B8B" w:rsidP="000264A9">
      <w:pPr>
        <w:pStyle w:val="CPLPadrao"/>
        <w:numPr>
          <w:ilvl w:val="1"/>
          <w:numId w:val="18"/>
        </w:numPr>
        <w:tabs>
          <w:tab w:val="left" w:pos="567"/>
        </w:tabs>
        <w:spacing w:before="240" w:after="240"/>
        <w:ind w:left="0" w:firstLine="0"/>
      </w:pPr>
      <w:r w:rsidRPr="00962211">
        <w:t xml:space="preserve"> </w:t>
      </w:r>
      <w:r w:rsidR="002328BE" w:rsidRPr="00962211">
        <w:t>Caso o adjudicatário não apresente situação regular no ato da assinatura do Contrato ou recuse-se a assiná-lo, ou ainda, em se tratando de ME/EPP ou equiparada, não regularize sua documentação fiscal e trabalhista n</w:t>
      </w:r>
      <w:r w:rsidR="00D549B9" w:rsidRPr="00962211">
        <w:t>o prazo previsto no subitem 10.4.1</w:t>
      </w:r>
      <w:r w:rsidR="002328BE" w:rsidRPr="00962211">
        <w:t xml:space="preserve"> deste Edital, poderá ser convocado o licitante remanescente, observada a ordem de classificação, sem prejuízo da aplicação das penalidades previstas neste Edital</w:t>
      </w:r>
      <w:r w:rsidR="001372E4" w:rsidRPr="00962211">
        <w:t>.</w:t>
      </w:r>
    </w:p>
    <w:p w:rsidR="00995920" w:rsidRPr="00962211" w:rsidRDefault="00995920" w:rsidP="000264A9">
      <w:pPr>
        <w:numPr>
          <w:ilvl w:val="2"/>
          <w:numId w:val="18"/>
        </w:numPr>
        <w:tabs>
          <w:tab w:val="left" w:pos="851"/>
        </w:tabs>
        <w:suppressAutoHyphens w:val="0"/>
        <w:autoSpaceDE/>
        <w:spacing w:before="240" w:after="240"/>
        <w:ind w:left="0" w:firstLine="0"/>
        <w:jc w:val="both"/>
      </w:pPr>
      <w:r w:rsidRPr="00962211">
        <w:t xml:space="preserve">A convocação de licitantes remanescentes independe do encaminhamento de comunicado ao adjudicatário. </w:t>
      </w:r>
    </w:p>
    <w:p w:rsidR="00995920" w:rsidRPr="00962211" w:rsidRDefault="00995920" w:rsidP="000264A9">
      <w:pPr>
        <w:pStyle w:val="CPLPadrao"/>
        <w:numPr>
          <w:ilvl w:val="1"/>
          <w:numId w:val="18"/>
        </w:numPr>
        <w:tabs>
          <w:tab w:val="left" w:pos="567"/>
        </w:tabs>
        <w:spacing w:before="240" w:after="240"/>
        <w:ind w:left="0" w:firstLine="0"/>
      </w:pPr>
      <w:r w:rsidRPr="00962211">
        <w:t>A Contratante poderá estender o prazo para assinatura contratual, observadas a conveniência e a oportunidade administrativas.</w:t>
      </w:r>
    </w:p>
    <w:p w:rsidR="00251A67" w:rsidRPr="00962211" w:rsidRDefault="0082143A" w:rsidP="000264A9">
      <w:pPr>
        <w:pStyle w:val="Ttulo1"/>
        <w:numPr>
          <w:ilvl w:val="0"/>
          <w:numId w:val="18"/>
        </w:numPr>
        <w:tabs>
          <w:tab w:val="left" w:pos="567"/>
        </w:tabs>
        <w:spacing w:before="240" w:after="240"/>
        <w:ind w:left="0" w:firstLine="0"/>
        <w:jc w:val="both"/>
        <w:rPr>
          <w:rFonts w:ascii="Arial" w:hAnsi="Arial" w:cs="Arial"/>
          <w:color w:val="auto"/>
          <w:sz w:val="24"/>
          <w:szCs w:val="24"/>
        </w:rPr>
      </w:pPr>
      <w:bookmarkStart w:id="55" w:name="_Toc99971908"/>
      <w:r w:rsidRPr="00962211">
        <w:rPr>
          <w:rFonts w:ascii="Arial" w:hAnsi="Arial" w:cs="Arial"/>
          <w:color w:val="auto"/>
          <w:sz w:val="24"/>
          <w:szCs w:val="24"/>
        </w:rPr>
        <w:t>DAS DISPOSIÇÕES FINAIS</w:t>
      </w:r>
      <w:bookmarkEnd w:id="55"/>
    </w:p>
    <w:p w:rsidR="005A6B5E" w:rsidRPr="00962211" w:rsidRDefault="008F1B8B" w:rsidP="000264A9">
      <w:pPr>
        <w:pStyle w:val="CPLPadrao"/>
        <w:numPr>
          <w:ilvl w:val="1"/>
          <w:numId w:val="18"/>
        </w:numPr>
        <w:tabs>
          <w:tab w:val="left" w:pos="567"/>
        </w:tabs>
        <w:spacing w:before="240" w:after="240"/>
        <w:ind w:left="0" w:firstLine="0"/>
      </w:pPr>
      <w:r w:rsidRPr="00962211">
        <w:t xml:space="preserve"> </w:t>
      </w:r>
      <w:r w:rsidR="005A6B5E" w:rsidRPr="00962211">
        <w:t xml:space="preserve">É responsabilidade do licitante acompanhar o andamento desta licitação, devendo manter-se atualizado acerca de suas publicações e demais ocorrências por meio dos sites </w:t>
      </w:r>
      <w:hyperlink r:id="rId18" w:history="1">
        <w:r w:rsidR="00BA228B" w:rsidRPr="00962211">
          <w:rPr>
            <w:rStyle w:val="Hyperlink"/>
            <w:rFonts w:cs="Arial"/>
            <w:color w:val="auto"/>
          </w:rPr>
          <w:t>www.mpmg.mp.br</w:t>
        </w:r>
      </w:hyperlink>
      <w:r w:rsidR="005A6B5E" w:rsidRPr="00962211">
        <w:t xml:space="preserve"> e </w:t>
      </w:r>
      <w:hyperlink r:id="rId19" w:history="1">
        <w:r w:rsidR="005A6B5E" w:rsidRPr="00962211">
          <w:rPr>
            <w:rStyle w:val="Hyperlink"/>
            <w:rFonts w:cs="Arial"/>
            <w:color w:val="auto"/>
          </w:rPr>
          <w:t>www.compras.mg.gov.br</w:t>
        </w:r>
      </w:hyperlink>
      <w:r w:rsidR="005A6B5E" w:rsidRPr="00962211">
        <w:t xml:space="preserve"> e do Diário Oficial Eletrônico do Ministério Público de Minas Gerais – DOMP/MG. </w:t>
      </w:r>
    </w:p>
    <w:p w:rsidR="002328BE" w:rsidRPr="00962211" w:rsidRDefault="008F1B8B" w:rsidP="000264A9">
      <w:pPr>
        <w:pStyle w:val="CPLPadrao"/>
        <w:numPr>
          <w:ilvl w:val="1"/>
          <w:numId w:val="18"/>
        </w:numPr>
        <w:tabs>
          <w:tab w:val="left" w:pos="567"/>
        </w:tabs>
        <w:spacing w:before="240" w:after="240"/>
        <w:ind w:left="0" w:firstLine="0"/>
      </w:pPr>
      <w:r w:rsidRPr="00962211">
        <w:t xml:space="preserve"> </w:t>
      </w:r>
      <w:r w:rsidR="002328BE" w:rsidRPr="00962211">
        <w:t xml:space="preserve">Cabe ao licitante acompanhar as operações no sistema eletrônico durante o processo licitatório e responsabilizar-se pelo ônus decorrente da perda de negócios </w:t>
      </w:r>
      <w:r w:rsidR="002328BE" w:rsidRPr="00962211">
        <w:lastRenderedPageBreak/>
        <w:t>diante da inobservância de mensagens emitidas pelo sistema ou de sua desconexão.</w:t>
      </w:r>
    </w:p>
    <w:p w:rsidR="002328BE" w:rsidRPr="00962211" w:rsidRDefault="002328BE" w:rsidP="000264A9">
      <w:pPr>
        <w:pStyle w:val="CPLPadrao"/>
        <w:numPr>
          <w:ilvl w:val="2"/>
          <w:numId w:val="18"/>
        </w:numPr>
        <w:tabs>
          <w:tab w:val="left" w:pos="851"/>
        </w:tabs>
        <w:spacing w:before="240" w:after="240"/>
        <w:ind w:left="0" w:firstLine="0"/>
      </w:pPr>
      <w:r w:rsidRPr="00962211">
        <w:t>O pregão será conduzido pela Procuradoria-Geral de Justiça (órgão promotor da licitação), com apoio técnico e operacional da SEPLAG, que atuará como provedor do Portal de Compras do Estado de Minas Gerais.</w:t>
      </w:r>
    </w:p>
    <w:p w:rsidR="002328BE" w:rsidRPr="00962211" w:rsidRDefault="002328BE" w:rsidP="000264A9">
      <w:pPr>
        <w:pStyle w:val="CPLPadrao"/>
        <w:numPr>
          <w:ilvl w:val="2"/>
          <w:numId w:val="18"/>
        </w:numPr>
        <w:tabs>
          <w:tab w:val="left" w:pos="851"/>
        </w:tabs>
        <w:spacing w:before="240" w:after="240"/>
        <w:ind w:left="0" w:firstLine="0"/>
      </w:pPr>
      <w:r w:rsidRPr="00962211">
        <w:t>O gerenciamento do Portal de Compras – MG é realizado exclusivamente pela Secretaria de Estado de Planejamento e Gestão de Minas Gerais (SEPLAG), não cabendo à Procuradoria-Geral de Justiça solucionar eventuais problemas a ele relacionados.</w:t>
      </w:r>
    </w:p>
    <w:p w:rsidR="002328BE" w:rsidRPr="00962211" w:rsidRDefault="002328BE" w:rsidP="000264A9">
      <w:pPr>
        <w:pStyle w:val="CPLPadrao"/>
        <w:numPr>
          <w:ilvl w:val="1"/>
          <w:numId w:val="18"/>
        </w:numPr>
        <w:spacing w:before="240" w:after="240"/>
        <w:ind w:left="0" w:firstLine="0"/>
      </w:pPr>
      <w:r w:rsidRPr="00962211">
        <w:t xml:space="preserve"> </w:t>
      </w:r>
      <w:r w:rsidR="00474889" w:rsidRPr="00962211">
        <w:t xml:space="preserve">Durante a sessão de pregão, as propostas e os documentos enviados pelos licitantes ao Pregoeiro, exceto aqueles que possam ser consultados em sítios eletrônicos públicos, serão disponibilizados para consulta no site </w:t>
      </w:r>
      <w:hyperlink r:id="rId20" w:history="1">
        <w:r w:rsidR="00474889" w:rsidRPr="00962211">
          <w:rPr>
            <w:rStyle w:val="Hyperlink"/>
            <w:rFonts w:cs="Arial"/>
            <w:color w:val="auto"/>
          </w:rPr>
          <w:t>www.mpmg.mp.br</w:t>
        </w:r>
      </w:hyperlink>
      <w:r w:rsidR="00474889" w:rsidRPr="00962211">
        <w:t>, Acesso à informação, Licitações e Contratos, Consulta a Licitações, Portal MPMG</w:t>
      </w:r>
      <w:r w:rsidRPr="00962211">
        <w:t>.</w:t>
      </w:r>
    </w:p>
    <w:p w:rsidR="002328BE" w:rsidRPr="00962211" w:rsidRDefault="002328BE" w:rsidP="000264A9">
      <w:pPr>
        <w:pStyle w:val="CPLPadrao"/>
        <w:numPr>
          <w:ilvl w:val="1"/>
          <w:numId w:val="18"/>
        </w:numPr>
        <w:spacing w:before="240" w:after="240"/>
        <w:ind w:left="0" w:firstLine="0"/>
      </w:pPr>
      <w:r w:rsidRPr="00962211">
        <w:rPr>
          <w:b/>
          <w:bCs/>
        </w:rPr>
        <w:t xml:space="preserve"> </w:t>
      </w:r>
      <w:r w:rsidRPr="00962211">
        <w:t>A apresentação de proposta obriga o licitante declarado vencedor ao cumprimento de todas as disposições contidas neste Edital.</w:t>
      </w:r>
    </w:p>
    <w:p w:rsidR="002328BE" w:rsidRPr="00962211" w:rsidRDefault="002328BE" w:rsidP="000264A9">
      <w:pPr>
        <w:pStyle w:val="CPLPadrao"/>
        <w:numPr>
          <w:ilvl w:val="1"/>
          <w:numId w:val="18"/>
        </w:numPr>
        <w:spacing w:before="240" w:after="240"/>
        <w:ind w:left="0" w:firstLine="0"/>
      </w:pPr>
      <w:r w:rsidRPr="00962211">
        <w:t xml:space="preserve"> As demais condições ou exigências pertinentes ao objeto desta licitação são aquelas explicitadas ao longo da Minuta de Contrato (Anexo I) e do Termo de Referência (Anexo VII), sendo todos os anexos partes integrantes deste Edital.</w:t>
      </w:r>
    </w:p>
    <w:p w:rsidR="004B4E63" w:rsidRPr="00962211" w:rsidRDefault="002328BE" w:rsidP="000264A9">
      <w:pPr>
        <w:pStyle w:val="CPLPadrao"/>
        <w:numPr>
          <w:ilvl w:val="1"/>
          <w:numId w:val="18"/>
        </w:numPr>
        <w:spacing w:before="240" w:after="240"/>
        <w:ind w:left="0" w:firstLine="0"/>
      </w:pPr>
      <w:r w:rsidRPr="00962211">
        <w:t xml:space="preserve"> É facultada ao Pregoeiro ou à autoridade superior, em qualquer fase da licitação, a promoção de diligência destinada a esclarecer ou a complementar a instrução do processo, vedada a inclusão posterior de documento ou informação que deveria constar originariamente da proposta.</w:t>
      </w:r>
    </w:p>
    <w:p w:rsidR="002328BE" w:rsidRPr="00962211" w:rsidRDefault="002328BE" w:rsidP="000264A9">
      <w:pPr>
        <w:pStyle w:val="CPLPadrao"/>
        <w:numPr>
          <w:ilvl w:val="1"/>
          <w:numId w:val="18"/>
        </w:numPr>
        <w:spacing w:before="240" w:after="240"/>
        <w:ind w:left="0" w:firstLine="0"/>
      </w:pPr>
      <w:r w:rsidRPr="00962211">
        <w:t>O Pregoeiro, atendendo ao interesse público,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observado o disposto na Lei nº 14.184/02.</w:t>
      </w:r>
    </w:p>
    <w:p w:rsidR="002328BE" w:rsidRPr="00962211" w:rsidRDefault="004B4E63" w:rsidP="000264A9">
      <w:pPr>
        <w:pStyle w:val="CPLPadrao"/>
        <w:numPr>
          <w:ilvl w:val="2"/>
          <w:numId w:val="18"/>
        </w:numPr>
        <w:tabs>
          <w:tab w:val="left" w:pos="851"/>
        </w:tabs>
        <w:spacing w:before="240" w:after="240"/>
        <w:ind w:left="0" w:firstLine="0"/>
      </w:pPr>
      <w:r w:rsidRPr="00962211">
        <w:t>Havendo</w:t>
      </w:r>
      <w:r w:rsidR="002328BE" w:rsidRPr="00962211">
        <w:t xml:space="preserve"> necessidade de suspensão da sessão pública para a realização de diligências, com vistas ao saneamento de que trata o subitem acima, a sessão pública será reiniciada mediante aviso prévio no sistema, com antecedência mínima de 24 (vinte e quatro) horas, e a ocorrência será registrada em ata.</w:t>
      </w:r>
    </w:p>
    <w:p w:rsidR="002328BE" w:rsidRPr="00962211" w:rsidRDefault="002328BE" w:rsidP="000264A9">
      <w:pPr>
        <w:pStyle w:val="CPLPadrao"/>
        <w:numPr>
          <w:ilvl w:val="2"/>
          <w:numId w:val="18"/>
        </w:numPr>
        <w:tabs>
          <w:tab w:val="left" w:pos="851"/>
        </w:tabs>
        <w:spacing w:before="240" w:after="240"/>
        <w:ind w:left="0" w:firstLine="0"/>
      </w:pPr>
      <w:r w:rsidRPr="00962211">
        <w:t>Os casos omissos neste Edital serão resolvidos pelo Pregoeiro e pela equipe de apoio.</w:t>
      </w:r>
    </w:p>
    <w:p w:rsidR="00507EFF" w:rsidRPr="00962211" w:rsidRDefault="00507EFF" w:rsidP="000264A9">
      <w:pPr>
        <w:pStyle w:val="CPLPadrao"/>
        <w:numPr>
          <w:ilvl w:val="1"/>
          <w:numId w:val="18"/>
        </w:numPr>
        <w:tabs>
          <w:tab w:val="left" w:pos="567"/>
        </w:tabs>
        <w:spacing w:before="240" w:after="240"/>
        <w:ind w:left="0" w:firstLine="0"/>
      </w:pPr>
      <w:r w:rsidRPr="00962211">
        <w:t xml:space="preserve">A presente licitação somente poderá ser revogada por motivo de interesse público decorrente de fato superveniente devidamente comprovado, pertinente e suficiente para justificar a revogação, ou anulada, no todo ou em parte, por </w:t>
      </w:r>
      <w:r w:rsidRPr="00962211">
        <w:lastRenderedPageBreak/>
        <w:t>ilegalidade, de ofício ou por provocação de qualquer pessoa, por meio de ato escrito e fundamentado.</w:t>
      </w:r>
    </w:p>
    <w:p w:rsidR="002328BE" w:rsidRPr="00962211" w:rsidRDefault="00507EFF" w:rsidP="000264A9">
      <w:pPr>
        <w:pStyle w:val="CPLPadrao"/>
        <w:numPr>
          <w:ilvl w:val="2"/>
          <w:numId w:val="18"/>
        </w:numPr>
        <w:tabs>
          <w:tab w:val="left" w:pos="851"/>
        </w:tabs>
        <w:spacing w:before="240" w:after="240"/>
        <w:ind w:left="0" w:firstLine="0"/>
      </w:pPr>
      <w:r w:rsidRPr="00962211">
        <w:t>Os licitantes não terão direito à indenização em decorrência da anulação desta licitação, ressalvado o direito do contratado de boa-fé ao ressarcimento dos encargos que tiver suportado no cumprimento do contrato, nos termos do art. 50 do Decreto Estadual nº 48.012/20</w:t>
      </w:r>
      <w:r w:rsidR="002328BE" w:rsidRPr="00962211">
        <w:t>.</w:t>
      </w:r>
    </w:p>
    <w:p w:rsidR="002328BE" w:rsidRPr="00962211" w:rsidRDefault="002328BE" w:rsidP="000264A9">
      <w:pPr>
        <w:pStyle w:val="CPLPadrao"/>
        <w:numPr>
          <w:ilvl w:val="1"/>
          <w:numId w:val="18"/>
        </w:numPr>
        <w:spacing w:before="240" w:after="240"/>
        <w:ind w:left="0" w:firstLine="0"/>
      </w:pPr>
      <w:r w:rsidRPr="00962211">
        <w:t>Na contagem dos prazos estabelecidos neste Edital, excluir-se-á o dia do início e incluir-se-á o do vencimento.</w:t>
      </w:r>
    </w:p>
    <w:p w:rsidR="002328BE" w:rsidRPr="00962211" w:rsidRDefault="002328BE" w:rsidP="000264A9">
      <w:pPr>
        <w:pStyle w:val="CPLPadrao"/>
        <w:numPr>
          <w:ilvl w:val="1"/>
          <w:numId w:val="18"/>
        </w:numPr>
        <w:spacing w:before="240" w:after="240"/>
        <w:ind w:left="0" w:firstLine="0"/>
      </w:pPr>
      <w:r w:rsidRPr="00962211">
        <w:t xml:space="preserve"> Caso não haja expediente na Procuradoria-Geral de Justiça na data prevista para a realização de qualquer ato relacionado a este Pregão, há remarcação automática para o mesmo horário do primeiro dia útil subsequente, ou outra data apontada pelo Pregoeiro.</w:t>
      </w:r>
    </w:p>
    <w:p w:rsidR="002328BE" w:rsidRPr="00962211" w:rsidRDefault="002328BE" w:rsidP="000264A9">
      <w:pPr>
        <w:pStyle w:val="CPLPadrao"/>
        <w:numPr>
          <w:ilvl w:val="1"/>
          <w:numId w:val="18"/>
        </w:numPr>
        <w:spacing w:before="240" w:after="240"/>
        <w:ind w:left="0" w:firstLine="0"/>
      </w:pPr>
      <w:r w:rsidRPr="00962211">
        <w:t xml:space="preserve"> A homologação do resultado desta licitação não gera ao adjudicatário direito subjetivo à contratação. </w:t>
      </w:r>
    </w:p>
    <w:p w:rsidR="002328BE" w:rsidRPr="00962211" w:rsidRDefault="002328BE" w:rsidP="000264A9">
      <w:pPr>
        <w:pStyle w:val="CPLPadrao"/>
        <w:numPr>
          <w:ilvl w:val="1"/>
          <w:numId w:val="18"/>
        </w:numPr>
        <w:spacing w:before="240" w:after="240"/>
        <w:ind w:left="0" w:firstLine="0"/>
      </w:pPr>
      <w:r w:rsidRPr="00962211">
        <w:t>Qualquer medida judicial oriunda da presente licitação será processada na Comarca de Belo Horizonte/MG.</w:t>
      </w:r>
    </w:p>
    <w:p w:rsidR="002328BE" w:rsidRPr="00962211" w:rsidRDefault="002328BE" w:rsidP="000264A9">
      <w:pPr>
        <w:pStyle w:val="CPLPadrao"/>
        <w:numPr>
          <w:ilvl w:val="1"/>
          <w:numId w:val="18"/>
        </w:numPr>
        <w:tabs>
          <w:tab w:val="left" w:pos="851"/>
          <w:tab w:val="left" w:pos="1134"/>
        </w:tabs>
        <w:spacing w:before="240" w:after="240"/>
        <w:ind w:left="0" w:firstLine="0"/>
      </w:pPr>
      <w:r w:rsidRPr="00962211">
        <w:t xml:space="preserve">Os interessados em consultar os autos do processo licitatório poderão solicitar a consulta através do e-mail </w:t>
      </w:r>
      <w:hyperlink r:id="rId21" w:history="1">
        <w:r w:rsidRPr="00962211">
          <w:rPr>
            <w:rStyle w:val="Hyperlink"/>
            <w:rFonts w:cs="Arial"/>
            <w:color w:val="auto"/>
          </w:rPr>
          <w:t>dgcl@mpmg.mp.br</w:t>
        </w:r>
      </w:hyperlink>
      <w:r w:rsidRPr="00962211">
        <w:t>, sendo disponibilizado o processo na íntegra ou em parte através do arquivo em PDF, extraído do Sistema Eletrônico de Informações (SEI), que será encaminhado por e-mail ao solicitante, de segunda a sexta-feira, das 9 às 18 horas.</w:t>
      </w:r>
    </w:p>
    <w:p w:rsidR="002328BE" w:rsidRPr="00962211" w:rsidRDefault="002328BE" w:rsidP="000264A9">
      <w:pPr>
        <w:pStyle w:val="CPLPadrao"/>
        <w:numPr>
          <w:ilvl w:val="2"/>
          <w:numId w:val="18"/>
        </w:numPr>
        <w:tabs>
          <w:tab w:val="left" w:pos="993"/>
        </w:tabs>
        <w:spacing w:before="240" w:after="240"/>
        <w:ind w:left="0" w:firstLine="0"/>
      </w:pPr>
      <w:r w:rsidRPr="00962211">
        <w:t xml:space="preserve">Demais informações podem ser obtidas diretamente na Diretoria de Gestão </w:t>
      </w:r>
      <w:r w:rsidR="001C34B5" w:rsidRPr="00962211">
        <w:t xml:space="preserve">de </w:t>
      </w:r>
      <w:r w:rsidRPr="00962211">
        <w:t xml:space="preserve">Compras e Licitações, no endereço Av. Álvares Cabral, nº 1740, 6º andar, Santo Agostinho, Belo Horizonte/MG, CEP 30.170-008 ou pelo e-mail mencionado no subitem anterior ou, ainda, pelos telefones (31) 3330-8128 e 3330-8129, estando este Edital e seus anexos disponíveis para download nos sites </w:t>
      </w:r>
      <w:hyperlink r:id="rId22" w:history="1">
        <w:r w:rsidRPr="00962211">
          <w:rPr>
            <w:rStyle w:val="Hyperlink"/>
            <w:rFonts w:cs="Arial"/>
            <w:color w:val="auto"/>
          </w:rPr>
          <w:t>www.mpmg.mp.br</w:t>
        </w:r>
      </w:hyperlink>
      <w:r w:rsidRPr="00962211">
        <w:t xml:space="preserve"> e </w:t>
      </w:r>
      <w:hyperlink r:id="rId23" w:history="1">
        <w:r w:rsidRPr="00962211">
          <w:rPr>
            <w:rStyle w:val="Hyperlink"/>
            <w:rFonts w:cs="Arial"/>
            <w:color w:val="auto"/>
          </w:rPr>
          <w:t>www.compras.mg.gov.br</w:t>
        </w:r>
      </w:hyperlink>
      <w:r w:rsidRPr="00962211">
        <w:t>.</w:t>
      </w:r>
    </w:p>
    <w:p w:rsidR="00251A67" w:rsidRPr="00962211" w:rsidRDefault="002328BE" w:rsidP="000264A9">
      <w:pPr>
        <w:pStyle w:val="CPLPadrao"/>
        <w:numPr>
          <w:ilvl w:val="1"/>
          <w:numId w:val="18"/>
        </w:numPr>
        <w:tabs>
          <w:tab w:val="left" w:pos="567"/>
        </w:tabs>
        <w:spacing w:before="240" w:after="240"/>
        <w:ind w:left="0" w:firstLine="0"/>
      </w:pPr>
      <w:r w:rsidRPr="00962211">
        <w:t>São partes integrantes e inseparáveis do presente Edital</w:t>
      </w:r>
      <w:r w:rsidR="0082143A" w:rsidRPr="00962211">
        <w:t>:</w:t>
      </w:r>
    </w:p>
    <w:p w:rsidR="00251A67" w:rsidRPr="00962211" w:rsidRDefault="0082143A" w:rsidP="000264A9">
      <w:pPr>
        <w:pStyle w:val="CPLPadrao"/>
        <w:numPr>
          <w:ilvl w:val="2"/>
          <w:numId w:val="18"/>
        </w:numPr>
        <w:tabs>
          <w:tab w:val="left" w:pos="993"/>
        </w:tabs>
        <w:spacing w:before="240" w:after="240"/>
        <w:ind w:left="0" w:firstLine="0"/>
      </w:pPr>
      <w:r w:rsidRPr="00962211">
        <w:t>Anexo I – Minuta de Contrato;</w:t>
      </w:r>
    </w:p>
    <w:p w:rsidR="00251A67" w:rsidRPr="00962211" w:rsidRDefault="0082143A" w:rsidP="000264A9">
      <w:pPr>
        <w:pStyle w:val="CPLPadrao"/>
        <w:numPr>
          <w:ilvl w:val="2"/>
          <w:numId w:val="18"/>
        </w:numPr>
        <w:tabs>
          <w:tab w:val="left" w:pos="993"/>
        </w:tabs>
        <w:spacing w:before="240" w:after="240"/>
        <w:ind w:left="0" w:firstLine="0"/>
      </w:pPr>
      <w:r w:rsidRPr="00962211">
        <w:t>Anexo II – Modelo de Proposta (planilha de preços);</w:t>
      </w:r>
    </w:p>
    <w:p w:rsidR="00251A67" w:rsidRPr="00962211" w:rsidRDefault="0082143A" w:rsidP="000264A9">
      <w:pPr>
        <w:pStyle w:val="CPLPadrao"/>
        <w:numPr>
          <w:ilvl w:val="2"/>
          <w:numId w:val="18"/>
        </w:numPr>
        <w:tabs>
          <w:tab w:val="left" w:pos="993"/>
        </w:tabs>
        <w:spacing w:before="240" w:after="240"/>
        <w:ind w:left="0" w:firstLine="0"/>
      </w:pPr>
      <w:r w:rsidRPr="00962211">
        <w:t>Anexo III – Relação de Documentos Exigidos;</w:t>
      </w:r>
    </w:p>
    <w:p w:rsidR="005E4D22" w:rsidRPr="00962211" w:rsidRDefault="005E4D22" w:rsidP="000264A9">
      <w:pPr>
        <w:pStyle w:val="CPLPadrao"/>
        <w:numPr>
          <w:ilvl w:val="2"/>
          <w:numId w:val="18"/>
        </w:numPr>
        <w:tabs>
          <w:tab w:val="left" w:pos="993"/>
        </w:tabs>
        <w:spacing w:before="240" w:after="240"/>
        <w:ind w:left="0" w:firstLine="0"/>
      </w:pPr>
      <w:r w:rsidRPr="00962211">
        <w:t>Anexo IV – Modelo de Declaração (regularidade);</w:t>
      </w:r>
    </w:p>
    <w:p w:rsidR="00251A67" w:rsidRPr="00962211" w:rsidRDefault="0082143A" w:rsidP="000264A9">
      <w:pPr>
        <w:pStyle w:val="CPLPadrao"/>
        <w:numPr>
          <w:ilvl w:val="2"/>
          <w:numId w:val="18"/>
        </w:numPr>
        <w:tabs>
          <w:tab w:val="left" w:pos="993"/>
        </w:tabs>
        <w:spacing w:before="240" w:after="240"/>
        <w:ind w:left="0" w:firstLine="0"/>
      </w:pPr>
      <w:r w:rsidRPr="00962211">
        <w:t>Anexo V – Modelo de Declaração (não emprega menor);</w:t>
      </w:r>
    </w:p>
    <w:p w:rsidR="00251A67" w:rsidRPr="00962211" w:rsidRDefault="0082143A" w:rsidP="000264A9">
      <w:pPr>
        <w:pStyle w:val="CPLPadrao"/>
        <w:numPr>
          <w:ilvl w:val="2"/>
          <w:numId w:val="18"/>
        </w:numPr>
        <w:tabs>
          <w:tab w:val="left" w:pos="993"/>
        </w:tabs>
        <w:spacing w:before="240" w:after="240"/>
        <w:ind w:left="0" w:firstLine="0"/>
      </w:pPr>
      <w:r w:rsidRPr="00962211">
        <w:t>Anexo V</w:t>
      </w:r>
      <w:r w:rsidR="00BC3F53" w:rsidRPr="00962211">
        <w:t>I</w:t>
      </w:r>
      <w:r w:rsidRPr="00962211">
        <w:t xml:space="preserve"> – Modelo de Declaração (ME/EPP</w:t>
      </w:r>
      <w:r w:rsidR="001372E4" w:rsidRPr="00962211">
        <w:t xml:space="preserve"> ou equiparada</w:t>
      </w:r>
      <w:r w:rsidRPr="00962211">
        <w:t>);</w:t>
      </w:r>
    </w:p>
    <w:p w:rsidR="00251A67" w:rsidRPr="00962211" w:rsidRDefault="00410C23" w:rsidP="000264A9">
      <w:pPr>
        <w:pStyle w:val="CPLPadrao"/>
        <w:numPr>
          <w:ilvl w:val="2"/>
          <w:numId w:val="18"/>
        </w:numPr>
        <w:tabs>
          <w:tab w:val="left" w:pos="993"/>
        </w:tabs>
        <w:spacing w:before="240" w:after="240"/>
        <w:ind w:left="0" w:firstLine="0"/>
      </w:pPr>
      <w:r w:rsidRPr="00962211">
        <w:lastRenderedPageBreak/>
        <w:t>Anexo VI</w:t>
      </w:r>
      <w:r w:rsidR="00BC3F53" w:rsidRPr="00962211">
        <w:t>I</w:t>
      </w:r>
      <w:r w:rsidR="00CA4327" w:rsidRPr="00962211">
        <w:t xml:space="preserve"> – Termo de Referência;</w:t>
      </w:r>
    </w:p>
    <w:p w:rsidR="00D65CBA" w:rsidRPr="00962211" w:rsidRDefault="00D65CBA" w:rsidP="000264A9">
      <w:pPr>
        <w:pStyle w:val="CPLPadrao"/>
        <w:numPr>
          <w:ilvl w:val="2"/>
          <w:numId w:val="18"/>
        </w:numPr>
        <w:tabs>
          <w:tab w:val="left" w:pos="993"/>
        </w:tabs>
        <w:spacing w:before="240" w:after="240"/>
        <w:ind w:left="0" w:firstLine="0"/>
      </w:pPr>
      <w:r w:rsidRPr="00962211">
        <w:t xml:space="preserve">Anexo </w:t>
      </w:r>
      <w:r w:rsidR="00902F52">
        <w:t>VIII</w:t>
      </w:r>
      <w:r w:rsidRPr="00962211">
        <w:t xml:space="preserve"> – Modelo de Declaração (Indicar Profissional);</w:t>
      </w:r>
    </w:p>
    <w:p w:rsidR="005072FF" w:rsidRPr="00962211" w:rsidRDefault="005072FF" w:rsidP="000264A9">
      <w:pPr>
        <w:pStyle w:val="CPLPadrao"/>
        <w:spacing w:before="240" w:after="240"/>
        <w:ind w:left="360"/>
        <w:jc w:val="center"/>
      </w:pPr>
    </w:p>
    <w:p w:rsidR="00A87DB2" w:rsidRPr="00962211" w:rsidRDefault="00A87DB2" w:rsidP="000264A9">
      <w:pPr>
        <w:pStyle w:val="CPLPadrao"/>
        <w:spacing w:before="240" w:after="240"/>
        <w:ind w:left="360"/>
        <w:jc w:val="center"/>
      </w:pPr>
    </w:p>
    <w:p w:rsidR="00A62782" w:rsidRPr="00962211" w:rsidRDefault="0082143A" w:rsidP="00C04691">
      <w:pPr>
        <w:pStyle w:val="CPLPadrao"/>
        <w:spacing w:before="240" w:after="240"/>
        <w:ind w:left="360"/>
        <w:jc w:val="center"/>
      </w:pPr>
      <w:r w:rsidRPr="00962211">
        <w:t>Belo Horizonte</w:t>
      </w:r>
      <w:r w:rsidR="00C04691">
        <w:t>/MG</w:t>
      </w:r>
      <w:r w:rsidRPr="00962211">
        <w:t>,</w:t>
      </w:r>
      <w:r w:rsidR="00C04691">
        <w:t xml:space="preserve"> </w:t>
      </w:r>
      <w:r w:rsidR="00546937">
        <w:t>18</w:t>
      </w:r>
      <w:r w:rsidR="00C04691">
        <w:t xml:space="preserve"> de abril de 2022.</w:t>
      </w:r>
      <w:r w:rsidRPr="00962211">
        <w:t xml:space="preserve"> </w:t>
      </w:r>
    </w:p>
    <w:p w:rsidR="00882165" w:rsidRPr="00962211" w:rsidRDefault="007D6DE7" w:rsidP="000264A9">
      <w:pPr>
        <w:pStyle w:val="CPLPadrao"/>
        <w:spacing w:before="240" w:after="240"/>
        <w:ind w:left="360"/>
        <w:jc w:val="center"/>
        <w:rPr>
          <w:b/>
          <w:bCs/>
        </w:rPr>
      </w:pPr>
      <w:r w:rsidRPr="00962211">
        <w:rPr>
          <w:b/>
          <w:bCs/>
        </w:rPr>
        <w:t>Márcio Gomes de Souza</w:t>
      </w:r>
    </w:p>
    <w:p w:rsidR="00882165" w:rsidRPr="00962211" w:rsidRDefault="00882165" w:rsidP="000264A9">
      <w:pPr>
        <w:pStyle w:val="CPLPadrao"/>
        <w:snapToGrid w:val="0"/>
        <w:spacing w:before="240" w:after="240"/>
        <w:jc w:val="center"/>
        <w:rPr>
          <w:bCs/>
        </w:rPr>
      </w:pPr>
      <w:r w:rsidRPr="00962211">
        <w:rPr>
          <w:bCs/>
        </w:rPr>
        <w:t>Procurador-Geral de Justiça Adjunto Administrativo</w:t>
      </w:r>
    </w:p>
    <w:p w:rsidR="00251A67" w:rsidRPr="00962211" w:rsidRDefault="0082143A" w:rsidP="000264A9">
      <w:pPr>
        <w:pStyle w:val="Ttulo3"/>
        <w:spacing w:after="240"/>
        <w:jc w:val="both"/>
        <w:rPr>
          <w:rFonts w:ascii="Arial" w:hAnsi="Arial" w:cs="Arial"/>
          <w:sz w:val="24"/>
          <w:szCs w:val="24"/>
        </w:rPr>
      </w:pPr>
      <w:r w:rsidRPr="00962211">
        <w:rPr>
          <w:rFonts w:ascii="Arial" w:hAnsi="Arial" w:cs="Arial"/>
          <w:sz w:val="24"/>
          <w:szCs w:val="24"/>
        </w:rPr>
        <w:br w:type="page"/>
      </w:r>
      <w:bookmarkStart w:id="56" w:name="_Toc99971909"/>
      <w:r w:rsidRPr="00962211">
        <w:rPr>
          <w:rFonts w:ascii="Arial" w:hAnsi="Arial" w:cs="Arial"/>
          <w:sz w:val="24"/>
          <w:szCs w:val="24"/>
        </w:rPr>
        <w:lastRenderedPageBreak/>
        <w:t>ANEXO I – MINUTA DE CONTRATO</w:t>
      </w:r>
      <w:bookmarkEnd w:id="56"/>
    </w:p>
    <w:p w:rsidR="00251A67" w:rsidRPr="00962211" w:rsidRDefault="0082143A" w:rsidP="000264A9">
      <w:pPr>
        <w:pStyle w:val="CPLPadrao"/>
        <w:tabs>
          <w:tab w:val="left" w:pos="993"/>
        </w:tabs>
        <w:spacing w:before="240" w:after="240"/>
        <w:rPr>
          <w:b/>
        </w:rPr>
      </w:pPr>
      <w:r w:rsidRPr="00962211">
        <w:rPr>
          <w:b/>
        </w:rPr>
        <w:t>CONTRATO Nº ..........................</w:t>
      </w:r>
    </w:p>
    <w:p w:rsidR="00251A67" w:rsidRPr="00962211" w:rsidRDefault="0082143A" w:rsidP="000264A9">
      <w:pPr>
        <w:pStyle w:val="CPLPadrao"/>
        <w:tabs>
          <w:tab w:val="left" w:pos="993"/>
        </w:tabs>
        <w:spacing w:before="240" w:after="240"/>
        <w:rPr>
          <w:b/>
        </w:rPr>
      </w:pPr>
      <w:r w:rsidRPr="00962211">
        <w:rPr>
          <w:b/>
        </w:rPr>
        <w:t>CONTRATO SIAD Nº ..........................</w:t>
      </w:r>
    </w:p>
    <w:p w:rsidR="00251A67" w:rsidRPr="00962211" w:rsidRDefault="0082143A" w:rsidP="000264A9">
      <w:pPr>
        <w:pStyle w:val="CPLPadrao"/>
        <w:tabs>
          <w:tab w:val="left" w:pos="993"/>
        </w:tabs>
        <w:spacing w:before="240" w:after="240"/>
        <w:rPr>
          <w:b/>
        </w:rPr>
      </w:pPr>
      <w:r w:rsidRPr="00962211">
        <w:rPr>
          <w:b/>
        </w:rPr>
        <w:t>CONTRATO DE PRESTAÇÃO DE SERVIÇO, QUE ENTRE SI CELEBRAM O MINISTÉRIO PÚBLICO DO ESTADO DE MINAS GERAIS, POR INTERMÉDIO DA PROCURADORIA-GERAL DE JUSTIÇA, E A EMPRESA .........................., NA FORMA AJUSTADA.</w:t>
      </w:r>
    </w:p>
    <w:p w:rsidR="00DB52F2" w:rsidRPr="00962211" w:rsidRDefault="00DB52F2" w:rsidP="000264A9">
      <w:pPr>
        <w:pStyle w:val="CPLPadrao"/>
        <w:snapToGrid w:val="0"/>
        <w:spacing w:before="240" w:after="240"/>
        <w:rPr>
          <w:bCs/>
        </w:rPr>
      </w:pPr>
      <w:r w:rsidRPr="00962211">
        <w:rPr>
          <w:b/>
        </w:rPr>
        <w:t>CONTRATANTE:</w:t>
      </w:r>
      <w:r w:rsidR="0082143A" w:rsidRPr="00962211">
        <w:t xml:space="preserve">O </w:t>
      </w:r>
      <w:r w:rsidR="0082143A" w:rsidRPr="00962211">
        <w:rPr>
          <w:b/>
        </w:rPr>
        <w:t>Ministério Público do Estado de Minas Gerais</w:t>
      </w:r>
      <w:r w:rsidR="0082143A" w:rsidRPr="00962211">
        <w:t xml:space="preserve">, por intermédio da </w:t>
      </w:r>
      <w:r w:rsidR="0082143A" w:rsidRPr="00962211">
        <w:rPr>
          <w:b/>
        </w:rPr>
        <w:t>Procuradoria-Geral de Justiça</w:t>
      </w:r>
      <w:r w:rsidR="0082143A" w:rsidRPr="00962211">
        <w:t>, com sede na Av. Álvares Cabral, 1690, CEP 30.170-00</w:t>
      </w:r>
      <w:r w:rsidR="008E6A3E" w:rsidRPr="00962211">
        <w:t>8</w:t>
      </w:r>
      <w:r w:rsidR="0082143A" w:rsidRPr="00962211">
        <w:t xml:space="preserve">, bairro Santo Agostinho, nesta Capital, inscrita no CNPJ sob o nº 20.971.057/0001-45, </w:t>
      </w:r>
      <w:r w:rsidRPr="00962211">
        <w:t xml:space="preserve">doravante denominada </w:t>
      </w:r>
      <w:r w:rsidRPr="00962211">
        <w:rPr>
          <w:b/>
        </w:rPr>
        <w:t>Contratante,</w:t>
      </w:r>
      <w:r w:rsidRPr="00962211">
        <w:t xml:space="preserve"> </w:t>
      </w:r>
      <w:r w:rsidR="0082143A" w:rsidRPr="00962211">
        <w:t>neste ato representado pelo Procurador-Geral de Justiça Adjunto Administrativo,</w:t>
      </w:r>
      <w:r w:rsidR="006B3E0B" w:rsidRPr="00962211">
        <w:t xml:space="preserve"> </w:t>
      </w:r>
      <w:r w:rsidR="007D6DE7" w:rsidRPr="00962211">
        <w:rPr>
          <w:b/>
        </w:rPr>
        <w:t>Márcio Gomes de Souza</w:t>
      </w:r>
    </w:p>
    <w:p w:rsidR="00DB52F2" w:rsidRPr="00962211" w:rsidRDefault="00DB52F2" w:rsidP="000264A9">
      <w:pPr>
        <w:pStyle w:val="CPLPadrao"/>
        <w:snapToGrid w:val="0"/>
        <w:spacing w:before="240" w:after="240"/>
      </w:pPr>
      <w:r w:rsidRPr="00962211">
        <w:rPr>
          <w:b/>
          <w:bCs/>
        </w:rPr>
        <w:t>CONTRATADA:</w:t>
      </w:r>
      <w:r w:rsidR="0082143A" w:rsidRPr="00962211">
        <w:t xml:space="preserve"> </w:t>
      </w:r>
      <w:r w:rsidRPr="00962211">
        <w:t>E</w:t>
      </w:r>
      <w:r w:rsidR="0082143A" w:rsidRPr="00962211">
        <w:t>mpresa ......................................, inscrita no CNPJ sob o nº ....................., com sede na ...................</w:t>
      </w:r>
      <w:r w:rsidR="00D015BD" w:rsidRPr="00962211">
        <w:t xml:space="preserve">., </w:t>
      </w:r>
      <w:r w:rsidRPr="00962211">
        <w:t xml:space="preserve">doravante denominada </w:t>
      </w:r>
      <w:r w:rsidRPr="00962211">
        <w:rPr>
          <w:b/>
        </w:rPr>
        <w:t>Contratada</w:t>
      </w:r>
      <w:r w:rsidRPr="00962211">
        <w:t xml:space="preserve">, </w:t>
      </w:r>
      <w:r w:rsidR="00A75976" w:rsidRPr="00962211">
        <w:t>neste ato representada por</w:t>
      </w:r>
      <w:r w:rsidRPr="00962211">
        <w:t xml:space="preserve"> </w:t>
      </w:r>
      <w:r w:rsidR="0082143A" w:rsidRPr="00962211">
        <w:t>...................., CPF nº ...................</w:t>
      </w:r>
      <w:r w:rsidRPr="00962211">
        <w:t>.., RG nº ....................</w:t>
      </w:r>
    </w:p>
    <w:p w:rsidR="00251A67" w:rsidRPr="00962211" w:rsidRDefault="00DB52F2" w:rsidP="000264A9">
      <w:pPr>
        <w:pStyle w:val="CPLPadrao"/>
        <w:snapToGrid w:val="0"/>
        <w:spacing w:before="240" w:after="240"/>
      </w:pPr>
      <w:r w:rsidRPr="00962211">
        <w:t xml:space="preserve">As partes acima qualificadas celebram o presente Contrato, </w:t>
      </w:r>
      <w:r w:rsidRPr="00962211">
        <w:rPr>
          <w:b/>
        </w:rPr>
        <w:t>com observância ao Processo SEI n.º ....................</w:t>
      </w:r>
      <w:r w:rsidRPr="00962211">
        <w:t xml:space="preserve">, </w:t>
      </w:r>
      <w:r w:rsidR="0082143A" w:rsidRPr="00962211">
        <w:t>nos termos da Lei Federal nº 8.666</w:t>
      </w:r>
      <w:r w:rsidR="0012362C" w:rsidRPr="00962211">
        <w:t>/</w:t>
      </w:r>
      <w:r w:rsidR="0082143A" w:rsidRPr="00962211">
        <w:t xml:space="preserve">93, da Lei Federal nº 10.520/02, da Lei Estadual nº 14.167/02, regulamentada pelo Decreto Estadual nº </w:t>
      </w:r>
      <w:r w:rsidR="002328BE" w:rsidRPr="00962211">
        <w:t>48.012/20</w:t>
      </w:r>
      <w:r w:rsidR="0082143A" w:rsidRPr="00962211">
        <w:t xml:space="preserve">, </w:t>
      </w:r>
      <w:r w:rsidR="001640E1" w:rsidRPr="00962211">
        <w:t>e também pelos Decretos Estaduais nº 45.902/12 e 47.524/18</w:t>
      </w:r>
      <w:r w:rsidR="0082143A" w:rsidRPr="00962211">
        <w:t>, além das demais disposições legais aplicáveis e do disposto no Edital do Processo Licitatório</w:t>
      </w:r>
      <w:r w:rsidR="00E7377C" w:rsidRPr="00962211">
        <w:t xml:space="preserve"> SIAD</w:t>
      </w:r>
      <w:r w:rsidR="0082143A" w:rsidRPr="00962211">
        <w:t xml:space="preserve"> nº </w:t>
      </w:r>
      <w:r w:rsidR="00B254F8" w:rsidRPr="00962211">
        <w:t>10910</w:t>
      </w:r>
      <w:r w:rsidR="00313098" w:rsidRPr="00962211">
        <w:t>12</w:t>
      </w:r>
      <w:r w:rsidR="00C04691">
        <w:t xml:space="preserve"> 50/2022</w:t>
      </w:r>
      <w:r w:rsidR="0082143A" w:rsidRPr="00962211">
        <w:t>, devidamente adjudicado, homologado e publicado, na forma da Lei, observados os Anexos I e II (Anexos II e VI</w:t>
      </w:r>
      <w:r w:rsidR="00A86435" w:rsidRPr="00962211">
        <w:t>I</w:t>
      </w:r>
      <w:r w:rsidR="0082143A" w:rsidRPr="00962211">
        <w:t xml:space="preserve"> do Edital) e respectivas atas de abertura e julgamento, mediante as cláusulas e condições seguintes:</w:t>
      </w:r>
    </w:p>
    <w:p w:rsidR="00251A67" w:rsidRPr="00962211" w:rsidRDefault="0082143A" w:rsidP="000264A9">
      <w:pPr>
        <w:pStyle w:val="CPLPadrao"/>
        <w:tabs>
          <w:tab w:val="left" w:pos="993"/>
        </w:tabs>
        <w:spacing w:before="240" w:after="240"/>
        <w:rPr>
          <w:b/>
          <w:bCs/>
        </w:rPr>
      </w:pPr>
      <w:r w:rsidRPr="00962211">
        <w:rPr>
          <w:b/>
          <w:bCs/>
        </w:rPr>
        <w:t>CLÁUSULA PRIMEIRA – Do Objeto</w:t>
      </w:r>
    </w:p>
    <w:p w:rsidR="00251A67" w:rsidRPr="000F793A" w:rsidRDefault="0082143A" w:rsidP="00DF7611">
      <w:pPr>
        <w:pStyle w:val="CPLPadrao"/>
        <w:spacing w:before="360" w:after="360"/>
        <w:rPr>
          <w:rFonts w:eastAsia="Times New Roman"/>
          <w:bCs/>
        </w:rPr>
      </w:pPr>
      <w:r w:rsidRPr="00962211">
        <w:t xml:space="preserve">O objeto deste Contrato é </w:t>
      </w:r>
      <w:r w:rsidR="00DF7611" w:rsidRPr="000F793A">
        <w:rPr>
          <w:rFonts w:eastAsia="Times New Roman"/>
          <w:bCs/>
        </w:rPr>
        <w:t>a execução de serviços de manutenção preventiva e corretiva de grupos motogeradores instalados nos imóveis da Procuradoria Geral de Justiça do Estado de Minas Gerais, na cidade de Belo Horizonte, pelo período de 36 (trinta e seis) meses</w:t>
      </w:r>
      <w:r w:rsidRPr="00962211">
        <w:t>, conforme descrito nos Anexos I e II do presente instrumento.</w:t>
      </w:r>
    </w:p>
    <w:p w:rsidR="00251A67" w:rsidRPr="00962211" w:rsidRDefault="0082143A" w:rsidP="000264A9">
      <w:pPr>
        <w:pStyle w:val="CPLPadrao"/>
        <w:tabs>
          <w:tab w:val="left" w:pos="993"/>
        </w:tabs>
        <w:spacing w:before="240" w:after="240"/>
        <w:rPr>
          <w:b/>
          <w:bCs/>
        </w:rPr>
      </w:pPr>
      <w:r w:rsidRPr="00962211">
        <w:rPr>
          <w:b/>
          <w:bCs/>
        </w:rPr>
        <w:t>CLÁUSULA SEGUNDA – Dos Prazos e condições de execução do serviço</w:t>
      </w:r>
    </w:p>
    <w:p w:rsidR="00251A67" w:rsidRPr="00962211" w:rsidRDefault="0082143A" w:rsidP="000264A9">
      <w:pPr>
        <w:pStyle w:val="CPLPadrao"/>
        <w:tabs>
          <w:tab w:val="left" w:pos="993"/>
        </w:tabs>
        <w:spacing w:before="240" w:after="240"/>
      </w:pPr>
      <w:r w:rsidRPr="00962211">
        <w:t>O serviço objeto deste Contrato deverá ser prestado em conformidade com todas as especificações previstas no Termo de Referência (Anexo II deste Contrato), inclusive quanto a eventual refazimento, no(s) prazo(s) máximo(s) definido(s) na proposta vencedora, contado(s) a partir da data do recebimento, pela Contratada, da respectiva Ordem de Serviço encaminhada pela Contratante.</w:t>
      </w:r>
    </w:p>
    <w:p w:rsidR="00251A67" w:rsidRPr="00962211" w:rsidRDefault="0082143A" w:rsidP="000264A9">
      <w:pPr>
        <w:pStyle w:val="CPLPadrao"/>
        <w:tabs>
          <w:tab w:val="left" w:pos="993"/>
        </w:tabs>
        <w:spacing w:before="240" w:after="240"/>
        <w:rPr>
          <w:b/>
          <w:bCs/>
        </w:rPr>
      </w:pPr>
      <w:r w:rsidRPr="00962211">
        <w:rPr>
          <w:b/>
          <w:bCs/>
        </w:rPr>
        <w:t>CLÁUSULA TERCEIRA – Do Recebimento e Do Aceite</w:t>
      </w:r>
    </w:p>
    <w:p w:rsidR="00251A67" w:rsidRPr="00962211" w:rsidRDefault="0082143A" w:rsidP="000264A9">
      <w:pPr>
        <w:pStyle w:val="CPLPadrao"/>
        <w:tabs>
          <w:tab w:val="left" w:pos="993"/>
        </w:tabs>
        <w:spacing w:before="240" w:after="240"/>
      </w:pPr>
      <w:r w:rsidRPr="00962211">
        <w:lastRenderedPageBreak/>
        <w:t>O recebimento e o aceite do objeto deste Contrato dar-se-ão da forma seguinte:</w:t>
      </w:r>
    </w:p>
    <w:p w:rsidR="008A2647" w:rsidRPr="00962211" w:rsidRDefault="008A2647" w:rsidP="000264A9">
      <w:pPr>
        <w:pStyle w:val="CPLPadrao"/>
        <w:tabs>
          <w:tab w:val="left" w:pos="993"/>
        </w:tabs>
        <w:spacing w:before="240" w:after="240"/>
      </w:pPr>
      <w:r w:rsidRPr="00962211">
        <w:t xml:space="preserve">a) Provisoriamente, em até 2 (dois) dias úteis, após a conclusão de cada parcela do serviço, pela </w:t>
      </w:r>
      <w:r w:rsidR="00646D88" w:rsidRPr="00962211">
        <w:t>Divisão de Manutenção Predial</w:t>
      </w:r>
      <w:r w:rsidR="00DF7611" w:rsidRPr="00962211">
        <w:t xml:space="preserve"> (DIMAN)</w:t>
      </w:r>
      <w:r w:rsidRPr="00962211">
        <w:t>, sem prejuízo da posterior verificação da perfeição e da conformidade do resultado do serviço prestado com as exigências deste Contrato, nos termos explicitados na alínea seguinte;</w:t>
      </w:r>
    </w:p>
    <w:p w:rsidR="008A2647" w:rsidRPr="00962211" w:rsidRDefault="008A2647" w:rsidP="000264A9">
      <w:pPr>
        <w:pStyle w:val="CPLPadrao"/>
        <w:tabs>
          <w:tab w:val="left" w:pos="993"/>
        </w:tabs>
        <w:spacing w:before="240" w:after="240"/>
      </w:pPr>
      <w:r w:rsidRPr="00962211">
        <w:t xml:space="preserve">b) Definitivamente, em até 5 (cinco) dias úteis, contados </w:t>
      </w:r>
      <w:r w:rsidRPr="00962211">
        <w:rPr>
          <w:kern w:val="0"/>
          <w:lang w:eastAsia="pt-BR"/>
        </w:rPr>
        <w:t>do recebimento da última nota fiscal</w:t>
      </w:r>
      <w:r w:rsidR="0065355B" w:rsidRPr="00962211">
        <w:rPr>
          <w:kern w:val="0"/>
          <w:lang w:eastAsia="pt-BR"/>
        </w:rPr>
        <w:t xml:space="preserve"> </w:t>
      </w:r>
      <w:r w:rsidR="0065355B" w:rsidRPr="00962211">
        <w:t>(ou documento equivalente)</w:t>
      </w:r>
      <w:r w:rsidRPr="00962211">
        <w:rPr>
          <w:kern w:val="0"/>
          <w:lang w:eastAsia="pt-BR"/>
        </w:rPr>
        <w:t>, após o encerramento de todos os serviços,</w:t>
      </w:r>
      <w:r w:rsidRPr="00962211">
        <w:t xml:space="preserve"> pelo responsável pela </w:t>
      </w:r>
      <w:r w:rsidR="00646D88" w:rsidRPr="00962211">
        <w:t>Divisão de Manutenção Predial</w:t>
      </w:r>
      <w:r w:rsidR="00DF7611" w:rsidRPr="00962211">
        <w:t xml:space="preserve"> (DIMAN)</w:t>
      </w:r>
      <w:r w:rsidRPr="00962211">
        <w:t xml:space="preserve"> ou por servidor designado por este, com a conferência da perfeição e qualidade do resultado do serviço prestado, atestando sua conformidade e total adequação ao objeto contratado.</w:t>
      </w:r>
    </w:p>
    <w:p w:rsidR="00251A67" w:rsidRPr="00962211" w:rsidRDefault="0082143A" w:rsidP="000264A9">
      <w:pPr>
        <w:pStyle w:val="CPLPadrao"/>
        <w:tabs>
          <w:tab w:val="left" w:pos="993"/>
        </w:tabs>
        <w:spacing w:before="240" w:after="240"/>
        <w:rPr>
          <w:b/>
          <w:bCs/>
        </w:rPr>
      </w:pPr>
      <w:r w:rsidRPr="00962211">
        <w:rPr>
          <w:b/>
          <w:bCs/>
        </w:rPr>
        <w:t>CLÁUSULA QUARTA – Das Obrigações da Contratante</w:t>
      </w:r>
    </w:p>
    <w:p w:rsidR="00251A67" w:rsidRPr="00962211" w:rsidRDefault="0082143A" w:rsidP="000264A9">
      <w:pPr>
        <w:pStyle w:val="CPLPadrao"/>
        <w:tabs>
          <w:tab w:val="left" w:pos="993"/>
        </w:tabs>
        <w:spacing w:before="240" w:after="240"/>
      </w:pPr>
      <w:r w:rsidRPr="00962211">
        <w:t>São obrigações da Contratante, além de outras previstas neste Contrato:</w:t>
      </w:r>
    </w:p>
    <w:p w:rsidR="00251A67" w:rsidRPr="00962211" w:rsidRDefault="0082143A" w:rsidP="000264A9">
      <w:pPr>
        <w:pStyle w:val="CPLPadrao"/>
        <w:tabs>
          <w:tab w:val="left" w:pos="993"/>
        </w:tabs>
        <w:spacing w:before="240" w:after="240"/>
      </w:pPr>
      <w:r w:rsidRPr="00962211">
        <w:t>a) Efetuar o pagamento dos valores devidos, no prazo e condições pactuadas;</w:t>
      </w:r>
    </w:p>
    <w:p w:rsidR="0023106E" w:rsidRPr="00962211" w:rsidRDefault="0082143A" w:rsidP="000264A9">
      <w:pPr>
        <w:pStyle w:val="CPLPadrao"/>
        <w:tabs>
          <w:tab w:val="left" w:pos="993"/>
        </w:tabs>
        <w:spacing w:before="240" w:after="240"/>
      </w:pPr>
      <w:r w:rsidRPr="00962211">
        <w:t xml:space="preserve">b) Acompanhar e fiscalizar a execução contratual, por intermédio do Coordenador da </w:t>
      </w:r>
      <w:r w:rsidR="0090658D" w:rsidRPr="00962211">
        <w:t>Divisão de Manutenção Predial</w:t>
      </w:r>
      <w:r w:rsidRPr="00962211">
        <w:t xml:space="preserve"> </w:t>
      </w:r>
      <w:r w:rsidR="00DF7611" w:rsidRPr="00962211">
        <w:t xml:space="preserve">(DIMAN) </w:t>
      </w:r>
      <w:r w:rsidRPr="00962211">
        <w:t xml:space="preserve">ou por servidor por este indicado, que deverá anotar todas as ocorrências relacionadas à referida execução, determinando o que for necessário à regularização das falhas ou defeitos detectados, e comunicar, antes de expirada a vigência contratual, as irregularidades apuradas aos superiores e aos órgãos competentes, </w:t>
      </w:r>
      <w:r w:rsidR="0023106E" w:rsidRPr="00962211">
        <w:t>caso haja necessidade de imposição de sanções, ou as medidas corretivas a serem adotadas se situem fora do seu âmbito de competência;</w:t>
      </w:r>
    </w:p>
    <w:p w:rsidR="00251A67" w:rsidRPr="00962211" w:rsidRDefault="0082143A" w:rsidP="000264A9">
      <w:pPr>
        <w:pStyle w:val="CPLPadrao"/>
        <w:tabs>
          <w:tab w:val="left" w:pos="993"/>
        </w:tabs>
        <w:spacing w:before="240" w:after="240"/>
      </w:pPr>
      <w:r w:rsidRPr="00962211">
        <w:t>c) Comunicar à Contratada, por escrito, a respeito da supressão ou acréscimo contratuais mencionados neste Instrumento, encaminhando o respectivo termo aditivo para ser assinado;</w:t>
      </w:r>
    </w:p>
    <w:p w:rsidR="00251A67" w:rsidRPr="00962211" w:rsidRDefault="0082143A" w:rsidP="000264A9">
      <w:pPr>
        <w:pStyle w:val="CPLPadrao"/>
        <w:tabs>
          <w:tab w:val="left" w:pos="993"/>
        </w:tabs>
        <w:spacing w:before="240" w:after="240"/>
      </w:pPr>
      <w:r w:rsidRPr="00962211">
        <w:t>d) Decidir sobre eventuais alterações neste Contrato, nos limites permitidos por lei, para melhor adequação de seu objeto.</w:t>
      </w:r>
    </w:p>
    <w:p w:rsidR="00251A67" w:rsidRPr="00962211" w:rsidRDefault="0082143A" w:rsidP="000264A9">
      <w:pPr>
        <w:pStyle w:val="CPLPadrao"/>
        <w:tabs>
          <w:tab w:val="left" w:pos="993"/>
        </w:tabs>
        <w:spacing w:before="240" w:after="240"/>
        <w:rPr>
          <w:b/>
          <w:bCs/>
        </w:rPr>
      </w:pPr>
      <w:r w:rsidRPr="00962211">
        <w:rPr>
          <w:b/>
          <w:bCs/>
        </w:rPr>
        <w:t>CLÁUSULA QUINTA – Das Obrigações da Contratada</w:t>
      </w:r>
    </w:p>
    <w:p w:rsidR="00251A67" w:rsidRPr="00962211" w:rsidRDefault="001C4385" w:rsidP="000264A9">
      <w:pPr>
        <w:pStyle w:val="CPLPadrao"/>
        <w:tabs>
          <w:tab w:val="left" w:pos="993"/>
        </w:tabs>
        <w:spacing w:before="240" w:after="240"/>
      </w:pPr>
      <w:r w:rsidRPr="00962211">
        <w:t>São obrigações da Contratada, além de outras previstas neste Contrato e em seu Anexo II (Termo de Referência):</w:t>
      </w:r>
    </w:p>
    <w:p w:rsidR="00251A67" w:rsidRPr="00962211" w:rsidRDefault="0082143A" w:rsidP="000264A9">
      <w:pPr>
        <w:pStyle w:val="CPLPadrao"/>
        <w:tabs>
          <w:tab w:val="left" w:pos="993"/>
        </w:tabs>
        <w:spacing w:before="240" w:after="240"/>
      </w:pPr>
      <w:r w:rsidRPr="00962211">
        <w:t xml:space="preserve">a) </w:t>
      </w:r>
      <w:r w:rsidRPr="00962211">
        <w:rPr>
          <w:kern w:val="0"/>
          <w:lang w:eastAsia="pt-BR"/>
        </w:rPr>
        <w:t>Efetuar todos os serviços necessários referentes à execução do objeto</w:t>
      </w:r>
      <w:r w:rsidR="004C29A2" w:rsidRPr="00962211">
        <w:rPr>
          <w:kern w:val="0"/>
          <w:lang w:eastAsia="pt-BR"/>
        </w:rPr>
        <w:t>, empregando materiais novos,</w:t>
      </w:r>
      <w:r w:rsidR="004778F2" w:rsidRPr="00962211">
        <w:rPr>
          <w:kern w:val="0"/>
          <w:lang w:eastAsia="pt-BR"/>
        </w:rPr>
        <w:t xml:space="preserve"> se for o caso,</w:t>
      </w:r>
      <w:r w:rsidRPr="00962211">
        <w:rPr>
          <w:kern w:val="0"/>
          <w:lang w:eastAsia="pt-BR"/>
        </w:rPr>
        <w:t xml:space="preserve"> no prazo, local e condições estabelecidos, cumprindo fielmente todas as disposições deste </w:t>
      </w:r>
      <w:r w:rsidRPr="00962211">
        <w:t>Contrato e seu(s) anexo(s);</w:t>
      </w:r>
    </w:p>
    <w:p w:rsidR="00251A67" w:rsidRPr="00962211" w:rsidRDefault="0082143A" w:rsidP="000264A9">
      <w:pPr>
        <w:pStyle w:val="CPLPadrao"/>
        <w:tabs>
          <w:tab w:val="left" w:pos="993"/>
        </w:tabs>
        <w:spacing w:before="240" w:after="240"/>
        <w:rPr>
          <w:kern w:val="0"/>
          <w:lang w:eastAsia="pt-BR"/>
        </w:rPr>
      </w:pPr>
      <w:r w:rsidRPr="00962211">
        <w:t xml:space="preserve">b) </w:t>
      </w:r>
      <w:r w:rsidRPr="00962211">
        <w:rPr>
          <w:kern w:val="0"/>
          <w:lang w:eastAsia="pt-BR"/>
        </w:rPr>
        <w:t xml:space="preserve">Arcar com todas as despesas pertinentes à execução dos serviços ora contratados, tais como tributos, fretes, embalagens, custos com mobilização, quando for o caso, e também os salários, encargos previdenciários, trabalhistas e sociais </w:t>
      </w:r>
      <w:r w:rsidRPr="00962211">
        <w:rPr>
          <w:kern w:val="0"/>
          <w:lang w:eastAsia="pt-BR"/>
        </w:rPr>
        <w:lastRenderedPageBreak/>
        <w:t>relacionados à execução do objeto, bem como os demais custos inerentes a esta prestação de serviços, mantendo em dia os seus recolhimentos;</w:t>
      </w:r>
    </w:p>
    <w:p w:rsidR="00251A67" w:rsidRPr="00962211" w:rsidRDefault="0082143A" w:rsidP="000264A9">
      <w:pPr>
        <w:pStyle w:val="CPLPadrao"/>
        <w:tabs>
          <w:tab w:val="left" w:pos="993"/>
        </w:tabs>
        <w:spacing w:before="240" w:after="240"/>
      </w:pPr>
      <w:r w:rsidRPr="00962211">
        <w:t xml:space="preserve">c) Responder integralmente pelos danos causados </w:t>
      </w:r>
      <w:r w:rsidR="002328BE" w:rsidRPr="00962211">
        <w:t xml:space="preserve">diretamente </w:t>
      </w:r>
      <w:r w:rsidRPr="00962211">
        <w:t>à Contratante ou a terceiros, por culpa ou dolo decorrentes da execução deste Contrato, não havendo exclusão ou redução de responsabilidade decorrente da fiscalização ou do acompanhamento contratual exercido pela Contratante;</w:t>
      </w:r>
    </w:p>
    <w:p w:rsidR="00251A67" w:rsidRPr="00962211" w:rsidRDefault="0082143A" w:rsidP="000264A9">
      <w:pPr>
        <w:pStyle w:val="CPLPadrao"/>
        <w:tabs>
          <w:tab w:val="left" w:pos="993"/>
        </w:tabs>
        <w:spacing w:before="240" w:after="240"/>
      </w:pPr>
      <w:r w:rsidRPr="00962211">
        <w:t>d) Submeter à apreciação da Contratante, para análise e deliberação, qualquer pretensão de alteração que se fizer necessária nas cláusulas e condições deste Contrato;</w:t>
      </w:r>
    </w:p>
    <w:p w:rsidR="00251A67" w:rsidRPr="00962211" w:rsidRDefault="0082143A" w:rsidP="000264A9">
      <w:pPr>
        <w:pStyle w:val="CPLPadrao"/>
        <w:tabs>
          <w:tab w:val="left" w:pos="993"/>
        </w:tabs>
        <w:spacing w:before="240" w:after="240"/>
      </w:pPr>
      <w:r w:rsidRPr="00962211">
        <w:t xml:space="preserve">e) Submeter à apreciação da Contratante, antes de expirado o prazo previsto para a conclusão do serviço contratado, solicitação de prorrogação, se assim entender necessário, quando da ocorrência de quaisquer das situações contempladas no art. 57, § 1º da Lei </w:t>
      </w:r>
      <w:r w:rsidR="00116327" w:rsidRPr="00962211">
        <w:t xml:space="preserve">Federal nº </w:t>
      </w:r>
      <w:r w:rsidRPr="00962211">
        <w:t>8.666/93, fundamentando e comprovando a hipótese legal aplicável;</w:t>
      </w:r>
    </w:p>
    <w:p w:rsidR="00251A67" w:rsidRPr="00962211" w:rsidRDefault="0082143A" w:rsidP="000264A9">
      <w:pPr>
        <w:pStyle w:val="CPLPadrao"/>
        <w:tabs>
          <w:tab w:val="left" w:pos="993"/>
        </w:tabs>
        <w:spacing w:before="240" w:after="240"/>
      </w:pPr>
      <w:r w:rsidRPr="00962211">
        <w:t>f) Manter, durante toda a vigência contratual, as mesmas condições de regularidade fiscal e de qualificação exigidas e apresentadas na fase de habilitação do processo licitatório e/ou assinatura do presente Contrato, inclusive as relativas à regularidade para com o INSS, FGTS</w:t>
      </w:r>
      <w:r w:rsidR="008F2665" w:rsidRPr="00962211">
        <w:t xml:space="preserve">, </w:t>
      </w:r>
      <w:r w:rsidRPr="00962211">
        <w:t>Justiça do Trabalho</w:t>
      </w:r>
      <w:r w:rsidR="008F2665" w:rsidRPr="00962211">
        <w:t xml:space="preserve">, </w:t>
      </w:r>
      <w:r w:rsidR="00DB52F2" w:rsidRPr="00962211">
        <w:t xml:space="preserve">Fazenda Municipal, </w:t>
      </w:r>
      <w:r w:rsidR="008F2665" w:rsidRPr="00962211">
        <w:t>bem como à regularidade tributária</w:t>
      </w:r>
      <w:r w:rsidR="004745EB" w:rsidRPr="00962211">
        <w:t xml:space="preserve"> </w:t>
      </w:r>
      <w:r w:rsidR="008F2665" w:rsidRPr="00962211">
        <w:t xml:space="preserve">perante a Fazenda de Minas Gerais e, quando for o caso, perante </w:t>
      </w:r>
      <w:r w:rsidR="004745EB" w:rsidRPr="00962211">
        <w:t>a Fazenda Estadual do domicílio</w:t>
      </w:r>
      <w:r w:rsidR="008F2665" w:rsidRPr="00962211">
        <w:t xml:space="preserve"> da Contratada</w:t>
      </w:r>
      <w:r w:rsidR="004745EB" w:rsidRPr="00962211">
        <w:t>,</w:t>
      </w:r>
      <w:r w:rsidRPr="00962211">
        <w:t xml:space="preserve"> </w:t>
      </w:r>
      <w:r w:rsidR="00CC4987" w:rsidRPr="00962211">
        <w:t xml:space="preserve">conservando atualizadas as informações no Cadastro Geral de Fornecedores – CAGEF e </w:t>
      </w:r>
      <w:r w:rsidRPr="00962211">
        <w:t xml:space="preserve">apresentando à </w:t>
      </w:r>
      <w:r w:rsidR="003A341D" w:rsidRPr="00962211">
        <w:t>Superintendência de Gestão Administrativa</w:t>
      </w:r>
      <w:r w:rsidRPr="00962211">
        <w:t xml:space="preserve"> da Contratante as certidões referentes às condições supramencionadas sempre que tiverem suas validades vencidas e quando solicitadas; </w:t>
      </w:r>
    </w:p>
    <w:p w:rsidR="00251A67" w:rsidRPr="00962211" w:rsidRDefault="0082143A" w:rsidP="000264A9">
      <w:pPr>
        <w:pStyle w:val="CPLPadrao"/>
        <w:tabs>
          <w:tab w:val="left" w:pos="993"/>
        </w:tabs>
        <w:spacing w:before="240" w:after="240"/>
      </w:pPr>
      <w:r w:rsidRPr="00962211">
        <w:t>g) Informar, no corpo da nota fiscal</w:t>
      </w:r>
      <w:r w:rsidR="0065355B" w:rsidRPr="00962211">
        <w:t xml:space="preserve"> (ou documento equivalente)</w:t>
      </w:r>
      <w:r w:rsidRPr="00962211">
        <w:t>, seus dados bancários, a fim de possibilitar à Contratante a realização dos depósitos pertinentes</w:t>
      </w:r>
      <w:r w:rsidR="005F450D" w:rsidRPr="00962211">
        <w:t>;</w:t>
      </w:r>
    </w:p>
    <w:p w:rsidR="0012059A" w:rsidRPr="00962211" w:rsidRDefault="0012059A" w:rsidP="000264A9">
      <w:pPr>
        <w:pStyle w:val="CPLPadrao"/>
        <w:tabs>
          <w:tab w:val="left" w:pos="993"/>
        </w:tabs>
        <w:spacing w:before="240" w:after="240"/>
      </w:pPr>
      <w:r w:rsidRPr="00962211">
        <w:t xml:space="preserve">h) Manter o sigilo sobre todos os dados, informações e documentos fornecidos por este </w:t>
      </w:r>
      <w:r w:rsidR="005F450D" w:rsidRPr="00962211">
        <w:t>Ó</w:t>
      </w:r>
      <w:r w:rsidRPr="00962211">
        <w:t>rgão ou obtidos em razão da execução contratual, sendo vedada toda e qualquer reprodução dos mesmos, durante a vigência deste Contrato e mesmo após o seu término</w:t>
      </w:r>
      <w:r w:rsidR="005F450D" w:rsidRPr="00962211">
        <w:t>;</w:t>
      </w:r>
    </w:p>
    <w:p w:rsidR="0012059A" w:rsidRPr="00962211" w:rsidRDefault="0012059A" w:rsidP="000264A9">
      <w:pPr>
        <w:pStyle w:val="CPLPadrao"/>
        <w:tabs>
          <w:tab w:val="left" w:pos="993"/>
        </w:tabs>
        <w:spacing w:before="240" w:after="240"/>
      </w:pPr>
      <w:r w:rsidRPr="00962211">
        <w:t>i) Comunicar à Contratante quaisquer operações de reorganização empresarial, tais como fusão, cisão e incorporação, as quais, quando caracterizarem a frustração das regras disciplinadoras da licitação, poderã</w:t>
      </w:r>
      <w:r w:rsidR="00126BB5" w:rsidRPr="00962211">
        <w:t>o ensejar a rescisão contratual;</w:t>
      </w:r>
    </w:p>
    <w:p w:rsidR="00211F2D" w:rsidRPr="00962211" w:rsidRDefault="00211F2D" w:rsidP="000264A9">
      <w:pPr>
        <w:pStyle w:val="CPLPadrao"/>
        <w:tabs>
          <w:tab w:val="left" w:pos="993"/>
        </w:tabs>
        <w:spacing w:before="240" w:after="240"/>
      </w:pPr>
      <w:r w:rsidRPr="00962211">
        <w:t>j) Comunicar à Secretaria da Receita Federal, nos termos do art. 30 da Lei Complementar Federal nº 123/06, o eventual desenquadrament</w:t>
      </w:r>
      <w:r w:rsidR="00116327" w:rsidRPr="00962211">
        <w:t>o da situação de microempresa,</w:t>
      </w:r>
      <w:r w:rsidRPr="00962211">
        <w:t xml:space="preserve"> empresa de pequeno porte </w:t>
      </w:r>
      <w:r w:rsidR="00116327" w:rsidRPr="00962211">
        <w:t xml:space="preserve">ou equiparada </w:t>
      </w:r>
      <w:r w:rsidRPr="00962211">
        <w:t>em decorrência da execução deste Contrato, encaminhando cópia da comunicação à Contratante, para ciência.</w:t>
      </w:r>
    </w:p>
    <w:p w:rsidR="00251A67" w:rsidRPr="00962211" w:rsidRDefault="0082143A" w:rsidP="000264A9">
      <w:pPr>
        <w:pStyle w:val="CPLPadrao"/>
        <w:tabs>
          <w:tab w:val="left" w:pos="993"/>
        </w:tabs>
        <w:spacing w:before="240" w:after="240"/>
        <w:rPr>
          <w:b/>
          <w:bCs/>
        </w:rPr>
      </w:pPr>
      <w:r w:rsidRPr="00962211">
        <w:rPr>
          <w:b/>
          <w:bCs/>
        </w:rPr>
        <w:lastRenderedPageBreak/>
        <w:t>CLÁUSULA SEXTA – Do Preço</w:t>
      </w:r>
    </w:p>
    <w:p w:rsidR="00251A67" w:rsidRPr="00962211" w:rsidRDefault="0082143A" w:rsidP="000264A9">
      <w:pPr>
        <w:pStyle w:val="CPLPadrao"/>
        <w:tabs>
          <w:tab w:val="left" w:pos="993"/>
        </w:tabs>
        <w:spacing w:before="240" w:after="240"/>
        <w:rPr>
          <w:b/>
          <w:bCs/>
        </w:rPr>
      </w:pPr>
      <w:r w:rsidRPr="00962211">
        <w:t>Os preços referentes ao objeto deste Contrato estão definidos na proposta vencedora do processo licitatório nº</w:t>
      </w:r>
      <w:r w:rsidR="00C04691">
        <w:t xml:space="preserve"> 50/2022</w:t>
      </w:r>
      <w:r w:rsidRPr="00962211">
        <w:t xml:space="preserve">, neles estando incluídas todas as despesas feitas pela Contratada para a efetiva execução do serviço. </w:t>
      </w:r>
    </w:p>
    <w:p w:rsidR="00251A67" w:rsidRPr="00962211" w:rsidRDefault="0082143A" w:rsidP="000264A9">
      <w:pPr>
        <w:pStyle w:val="CPLPadrao"/>
        <w:tabs>
          <w:tab w:val="left" w:pos="993"/>
        </w:tabs>
        <w:spacing w:before="240" w:after="240"/>
        <w:rPr>
          <w:b/>
          <w:bCs/>
        </w:rPr>
      </w:pPr>
      <w:r w:rsidRPr="00962211">
        <w:rPr>
          <w:b/>
          <w:bCs/>
        </w:rPr>
        <w:t>CLÁUSULA SÉTIMA – Do Valor Global e da</w:t>
      </w:r>
      <w:r w:rsidR="00116327" w:rsidRPr="00962211">
        <w:rPr>
          <w:b/>
          <w:bCs/>
        </w:rPr>
        <w:t>(</w:t>
      </w:r>
      <w:r w:rsidRPr="00962211">
        <w:rPr>
          <w:b/>
          <w:bCs/>
        </w:rPr>
        <w:t>s</w:t>
      </w:r>
      <w:r w:rsidR="00116327" w:rsidRPr="00962211">
        <w:rPr>
          <w:b/>
          <w:bCs/>
        </w:rPr>
        <w:t>)</w:t>
      </w:r>
      <w:r w:rsidRPr="00962211">
        <w:rPr>
          <w:b/>
          <w:bCs/>
        </w:rPr>
        <w:t xml:space="preserve"> Dotaç</w:t>
      </w:r>
      <w:r w:rsidR="001C42A9" w:rsidRPr="00962211">
        <w:rPr>
          <w:b/>
          <w:bCs/>
        </w:rPr>
        <w:t>ão</w:t>
      </w:r>
      <w:r w:rsidR="00116327" w:rsidRPr="00962211">
        <w:rPr>
          <w:b/>
          <w:bCs/>
        </w:rPr>
        <w:t>(ões)</w:t>
      </w:r>
      <w:r w:rsidRPr="00962211">
        <w:rPr>
          <w:b/>
          <w:bCs/>
        </w:rPr>
        <w:t xml:space="preserve"> Orçamentária</w:t>
      </w:r>
      <w:r w:rsidR="00116327" w:rsidRPr="00962211">
        <w:rPr>
          <w:b/>
          <w:bCs/>
        </w:rPr>
        <w:t>(s)</w:t>
      </w:r>
    </w:p>
    <w:p w:rsidR="00251A67" w:rsidRPr="00962211" w:rsidRDefault="0082143A" w:rsidP="000264A9">
      <w:pPr>
        <w:pStyle w:val="CPLPadrao"/>
        <w:tabs>
          <w:tab w:val="left" w:pos="993"/>
        </w:tabs>
        <w:spacing w:before="240" w:after="240"/>
      </w:pPr>
      <w:r w:rsidRPr="00962211">
        <w:t>O valor global deste Contrato é de R$ ............ (..........................................................).</w:t>
      </w:r>
    </w:p>
    <w:p w:rsidR="00916E77" w:rsidRPr="00962211" w:rsidRDefault="00916E77" w:rsidP="000264A9">
      <w:pPr>
        <w:pStyle w:val="CPLPadrao"/>
        <w:tabs>
          <w:tab w:val="left" w:pos="993"/>
        </w:tabs>
        <w:spacing w:before="240" w:after="240"/>
      </w:pPr>
      <w:r w:rsidRPr="00962211">
        <w:t xml:space="preserve">As despesas </w:t>
      </w:r>
      <w:r w:rsidRPr="00CE38AB">
        <w:t>com a execução deste Contrato correrão à conta da</w:t>
      </w:r>
      <w:r w:rsidR="001C42A9" w:rsidRPr="00CE38AB">
        <w:t>s</w:t>
      </w:r>
      <w:r w:rsidRPr="00CE38AB">
        <w:t xml:space="preserve"> dotaç</w:t>
      </w:r>
      <w:r w:rsidR="001C42A9" w:rsidRPr="00CE38AB">
        <w:t>ões</w:t>
      </w:r>
      <w:r w:rsidRPr="00CE38AB">
        <w:t xml:space="preserve"> orçamentária</w:t>
      </w:r>
      <w:r w:rsidR="001C42A9" w:rsidRPr="00CE38AB">
        <w:t>(s)</w:t>
      </w:r>
      <w:r w:rsidRPr="00CE38AB">
        <w:t xml:space="preserve"> n° </w:t>
      </w:r>
      <w:r w:rsidR="008414B6" w:rsidRPr="00CE38AB">
        <w:t>1091.03.122.703.2009.0001.3.3.90.39.21.0</w:t>
      </w:r>
      <w:r w:rsidRPr="00CE38AB">
        <w:t xml:space="preserve"> – fonte 10.1</w:t>
      </w:r>
      <w:r w:rsidR="008414B6" w:rsidRPr="00CE38AB">
        <w:t xml:space="preserve"> e </w:t>
      </w:r>
      <w:r w:rsidR="00EA687E" w:rsidRPr="00CE38AB">
        <w:t>1091.03.122.703.2009.0001.3.3.90.30.27.0 – fonte 10.1</w:t>
      </w:r>
      <w:r w:rsidRPr="00CE38AB">
        <w:t>, com os respectivos valores reservados, e suas equivalentes nos exercícios seguintes quando for o caso</w:t>
      </w:r>
      <w:r w:rsidRPr="00962211">
        <w:t>.</w:t>
      </w:r>
    </w:p>
    <w:p w:rsidR="00251A67" w:rsidRPr="00962211" w:rsidRDefault="0082143A" w:rsidP="000264A9">
      <w:pPr>
        <w:pStyle w:val="CPLPadrao"/>
        <w:tabs>
          <w:tab w:val="left" w:pos="993"/>
        </w:tabs>
        <w:spacing w:before="240" w:after="240"/>
        <w:rPr>
          <w:b/>
          <w:bCs/>
        </w:rPr>
      </w:pPr>
      <w:r w:rsidRPr="00962211">
        <w:rPr>
          <w:b/>
          <w:bCs/>
        </w:rPr>
        <w:t>CLÁUSULA OITAVA – Da Forma de Pagamento</w:t>
      </w:r>
    </w:p>
    <w:p w:rsidR="00251A67" w:rsidRPr="00962211" w:rsidRDefault="0082143A" w:rsidP="000264A9">
      <w:pPr>
        <w:pStyle w:val="CPLPadrao"/>
        <w:tabs>
          <w:tab w:val="left" w:pos="993"/>
        </w:tabs>
        <w:spacing w:before="240" w:after="240"/>
      </w:pPr>
      <w:r w:rsidRPr="00962211">
        <w:t xml:space="preserve">O pagamento será feito, em prazo não superior a 30 (trinta) dias, mediante a apresentação da respectiva nota fiscal </w:t>
      </w:r>
      <w:r w:rsidR="0065355B" w:rsidRPr="00962211">
        <w:t xml:space="preserve">(ou documento equivalente) </w:t>
      </w:r>
      <w:r w:rsidRPr="00962211">
        <w:t>que corresponderá ao valor da respectiva parcela do objeto, seguindo os critérios abaixo:</w:t>
      </w:r>
    </w:p>
    <w:p w:rsidR="00251A67" w:rsidRPr="00962211" w:rsidRDefault="0082143A" w:rsidP="000264A9">
      <w:pPr>
        <w:pStyle w:val="CPLPadrao"/>
        <w:tabs>
          <w:tab w:val="left" w:pos="993"/>
        </w:tabs>
        <w:spacing w:before="240" w:after="240"/>
      </w:pPr>
      <w:r w:rsidRPr="00962211">
        <w:t xml:space="preserve">a) A Contratada apresentará à Contratante, </w:t>
      </w:r>
      <w:r w:rsidR="0018754D" w:rsidRPr="00962211">
        <w:t>após a conclusão dos serviços de ressarcimento de peças e reabastecimento de óleo combustível e</w:t>
      </w:r>
      <w:r w:rsidR="00B06C6B" w:rsidRPr="00962211">
        <w:t>,</w:t>
      </w:r>
      <w:r w:rsidR="0018754D" w:rsidRPr="00962211">
        <w:t xml:space="preserve"> mensalmente</w:t>
      </w:r>
      <w:r w:rsidR="00B06C6B" w:rsidRPr="00962211">
        <w:t>,</w:t>
      </w:r>
      <w:r w:rsidR="0018754D" w:rsidRPr="00962211">
        <w:t xml:space="preserve"> após a conclusão de serviços de manutenção</w:t>
      </w:r>
      <w:r w:rsidRPr="00962211">
        <w:t xml:space="preserve">, a </w:t>
      </w:r>
      <w:r w:rsidR="00126BB5" w:rsidRPr="00962211">
        <w:t xml:space="preserve">respectiva </w:t>
      </w:r>
      <w:r w:rsidRPr="00962211">
        <w:t xml:space="preserve">nota fiscal </w:t>
      </w:r>
      <w:r w:rsidR="0065355B" w:rsidRPr="00962211">
        <w:t>(ou documento equivalente)</w:t>
      </w:r>
      <w:r w:rsidRPr="00962211">
        <w:t xml:space="preserve">, emitida em nome </w:t>
      </w:r>
      <w:r w:rsidR="005F7439" w:rsidRPr="00962211">
        <w:t xml:space="preserve">da </w:t>
      </w:r>
      <w:r w:rsidRPr="00962211">
        <w:t>Procuradoria-Geral de Justiça, CNPJ nº 20.971.057/0001-45, Av. Álvares Cabral, 1.690, bairro Santo Agostinho, Belo Horizonte, MG, constando, em seu corpo</w:t>
      </w:r>
      <w:r w:rsidR="005F7439" w:rsidRPr="00962211">
        <w:t xml:space="preserve"> </w:t>
      </w:r>
      <w:r w:rsidR="005F7439" w:rsidRPr="00962211">
        <w:rPr>
          <w:b/>
        </w:rPr>
        <w:t>o nome do setor solicitante (</w:t>
      </w:r>
      <w:r w:rsidR="00DF7611" w:rsidRPr="00962211">
        <w:rPr>
          <w:b/>
        </w:rPr>
        <w:t>DIVISÃO DE MANUTENÇÃO PREDIAL</w:t>
      </w:r>
      <w:r w:rsidR="005F7439" w:rsidRPr="00962211">
        <w:rPr>
          <w:b/>
        </w:rPr>
        <w:t>)</w:t>
      </w:r>
      <w:r w:rsidR="005F7439" w:rsidRPr="00962211">
        <w:t xml:space="preserve">, </w:t>
      </w:r>
      <w:r w:rsidRPr="00962211">
        <w:t>o local onde o serviço foi executado, o número do contrato, o número do empenho, os elementos caracterizadores do objeto, bem como seus dados bancários para pagamento;</w:t>
      </w:r>
    </w:p>
    <w:p w:rsidR="00251A67" w:rsidRPr="00962211" w:rsidRDefault="0082143A" w:rsidP="000264A9">
      <w:pPr>
        <w:pStyle w:val="CPLPadrao"/>
        <w:tabs>
          <w:tab w:val="left" w:pos="993"/>
        </w:tabs>
        <w:spacing w:before="240" w:after="240"/>
      </w:pPr>
      <w:r w:rsidRPr="00962211">
        <w:t>b) No caso da não</w:t>
      </w:r>
      <w:r w:rsidR="00724BF6" w:rsidRPr="00962211">
        <w:t xml:space="preserve"> </w:t>
      </w:r>
      <w:r w:rsidRPr="00962211">
        <w:t xml:space="preserve">aprovação da nota fiscal </w:t>
      </w:r>
      <w:r w:rsidR="0065355B" w:rsidRPr="00962211">
        <w:t xml:space="preserve">(ou documento equivalente) </w:t>
      </w:r>
      <w:r w:rsidRPr="00962211">
        <w:t>por motivo de incorreção, rasura ou imprecisão, ela será devolvida à Contratada para a devida regularização</w:t>
      </w:r>
      <w:r w:rsidR="00AA23C8" w:rsidRPr="00962211">
        <w:t xml:space="preserve">, reiniciando-se os prazos para aceite e consequente pagamento a partir da reapresentação da nota fiscal </w:t>
      </w:r>
      <w:r w:rsidR="0065355B" w:rsidRPr="00962211">
        <w:t xml:space="preserve">(ou documento equivalente) </w:t>
      </w:r>
      <w:r w:rsidR="00AA23C8" w:rsidRPr="00962211">
        <w:t>devidamente regularizada</w:t>
      </w:r>
      <w:r w:rsidRPr="00962211">
        <w:t>;</w:t>
      </w:r>
    </w:p>
    <w:p w:rsidR="00236211" w:rsidRPr="00962211" w:rsidRDefault="00236211" w:rsidP="000264A9">
      <w:pPr>
        <w:pStyle w:val="CPLPadrao"/>
        <w:tabs>
          <w:tab w:val="left" w:pos="993"/>
        </w:tabs>
        <w:spacing w:before="240" w:after="240"/>
      </w:pPr>
      <w:r w:rsidRPr="00962211">
        <w:t xml:space="preserve">c) </w:t>
      </w:r>
      <w:r w:rsidR="00BE7AD5" w:rsidRPr="00962211">
        <w:t>Ocorrendo atraso na execução/refazimento do serviço</w:t>
      </w:r>
      <w:r w:rsidRPr="00962211">
        <w:t>, a Contratada deverá anexar à respectiva nota fiscal (ou documento equivalente) justificativa e documentação comprobatória dos motivos alegados;</w:t>
      </w:r>
    </w:p>
    <w:p w:rsidR="00236211" w:rsidRPr="00962211" w:rsidRDefault="00236211" w:rsidP="000264A9">
      <w:pPr>
        <w:pStyle w:val="CPLPadrao"/>
        <w:tabs>
          <w:tab w:val="left" w:pos="993"/>
        </w:tabs>
        <w:spacing w:before="240" w:after="240"/>
      </w:pPr>
      <w:r w:rsidRPr="00962211">
        <w:t xml:space="preserve">d) Na hipótese precedente, a Contratante efetuará o pagamento pertinente, podendo, por decisão da autoridade administrativa, reter o valor de eventual multa por atraso, a ser analisada em Processo Administrativo instaurado para avaliação do descumprimento e da justificativa apresentada; </w:t>
      </w:r>
    </w:p>
    <w:p w:rsidR="00251A67" w:rsidRPr="00962211" w:rsidRDefault="00236211" w:rsidP="000264A9">
      <w:pPr>
        <w:pStyle w:val="CPLPadrao"/>
        <w:tabs>
          <w:tab w:val="left" w:pos="993"/>
        </w:tabs>
        <w:spacing w:before="240" w:after="240"/>
      </w:pPr>
      <w:r w:rsidRPr="00962211">
        <w:lastRenderedPageBreak/>
        <w:t>e) O valor eventualmente retido será restituído à Contratada caso a justificativa apresentada seja julgada procedente, sendo convertido em penalidade caso se conclua pela improcedência da justificativa.</w:t>
      </w:r>
    </w:p>
    <w:p w:rsidR="00251A67" w:rsidRPr="00962211" w:rsidRDefault="0082143A" w:rsidP="000264A9">
      <w:pPr>
        <w:pStyle w:val="CPLPadrao"/>
        <w:tabs>
          <w:tab w:val="left" w:pos="993"/>
        </w:tabs>
        <w:spacing w:before="240" w:after="240"/>
        <w:rPr>
          <w:b/>
          <w:bCs/>
        </w:rPr>
      </w:pPr>
      <w:r w:rsidRPr="00962211">
        <w:rPr>
          <w:b/>
          <w:bCs/>
        </w:rPr>
        <w:t>CLÁUSULA NONA – Dos Acréscimos ou Supressões</w:t>
      </w:r>
    </w:p>
    <w:p w:rsidR="00251A67" w:rsidRPr="00962211" w:rsidRDefault="0082143A" w:rsidP="000264A9">
      <w:pPr>
        <w:pStyle w:val="CPLPadrao"/>
        <w:tabs>
          <w:tab w:val="left" w:pos="993"/>
        </w:tabs>
        <w:spacing w:before="240" w:after="240"/>
      </w:pPr>
      <w:r w:rsidRPr="00962211">
        <w:t>A Contratada fica obrigada a aceitar os acréscimos ou supressões que a Contratante, a seu critério e de acordo com sua disponibilidade orçamentária e financeira, determinar, até o limite de 25% do valor atualizado do Contrato. Fica facultada a supressão além do limite aqui previsto, mediante acordo entre as partes, por meio de aditamento.</w:t>
      </w:r>
    </w:p>
    <w:p w:rsidR="00251A67" w:rsidRPr="00962211" w:rsidRDefault="0082143A" w:rsidP="000264A9">
      <w:pPr>
        <w:pStyle w:val="CPLPadrao"/>
        <w:tabs>
          <w:tab w:val="left" w:pos="993"/>
        </w:tabs>
        <w:spacing w:before="240" w:after="240"/>
        <w:rPr>
          <w:b/>
          <w:bCs/>
        </w:rPr>
      </w:pPr>
      <w:r w:rsidRPr="00962211">
        <w:rPr>
          <w:b/>
          <w:bCs/>
        </w:rPr>
        <w:t>CLÁUSULA DÉCIMA – Da Garantia do Objeto</w:t>
      </w:r>
    </w:p>
    <w:p w:rsidR="00251A67" w:rsidRPr="00962211" w:rsidRDefault="0082143A" w:rsidP="000264A9">
      <w:pPr>
        <w:pStyle w:val="CPLPadrao"/>
        <w:tabs>
          <w:tab w:val="left" w:pos="993"/>
        </w:tabs>
        <w:spacing w:before="240" w:after="240"/>
      </w:pPr>
      <w:r w:rsidRPr="00962211">
        <w:t>A garantia será prestada de acordo com o estabelecido na Proposta e no Termo de Referência (Anexos I e II deste Contrato), independentemente do término da vigência contratual.</w:t>
      </w:r>
    </w:p>
    <w:p w:rsidR="00251A67" w:rsidRPr="00962211" w:rsidRDefault="0082143A" w:rsidP="000264A9">
      <w:pPr>
        <w:pStyle w:val="CPLPadrao"/>
        <w:tabs>
          <w:tab w:val="left" w:pos="993"/>
        </w:tabs>
        <w:spacing w:before="240" w:after="240"/>
        <w:rPr>
          <w:b/>
          <w:bCs/>
        </w:rPr>
      </w:pPr>
      <w:r w:rsidRPr="00962211">
        <w:rPr>
          <w:b/>
          <w:bCs/>
        </w:rPr>
        <w:t>CLÁUSULA DÉCIMA PRIMEIRA – Da Vigência</w:t>
      </w:r>
    </w:p>
    <w:p w:rsidR="00251A67" w:rsidRPr="00962211" w:rsidRDefault="0082143A" w:rsidP="000264A9">
      <w:pPr>
        <w:pStyle w:val="CPLPadrao"/>
        <w:tabs>
          <w:tab w:val="left" w:pos="993"/>
        </w:tabs>
        <w:spacing w:before="240" w:after="240"/>
      </w:pPr>
      <w:r w:rsidRPr="00962211">
        <w:t xml:space="preserve">A vigência do presente contrato é de </w:t>
      </w:r>
      <w:r w:rsidR="00FC749B" w:rsidRPr="00962211">
        <w:t>36</w:t>
      </w:r>
      <w:r w:rsidRPr="00962211">
        <w:t xml:space="preserve"> (</w:t>
      </w:r>
      <w:r w:rsidR="00FC749B" w:rsidRPr="00962211">
        <w:t>trinta e seis</w:t>
      </w:r>
      <w:r w:rsidRPr="00962211">
        <w:t>) meses, e terá termo inicial no 5° (quinto) dia após a assinatura deste instrumento, podendo o mesmo ser prorrogado e/ou alterado, através de termos aditivos, mediante acordo entre as partes, observado o limite legal.</w:t>
      </w:r>
    </w:p>
    <w:p w:rsidR="00251A67" w:rsidRPr="00962211" w:rsidRDefault="0082143A" w:rsidP="000264A9">
      <w:pPr>
        <w:keepNext/>
        <w:suppressAutoHyphens w:val="0"/>
        <w:autoSpaceDE/>
        <w:spacing w:before="240" w:after="240"/>
        <w:jc w:val="both"/>
        <w:rPr>
          <w:kern w:val="0"/>
          <w:lang w:eastAsia="pt-BR"/>
        </w:rPr>
      </w:pPr>
      <w:r w:rsidRPr="00962211">
        <w:rPr>
          <w:b/>
          <w:kern w:val="0"/>
          <w:lang w:eastAsia="pt-BR"/>
        </w:rPr>
        <w:t xml:space="preserve">CLÁUSULA DÉCIMA </w:t>
      </w:r>
      <w:r w:rsidR="009F0204" w:rsidRPr="00962211">
        <w:rPr>
          <w:b/>
          <w:kern w:val="0"/>
          <w:lang w:eastAsia="pt-BR"/>
        </w:rPr>
        <w:t>SEGUNDA</w:t>
      </w:r>
      <w:r w:rsidRPr="00962211">
        <w:rPr>
          <w:b/>
          <w:kern w:val="0"/>
          <w:lang w:eastAsia="pt-BR"/>
        </w:rPr>
        <w:t xml:space="preserve"> – Do Reajuste</w:t>
      </w:r>
    </w:p>
    <w:p w:rsidR="00423835" w:rsidRPr="00962211" w:rsidRDefault="00423835" w:rsidP="000264A9">
      <w:pPr>
        <w:suppressAutoHyphens w:val="0"/>
        <w:autoSpaceDE/>
        <w:spacing w:before="240" w:after="240"/>
        <w:jc w:val="both"/>
        <w:rPr>
          <w:kern w:val="0"/>
          <w:lang w:eastAsia="pt-BR"/>
        </w:rPr>
      </w:pPr>
      <w:r w:rsidRPr="00962211">
        <w:rPr>
          <w:kern w:val="0"/>
          <w:lang w:eastAsia="pt-BR"/>
        </w:rPr>
        <w:t>A periodicidade para o reajuste do objeto será de 12 (doze) meses, contados da data d</w:t>
      </w:r>
      <w:r w:rsidR="0040705B" w:rsidRPr="00962211">
        <w:rPr>
          <w:kern w:val="0"/>
          <w:lang w:eastAsia="pt-BR"/>
        </w:rPr>
        <w:t>a apresentação das propostas</w:t>
      </w:r>
      <w:r w:rsidRPr="00962211">
        <w:rPr>
          <w:kern w:val="0"/>
          <w:lang w:eastAsia="pt-BR"/>
        </w:rPr>
        <w:t>, no caso de primeiro reajuste, ou da data do reajuste anterior, na hipótese de reajustes posteriores, com base no Índice de Preços ao Consumidor Amplo – IPCA, medido pelo Instituto Brasileiro de Geografia e Estatística – IBGE, ou em outro índice que venha substituí-lo.</w:t>
      </w:r>
    </w:p>
    <w:p w:rsidR="00423835" w:rsidRPr="00962211" w:rsidRDefault="00423835" w:rsidP="000264A9">
      <w:pPr>
        <w:suppressAutoHyphens w:val="0"/>
        <w:autoSpaceDE/>
        <w:spacing w:before="240" w:after="240"/>
        <w:jc w:val="both"/>
        <w:rPr>
          <w:kern w:val="0"/>
          <w:lang w:eastAsia="pt-BR"/>
        </w:rPr>
      </w:pPr>
      <w:r w:rsidRPr="00962211">
        <w:rPr>
          <w:kern w:val="0"/>
          <w:lang w:eastAsia="pt-BR"/>
        </w:rPr>
        <w:t>Subcláusula Primeira: O reajuste de que trata o caput desta cláusula ou sua dispensa poderão ainda ser objeto de acordo entre as partes.</w:t>
      </w:r>
    </w:p>
    <w:p w:rsidR="008120D1" w:rsidRPr="00962211" w:rsidRDefault="00423835" w:rsidP="000264A9">
      <w:pPr>
        <w:suppressAutoHyphens w:val="0"/>
        <w:autoSpaceDE/>
        <w:spacing w:before="240" w:after="240"/>
        <w:jc w:val="both"/>
        <w:rPr>
          <w:kern w:val="0"/>
          <w:lang w:eastAsia="pt-BR"/>
        </w:rPr>
      </w:pPr>
      <w:r w:rsidRPr="00962211">
        <w:rPr>
          <w:kern w:val="0"/>
          <w:lang w:eastAsia="pt-BR"/>
        </w:rPr>
        <w:t>Subcláusula Segunda: A concessão do reajuste depende de requerimento expresso da parte interessada, antes do vencimento do período a ser considerado como base para o respectivo cálculo, sob pena de preclusão.</w:t>
      </w:r>
    </w:p>
    <w:p w:rsidR="00251A67" w:rsidRPr="00962211" w:rsidRDefault="0082143A" w:rsidP="000264A9">
      <w:pPr>
        <w:pStyle w:val="CPLPadrao"/>
        <w:tabs>
          <w:tab w:val="left" w:pos="993"/>
        </w:tabs>
        <w:spacing w:before="240" w:after="240"/>
        <w:rPr>
          <w:b/>
          <w:bCs/>
        </w:rPr>
      </w:pPr>
      <w:r w:rsidRPr="00962211">
        <w:rPr>
          <w:b/>
          <w:bCs/>
        </w:rPr>
        <w:t xml:space="preserve">CLÁUSULA DÉCIMA </w:t>
      </w:r>
      <w:r w:rsidR="005526CD" w:rsidRPr="00962211">
        <w:rPr>
          <w:b/>
          <w:kern w:val="0"/>
          <w:lang w:eastAsia="pt-BR"/>
        </w:rPr>
        <w:t>TERCEIRA</w:t>
      </w:r>
      <w:r w:rsidRPr="00962211">
        <w:rPr>
          <w:b/>
          <w:bCs/>
        </w:rPr>
        <w:t xml:space="preserve"> – Das Penalidades</w:t>
      </w:r>
    </w:p>
    <w:p w:rsidR="00251A67" w:rsidRPr="00962211" w:rsidRDefault="0082143A" w:rsidP="000264A9">
      <w:pPr>
        <w:pStyle w:val="CPLPadrao"/>
        <w:tabs>
          <w:tab w:val="left" w:pos="993"/>
        </w:tabs>
        <w:spacing w:before="240" w:after="240"/>
      </w:pPr>
      <w:r w:rsidRPr="00962211">
        <w:t xml:space="preserve">I </w:t>
      </w:r>
      <w:r w:rsidR="000D41E5" w:rsidRPr="00962211">
        <w:t>–</w:t>
      </w:r>
      <w:r w:rsidRPr="00962211">
        <w:t xml:space="preserve"> A inadimplência da Contratada, sem justificativa aceita pela Contratante, no cumprimento de qualquer cláusula ou condição prevista neste Contrato a sujeitará às sanções a seguir discriminadas, de acordo com a natureza e a gravidade da infração, mediante processo administrativo, observada a aplicação subsidiária da Lei Federal nº 8.666/93:</w:t>
      </w:r>
    </w:p>
    <w:p w:rsidR="00251A67" w:rsidRPr="00962211" w:rsidRDefault="0082143A" w:rsidP="000264A9">
      <w:pPr>
        <w:pStyle w:val="CPLPadrao"/>
        <w:tabs>
          <w:tab w:val="left" w:pos="993"/>
        </w:tabs>
        <w:spacing w:before="240" w:after="240"/>
      </w:pPr>
      <w:r w:rsidRPr="00962211">
        <w:lastRenderedPageBreak/>
        <w:t xml:space="preserve">a) </w:t>
      </w:r>
      <w:r w:rsidR="00BE00E6" w:rsidRPr="00962211">
        <w:t>ATÉ TRINTA DIAS DE ATRASO INJUSTIFICADO NA EXECUÇÃO/REFAZIMENTO DO SERVIÇO: m</w:t>
      </w:r>
      <w:r w:rsidRPr="00962211">
        <w:t xml:space="preserve">ulta moratória de 0,3% (três décimos por cento) por dia, calculada sobre o valor </w:t>
      </w:r>
      <w:r w:rsidR="00DA0865" w:rsidRPr="00962211">
        <w:t>do fornecimento ou serviço não realizado,</w:t>
      </w:r>
      <w:r w:rsidRPr="00962211">
        <w:t xml:space="preserve"> a partir do primeiro dia útil subsequente ao do vencimento do prazo estipulado para cumprimento da obrigação;</w:t>
      </w:r>
    </w:p>
    <w:p w:rsidR="00251A67" w:rsidRPr="00962211" w:rsidRDefault="0082143A" w:rsidP="000264A9">
      <w:pPr>
        <w:pStyle w:val="CPLPadrao"/>
        <w:tabs>
          <w:tab w:val="left" w:pos="993"/>
        </w:tabs>
        <w:spacing w:before="240" w:after="240"/>
      </w:pPr>
      <w:r w:rsidRPr="00962211">
        <w:t xml:space="preserve">b) </w:t>
      </w:r>
      <w:r w:rsidR="00BE00E6" w:rsidRPr="00962211">
        <w:t>MAIS DE TRINTA DIAS DE ATRASO INJUSTIFICADO NA EXECUÇÃO/REFAZIMENTO DO SERVIÇO: m</w:t>
      </w:r>
      <w:r w:rsidRPr="00962211">
        <w:t xml:space="preserve">ulta moratória de 10% (dez por cento), calculada sobre o valor </w:t>
      </w:r>
      <w:r w:rsidR="00DA5162" w:rsidRPr="00962211">
        <w:t>do fornecimento ou serviço não realizado</w:t>
      </w:r>
      <w:r w:rsidRPr="00962211">
        <w:t>;</w:t>
      </w:r>
    </w:p>
    <w:p w:rsidR="00251A67" w:rsidRPr="00962211" w:rsidRDefault="0082143A" w:rsidP="000264A9">
      <w:pPr>
        <w:pStyle w:val="CPLPadrao"/>
        <w:tabs>
          <w:tab w:val="left" w:pos="993"/>
        </w:tabs>
        <w:spacing w:before="240" w:after="240"/>
      </w:pPr>
      <w:r w:rsidRPr="00962211">
        <w:t xml:space="preserve">c) </w:t>
      </w:r>
      <w:r w:rsidR="00BE00E6" w:rsidRPr="00962211">
        <w:t>NÃO-EXECUÇÃO/REFAZIMENTO DO SERVIÇO: m</w:t>
      </w:r>
      <w:r w:rsidR="007843C6" w:rsidRPr="00962211">
        <w:t>ulta compensatória de 20% (vinte por cento), calculada sobre o valor do fornecimento ou serviço não realizado, aplicável a partir do primeiro dia útil subsequente ao do vencimento do prazo para cumprimento das obrigações, sem embargo de indenização dos prejuízos porventura causados à Contratante;</w:t>
      </w:r>
    </w:p>
    <w:p w:rsidR="00251A67" w:rsidRPr="00962211" w:rsidRDefault="0082143A" w:rsidP="000264A9">
      <w:pPr>
        <w:pStyle w:val="CPLPadrao"/>
        <w:tabs>
          <w:tab w:val="left" w:pos="993"/>
        </w:tabs>
        <w:spacing w:before="240" w:after="240"/>
      </w:pPr>
      <w:r w:rsidRPr="00962211">
        <w:t xml:space="preserve">d) </w:t>
      </w:r>
      <w:r w:rsidR="00BE00E6" w:rsidRPr="00962211">
        <w:t>DESCUMPRIMENTO DE OBRIGAÇÃO ACESSÓRIA PREVISTA EM QUALQUER CLÁUSULA DESTE INSTRUMENTO: m</w:t>
      </w:r>
      <w:r w:rsidRPr="00962211">
        <w:t xml:space="preserve">ulta </w:t>
      </w:r>
      <w:r w:rsidR="00DA5162" w:rsidRPr="00962211">
        <w:t xml:space="preserve">compensatória </w:t>
      </w:r>
      <w:r w:rsidRPr="00962211">
        <w:t>de 0,3% (t</w:t>
      </w:r>
      <w:r w:rsidR="00BE00E6" w:rsidRPr="00962211">
        <w:t>rês décimos por cento) por dia</w:t>
      </w:r>
      <w:r w:rsidRPr="00962211">
        <w:t xml:space="preserve">, calculada sobre o valor do </w:t>
      </w:r>
      <w:r w:rsidR="008146CA" w:rsidRPr="00962211">
        <w:t>c</w:t>
      </w:r>
      <w:r w:rsidRPr="00962211">
        <w:t xml:space="preserve">ontrato e limitada a </w:t>
      </w:r>
      <w:r w:rsidR="008146CA" w:rsidRPr="00962211">
        <w:t>1</w:t>
      </w:r>
      <w:r w:rsidRPr="00962211">
        <w:t>0% (</w:t>
      </w:r>
      <w:r w:rsidR="008146CA" w:rsidRPr="00962211">
        <w:t>dez</w:t>
      </w:r>
      <w:r w:rsidRPr="00962211">
        <w:t xml:space="preserve"> por cento) desse valor, contada da comunicação da Contratante (via internet, correio etc.), até cessar a inadimplência; </w:t>
      </w:r>
    </w:p>
    <w:p w:rsidR="00AD4F03" w:rsidRPr="00962211" w:rsidRDefault="00AD4F03" w:rsidP="000264A9">
      <w:pPr>
        <w:pStyle w:val="CPLPadrao"/>
        <w:tabs>
          <w:tab w:val="left" w:pos="993"/>
        </w:tabs>
        <w:spacing w:before="240" w:after="240"/>
      </w:pPr>
      <w:r w:rsidRPr="00962211">
        <w:t xml:space="preserve">II – Ocorrendo a aplicação da penalidade de multa moratória de forma reiterada diante de casos injustificados, a Administração terá a faculdade de rescindir unilateralmente o contrato, conforme expresso no art. 86, §1º da Lei </w:t>
      </w:r>
      <w:r w:rsidR="00116327" w:rsidRPr="00962211">
        <w:t xml:space="preserve">Federal nº </w:t>
      </w:r>
      <w:r w:rsidRPr="00962211">
        <w:t>8.666/93, sem prejuízo de aplicação de outras sanções;</w:t>
      </w:r>
    </w:p>
    <w:p w:rsidR="00251A67" w:rsidRPr="00962211" w:rsidRDefault="0082143A" w:rsidP="000264A9">
      <w:pPr>
        <w:pStyle w:val="CPLPadrao"/>
        <w:tabs>
          <w:tab w:val="left" w:pos="993"/>
        </w:tabs>
        <w:spacing w:before="240" w:after="240"/>
      </w:pPr>
      <w:r w:rsidRPr="00962211">
        <w:t>II</w:t>
      </w:r>
      <w:r w:rsidR="00AD4F03" w:rsidRPr="00962211">
        <w:t>I</w:t>
      </w:r>
      <w:r w:rsidRPr="00962211">
        <w:t xml:space="preserve"> </w:t>
      </w:r>
      <w:r w:rsidR="000D41E5" w:rsidRPr="00962211">
        <w:t>–</w:t>
      </w:r>
      <w:r w:rsidRPr="00962211">
        <w:t xml:space="preserve"> Após o 30º (trigésimo) dia de mora na </w:t>
      </w:r>
      <w:r w:rsidR="00F66717" w:rsidRPr="00962211">
        <w:t>execução dos serviços</w:t>
      </w:r>
      <w:r w:rsidRPr="00962211">
        <w:t xml:space="preserve">, a Contratante terá direito de recusar o objeto contratado, de acordo com sua conveniência e oportunidade, comunicando a perda de interesse em sua </w:t>
      </w:r>
      <w:r w:rsidR="004F122C" w:rsidRPr="00962211">
        <w:t>execução</w:t>
      </w:r>
      <w:r w:rsidRPr="00962211">
        <w:t>, sem prejuízo da aplicação das penalidades cabíveis;</w:t>
      </w:r>
    </w:p>
    <w:p w:rsidR="00251A67" w:rsidRPr="00962211" w:rsidRDefault="00AD4F03" w:rsidP="000264A9">
      <w:pPr>
        <w:pStyle w:val="CPLPadrao"/>
        <w:tabs>
          <w:tab w:val="left" w:pos="993"/>
        </w:tabs>
        <w:spacing w:before="240" w:after="240"/>
        <w:rPr>
          <w:b/>
        </w:rPr>
      </w:pPr>
      <w:r w:rsidRPr="00962211">
        <w:t>IV</w:t>
      </w:r>
      <w:r w:rsidR="0082143A" w:rsidRPr="00962211">
        <w:t xml:space="preserve"> – Independentemente do prazo estipulado acima, a inexecução parcial ou total do contrato por parte da Contratada poderá implicar a sua rescisão unilateral, nos termos do art. 79 da Lei </w:t>
      </w:r>
      <w:r w:rsidR="00116327" w:rsidRPr="00962211">
        <w:t xml:space="preserve">Federal </w:t>
      </w:r>
      <w:r w:rsidR="0082143A" w:rsidRPr="00962211">
        <w:t xml:space="preserve">nº 8.666/93, com aplicação das penalidades cabíveis, observada a conclusão do processo administrativo pertinente; </w:t>
      </w:r>
    </w:p>
    <w:p w:rsidR="00251A67" w:rsidRPr="00962211" w:rsidRDefault="0082143A" w:rsidP="000264A9">
      <w:pPr>
        <w:pStyle w:val="CPLPadrao"/>
        <w:tabs>
          <w:tab w:val="left" w:pos="993"/>
        </w:tabs>
        <w:spacing w:before="240" w:after="240"/>
      </w:pPr>
      <w:r w:rsidRPr="00962211">
        <w:t xml:space="preserve">V </w:t>
      </w:r>
      <w:r w:rsidR="000D41E5" w:rsidRPr="00962211">
        <w:t>–</w:t>
      </w:r>
      <w:r w:rsidRPr="00962211">
        <w:t xml:space="preserve"> Ocorrida a rescisão pelo motivo retrocitado, a Contratante poderá contratar o remanescente, mediante dispensa de licitação, com fulcro no art. 24, XI, da Lei Federal nº 8.666/93, observada a ordem de classificação da licitação e desde que mantidas as mesmas condições da primeira colocada, ou adotar outra medida legal para a conclusão do serviço; </w:t>
      </w:r>
    </w:p>
    <w:p w:rsidR="00251A67" w:rsidRPr="00962211" w:rsidRDefault="0082143A" w:rsidP="000264A9">
      <w:pPr>
        <w:pStyle w:val="CPLPadrao"/>
        <w:tabs>
          <w:tab w:val="left" w:pos="993"/>
        </w:tabs>
        <w:spacing w:before="240" w:after="240"/>
      </w:pPr>
      <w:r w:rsidRPr="00962211">
        <w:t>V</w:t>
      </w:r>
      <w:r w:rsidR="00AD4F03" w:rsidRPr="00962211">
        <w:t>I</w:t>
      </w:r>
      <w:r w:rsidRPr="00962211">
        <w:t xml:space="preserve"> </w:t>
      </w:r>
      <w:r w:rsidR="000D41E5" w:rsidRPr="00962211">
        <w:t>–</w:t>
      </w:r>
      <w:r w:rsidRPr="00962211">
        <w:t xml:space="preserve"> </w:t>
      </w:r>
      <w:r w:rsidR="00DB52F2" w:rsidRPr="00962211">
        <w:t xml:space="preserve">Aplicadas as multas previstas, poderá a Administração notificar a Contratada a recolher a quantia devida à Contratante, no prazo de 10 dias, contados da data do recebimento do comunicado acerca da decisão definitiva; em caso de garantia de execução contratual, descontar o valor da garantia prestada, prevista no § 1º do art. </w:t>
      </w:r>
      <w:r w:rsidR="00DB52F2" w:rsidRPr="00962211">
        <w:lastRenderedPageBreak/>
        <w:t>56 da Lei Federal nº 8.666/93; ou realizar compensação, existindo pagamento vincendo a ser realizado pela Contratante</w:t>
      </w:r>
      <w:r w:rsidRPr="00962211">
        <w:t xml:space="preserve">; </w:t>
      </w:r>
    </w:p>
    <w:p w:rsidR="00251A67" w:rsidRPr="00962211" w:rsidRDefault="0082143A" w:rsidP="000264A9">
      <w:pPr>
        <w:pStyle w:val="CPLPadrao"/>
        <w:tabs>
          <w:tab w:val="left" w:pos="993"/>
        </w:tabs>
        <w:spacing w:before="240" w:after="240"/>
      </w:pPr>
      <w:r w:rsidRPr="00962211">
        <w:t>V</w:t>
      </w:r>
      <w:r w:rsidR="00AD4F03" w:rsidRPr="00962211">
        <w:t>I</w:t>
      </w:r>
      <w:r w:rsidRPr="00962211">
        <w:t xml:space="preserve">I </w:t>
      </w:r>
      <w:r w:rsidR="000D41E5" w:rsidRPr="00962211">
        <w:t>–</w:t>
      </w:r>
      <w:r w:rsidRPr="00962211">
        <w:t xml:space="preserve"> Na impossibilidade de recebimento das multas nos termos do inciso anterior, a importância aplicada, ou seu remanescente, deverá ser cobrada judicialmente, nos termos do art. 38, §3º do Decreto nº 45.902/12;</w:t>
      </w:r>
    </w:p>
    <w:p w:rsidR="00251A67" w:rsidRPr="00962211" w:rsidRDefault="0082143A" w:rsidP="000264A9">
      <w:pPr>
        <w:pStyle w:val="CPLPadrao"/>
        <w:tabs>
          <w:tab w:val="left" w:pos="993"/>
        </w:tabs>
        <w:spacing w:before="240" w:after="240"/>
      </w:pPr>
      <w:r w:rsidRPr="00962211">
        <w:t>VI</w:t>
      </w:r>
      <w:r w:rsidR="00AD4F03" w:rsidRPr="00962211">
        <w:t>I</w:t>
      </w:r>
      <w:r w:rsidRPr="00962211">
        <w:t xml:space="preserve">I </w:t>
      </w:r>
      <w:r w:rsidR="000D41E5" w:rsidRPr="00962211">
        <w:t>–</w:t>
      </w:r>
      <w:r w:rsidRPr="00962211">
        <w:t xml:space="preserve"> Para todas as penalidades aqui previstas, será garantida a defesa prévia da Contratada, no prazo de 5 dias úteis, contado do recebimento da notificação encaminhada pela Contratante;</w:t>
      </w:r>
    </w:p>
    <w:p w:rsidR="00251A67" w:rsidRPr="00962211" w:rsidRDefault="00AD4F03" w:rsidP="000264A9">
      <w:pPr>
        <w:pStyle w:val="CPLPadrao"/>
        <w:tabs>
          <w:tab w:val="left" w:pos="993"/>
        </w:tabs>
        <w:spacing w:before="240" w:after="240"/>
        <w:rPr>
          <w:b/>
        </w:rPr>
      </w:pPr>
      <w:r w:rsidRPr="00962211">
        <w:t>IX</w:t>
      </w:r>
      <w:r w:rsidR="00F66717" w:rsidRPr="00962211">
        <w:t xml:space="preserve"> </w:t>
      </w:r>
      <w:r w:rsidR="000D41E5" w:rsidRPr="00962211">
        <w:t>–</w:t>
      </w:r>
      <w:r w:rsidR="0082143A" w:rsidRPr="00962211">
        <w:t xml:space="preserve"> Ocorrendo atraso de pagamento por culpa exclusiva da Administração, o pagamento será acrescido de atualização financeira, entre as datas do vencimento e do efetivo pagamento, de acordo com a variação “pro</w:t>
      </w:r>
      <w:r w:rsidR="006636CC" w:rsidRPr="00962211">
        <w:t xml:space="preserve"> </w:t>
      </w:r>
      <w:r w:rsidR="0082143A" w:rsidRPr="00962211">
        <w:t>rata tempore” do IPCA, ou outro índice que venha substituí-lo, conforme a legislação vigente</w:t>
      </w:r>
      <w:r w:rsidR="00F66717" w:rsidRPr="00962211">
        <w:t>;</w:t>
      </w:r>
      <w:r w:rsidR="0082143A" w:rsidRPr="00962211">
        <w:t xml:space="preserve"> </w:t>
      </w:r>
    </w:p>
    <w:p w:rsidR="00251A67" w:rsidRPr="00962211" w:rsidRDefault="00F66717" w:rsidP="000264A9">
      <w:pPr>
        <w:pStyle w:val="CPLPadrao"/>
        <w:tabs>
          <w:tab w:val="left" w:pos="993"/>
        </w:tabs>
        <w:spacing w:before="240" w:after="240"/>
      </w:pPr>
      <w:r w:rsidRPr="00962211">
        <w:t xml:space="preserve">X </w:t>
      </w:r>
      <w:r w:rsidR="000D41E5" w:rsidRPr="00962211">
        <w:t>–</w:t>
      </w:r>
      <w:r w:rsidR="001453C4" w:rsidRPr="00962211">
        <w:t xml:space="preserve"> Na hipótese de a Contratada</w:t>
      </w:r>
      <w:r w:rsidR="0082143A" w:rsidRPr="00962211">
        <w:t xml:space="preserve"> incorrer em algum dos atos lesivos à Administração Pública previstos no art. 5º, IV, da Lei </w:t>
      </w:r>
      <w:r w:rsidR="006636CC" w:rsidRPr="00962211">
        <w:t xml:space="preserve">Federal </w:t>
      </w:r>
      <w:r w:rsidR="0082143A" w:rsidRPr="00962211">
        <w:t>nº 12.846/13, ficará sujeita às penalidades descritas no art. 6º daquele diplo</w:t>
      </w:r>
      <w:r w:rsidR="00126BB5" w:rsidRPr="00962211">
        <w:t>ma legal;</w:t>
      </w:r>
    </w:p>
    <w:p w:rsidR="003D4B59" w:rsidRPr="00962211" w:rsidRDefault="003D4B59" w:rsidP="000264A9">
      <w:pPr>
        <w:pStyle w:val="CPLPadrao"/>
        <w:tabs>
          <w:tab w:val="left" w:pos="993"/>
        </w:tabs>
        <w:spacing w:before="240" w:after="240"/>
      </w:pPr>
      <w:r w:rsidRPr="00962211">
        <w:t>X</w:t>
      </w:r>
      <w:r w:rsidR="00AD4F03" w:rsidRPr="00962211">
        <w:t>I</w:t>
      </w:r>
      <w:r w:rsidRPr="00962211">
        <w:t xml:space="preserve"> – As penalidades previstas na alínea acima serão aplicadas segundo os critérios estabelecidos nos arts. 6º e 7º da Lei </w:t>
      </w:r>
      <w:r w:rsidR="006636CC" w:rsidRPr="00962211">
        <w:t xml:space="preserve">Federal </w:t>
      </w:r>
      <w:r w:rsidRPr="00962211">
        <w:t>nº 12.846/13 e nos arts. 17 a 24 do Decreto Federal nº 8.420/15, resguardad</w:t>
      </w:r>
      <w:r w:rsidR="00426AB4" w:rsidRPr="00962211">
        <w:t>o</w:t>
      </w:r>
      <w:r w:rsidRPr="00962211">
        <w:t xml:space="preserve"> à Contratada o direito ao devido processo legal e à ampla defesa, no prazo de 30 (trinta) dias, a contar da intimação do ato, em obediência ao procedimento estatuído no art. 8º e seguintes daquele diploma legal.</w:t>
      </w:r>
    </w:p>
    <w:p w:rsidR="00251A67" w:rsidRPr="00962211" w:rsidRDefault="0082143A" w:rsidP="000264A9">
      <w:pPr>
        <w:pStyle w:val="CPLPadrao"/>
        <w:tabs>
          <w:tab w:val="left" w:pos="993"/>
        </w:tabs>
        <w:spacing w:before="240" w:after="240"/>
        <w:rPr>
          <w:b/>
          <w:bCs/>
        </w:rPr>
      </w:pPr>
      <w:r w:rsidRPr="00962211">
        <w:rPr>
          <w:b/>
          <w:bCs/>
        </w:rPr>
        <w:t xml:space="preserve">CLÁUSULA DÉCIMA </w:t>
      </w:r>
      <w:r w:rsidR="00AC358C" w:rsidRPr="00962211">
        <w:rPr>
          <w:b/>
          <w:bCs/>
        </w:rPr>
        <w:t>QUARTA</w:t>
      </w:r>
      <w:r w:rsidR="00E96FC5" w:rsidRPr="00962211">
        <w:rPr>
          <w:b/>
          <w:bCs/>
        </w:rPr>
        <w:t xml:space="preserve"> </w:t>
      </w:r>
      <w:r w:rsidRPr="00962211">
        <w:rPr>
          <w:b/>
          <w:bCs/>
        </w:rPr>
        <w:t>– Da Rescisão</w:t>
      </w:r>
    </w:p>
    <w:p w:rsidR="00F66717" w:rsidRPr="00962211" w:rsidRDefault="00F66717" w:rsidP="000264A9">
      <w:pPr>
        <w:pStyle w:val="CPLPadrao"/>
        <w:tabs>
          <w:tab w:val="left" w:pos="993"/>
        </w:tabs>
        <w:spacing w:before="240" w:after="240"/>
      </w:pPr>
      <w:r w:rsidRPr="00962211">
        <w:t>Constituem motivos para a rescisão deste Contrato os casos enumerados no art. 78, incisos I a XVIII, da Lei Federal nº 8.666/93, assegurados à Contratada o contraditório e a ampla defesa.</w:t>
      </w:r>
    </w:p>
    <w:p w:rsidR="00F66717" w:rsidRPr="00962211" w:rsidRDefault="00F66717" w:rsidP="000264A9">
      <w:pPr>
        <w:pStyle w:val="CPLPadrao"/>
        <w:tabs>
          <w:tab w:val="left" w:pos="993"/>
        </w:tabs>
        <w:spacing w:before="240" w:after="240"/>
      </w:pPr>
      <w:r w:rsidRPr="00962211">
        <w:t xml:space="preserve">A rescisão deste Contrato poderá ser determinada por ato unilateral e escrito da Contratante, ocorrendo qualquer das hipóteses elencadas </w:t>
      </w:r>
      <w:r w:rsidR="00116327" w:rsidRPr="00962211">
        <w:t xml:space="preserve">no </w:t>
      </w:r>
      <w:r w:rsidRPr="00962211">
        <w:t>art. 78, incisos I a XII, XVII e XVIII, sem que caiba qualquer ressarcimento à Contratada, ressalvado o disposto no § 2º, do art. 79, da Lei Federal nº 8.666/93.</w:t>
      </w:r>
    </w:p>
    <w:p w:rsidR="00F66717" w:rsidRPr="00962211" w:rsidRDefault="00F66717" w:rsidP="000264A9">
      <w:pPr>
        <w:pStyle w:val="CPLPadrao"/>
        <w:tabs>
          <w:tab w:val="left" w:pos="993"/>
        </w:tabs>
        <w:spacing w:before="240" w:after="240"/>
      </w:pPr>
      <w:r w:rsidRPr="00962211">
        <w:t>Fica ressalvado que, na ocorrência de qualquer das hipóteses previstas no inciso VI do art. 78 da Lei Federal nº 8.666/93, admite-se a possibilidade da continuidade contratual, a critério da Contratante.</w:t>
      </w:r>
    </w:p>
    <w:p w:rsidR="00251A67" w:rsidRPr="00962211" w:rsidRDefault="0082143A" w:rsidP="000264A9">
      <w:pPr>
        <w:pStyle w:val="CPLPadrao"/>
        <w:tabs>
          <w:tab w:val="left" w:pos="993"/>
        </w:tabs>
        <w:spacing w:before="240" w:after="240"/>
        <w:rPr>
          <w:b/>
          <w:bCs/>
        </w:rPr>
      </w:pPr>
      <w:r w:rsidRPr="00962211">
        <w:rPr>
          <w:b/>
          <w:bCs/>
        </w:rPr>
        <w:t xml:space="preserve">CLÁUSULA DÉCIMA </w:t>
      </w:r>
      <w:r w:rsidR="00E96FC5" w:rsidRPr="00962211">
        <w:rPr>
          <w:b/>
          <w:bCs/>
        </w:rPr>
        <w:t>QU</w:t>
      </w:r>
      <w:r w:rsidR="00AC358C" w:rsidRPr="00962211">
        <w:rPr>
          <w:b/>
          <w:bCs/>
        </w:rPr>
        <w:t>INTA</w:t>
      </w:r>
      <w:r w:rsidRPr="00962211">
        <w:rPr>
          <w:b/>
          <w:bCs/>
        </w:rPr>
        <w:t xml:space="preserve"> – Da Publicação</w:t>
      </w:r>
    </w:p>
    <w:p w:rsidR="00251A67" w:rsidRPr="00962211" w:rsidRDefault="0082143A" w:rsidP="000264A9">
      <w:pPr>
        <w:pStyle w:val="CPLPadrao"/>
        <w:tabs>
          <w:tab w:val="left" w:pos="993"/>
        </w:tabs>
        <w:spacing w:before="240" w:after="240"/>
      </w:pPr>
      <w:r w:rsidRPr="00962211">
        <w:t>A Contratante fará publicar no Diário Oficial Eletrônico do Ministério Público de Minas Gerais</w:t>
      </w:r>
      <w:r w:rsidR="00002801" w:rsidRPr="00962211">
        <w:t xml:space="preserve"> – </w:t>
      </w:r>
      <w:r w:rsidRPr="00962211">
        <w:t>DOMP/MG o resumo do presente Contrato, nos termos da Lei Federal nº 8.666/93.</w:t>
      </w:r>
    </w:p>
    <w:p w:rsidR="00251A67" w:rsidRPr="00962211" w:rsidRDefault="0082143A" w:rsidP="000264A9">
      <w:pPr>
        <w:pStyle w:val="CPLPadrao"/>
        <w:tabs>
          <w:tab w:val="left" w:pos="993"/>
        </w:tabs>
        <w:spacing w:before="240" w:after="240"/>
        <w:rPr>
          <w:b/>
          <w:bCs/>
        </w:rPr>
      </w:pPr>
      <w:r w:rsidRPr="00962211">
        <w:rPr>
          <w:b/>
          <w:bCs/>
        </w:rPr>
        <w:t xml:space="preserve">CLÁUSULA DÉCIMA </w:t>
      </w:r>
      <w:r w:rsidR="00AC358C" w:rsidRPr="00962211">
        <w:rPr>
          <w:b/>
          <w:bCs/>
        </w:rPr>
        <w:t>SEXTA</w:t>
      </w:r>
      <w:r w:rsidRPr="00962211">
        <w:rPr>
          <w:b/>
          <w:bCs/>
        </w:rPr>
        <w:t xml:space="preserve"> – Do Foro</w:t>
      </w:r>
    </w:p>
    <w:p w:rsidR="00251A67" w:rsidRPr="00962211" w:rsidRDefault="0082143A" w:rsidP="000264A9">
      <w:pPr>
        <w:pStyle w:val="CPLPadrao"/>
        <w:tabs>
          <w:tab w:val="left" w:pos="993"/>
        </w:tabs>
        <w:spacing w:before="240" w:after="240"/>
      </w:pPr>
      <w:r w:rsidRPr="00962211">
        <w:lastRenderedPageBreak/>
        <w:t>É competente o foro da Comarca de Belo Horizonte/MG para dirimir quaisquer questões oriundas deste Contrato.</w:t>
      </w:r>
    </w:p>
    <w:p w:rsidR="00251A67" w:rsidRPr="00962211" w:rsidRDefault="0082143A" w:rsidP="000264A9">
      <w:pPr>
        <w:pStyle w:val="CPLPadrao"/>
        <w:tabs>
          <w:tab w:val="left" w:pos="993"/>
        </w:tabs>
        <w:spacing w:before="240" w:after="240"/>
        <w:rPr>
          <w:b/>
          <w:bCs/>
        </w:rPr>
      </w:pPr>
      <w:r w:rsidRPr="00962211">
        <w:rPr>
          <w:b/>
          <w:bCs/>
        </w:rPr>
        <w:t xml:space="preserve">CLÁUSULA DÉCIMA </w:t>
      </w:r>
      <w:r w:rsidR="00E96FC5" w:rsidRPr="00962211">
        <w:rPr>
          <w:b/>
          <w:bCs/>
        </w:rPr>
        <w:t>S</w:t>
      </w:r>
      <w:r w:rsidR="00AC358C" w:rsidRPr="00962211">
        <w:rPr>
          <w:b/>
          <w:bCs/>
        </w:rPr>
        <w:t>ÉTIMA</w:t>
      </w:r>
      <w:r w:rsidRPr="00962211">
        <w:rPr>
          <w:b/>
          <w:bCs/>
        </w:rPr>
        <w:t xml:space="preserve"> – Dos Documentos Integrantes</w:t>
      </w:r>
    </w:p>
    <w:p w:rsidR="00F66717" w:rsidRPr="00962211" w:rsidRDefault="0082143A" w:rsidP="000264A9">
      <w:pPr>
        <w:pStyle w:val="CPLPadrao"/>
        <w:tabs>
          <w:tab w:val="left" w:pos="993"/>
        </w:tabs>
        <w:spacing w:before="240" w:after="240"/>
      </w:pPr>
      <w:r w:rsidRPr="00962211">
        <w:t xml:space="preserve">Integram o presente Contrato, independentemente de transcrição, para todos os efeitos, o Edital do processo licitatório, a ata de realização da sessão de pregão, o instrumento legal que confere poderes ao representante da Contratada para representá-la, bem como </w:t>
      </w:r>
      <w:r w:rsidR="00F66717" w:rsidRPr="00962211">
        <w:t>os Anexos I e II deste Contrato, os quais consignam a proposta vencedora com a planilha de preços, e o termo de referência, com as especificações do objeto.</w:t>
      </w:r>
    </w:p>
    <w:p w:rsidR="00BA3BFA" w:rsidRPr="00962211" w:rsidRDefault="00BA3BFA" w:rsidP="000264A9">
      <w:pPr>
        <w:pStyle w:val="CPLPadrao"/>
        <w:tabs>
          <w:tab w:val="left" w:pos="993"/>
        </w:tabs>
        <w:spacing w:before="240" w:after="240"/>
        <w:rPr>
          <w:b/>
          <w:bCs/>
        </w:rPr>
      </w:pPr>
      <w:r w:rsidRPr="00962211">
        <w:rPr>
          <w:b/>
          <w:bCs/>
        </w:rPr>
        <w:t xml:space="preserve">CLÁUSULA DÉCIMA </w:t>
      </w:r>
      <w:r w:rsidR="00AC358C" w:rsidRPr="00962211">
        <w:rPr>
          <w:b/>
          <w:bCs/>
        </w:rPr>
        <w:t>OITAVA</w:t>
      </w:r>
      <w:r w:rsidRPr="00962211">
        <w:rPr>
          <w:b/>
          <w:bCs/>
        </w:rPr>
        <w:t xml:space="preserve"> – Dos Casos Omissos</w:t>
      </w:r>
    </w:p>
    <w:p w:rsidR="00BA3BFA" w:rsidRPr="00962211" w:rsidRDefault="00BA3BFA" w:rsidP="000264A9">
      <w:pPr>
        <w:pStyle w:val="western"/>
        <w:spacing w:before="240" w:beforeAutospacing="0" w:after="240"/>
        <w:rPr>
          <w:color w:val="auto"/>
        </w:rPr>
      </w:pPr>
      <w:r w:rsidRPr="00962211">
        <w:rPr>
          <w:color w:val="auto"/>
        </w:rPr>
        <w:t>Surgindo dúvidas na execução e interpretação do presente Contrato ou ocorrendo fatos relacionados com o seu objeto e não previstos em suas cláusulas e condições, as partes sujeitar-se-ão a regras e princípios jurídicos aplicáveis.</w:t>
      </w:r>
    </w:p>
    <w:p w:rsidR="003B56FB" w:rsidRPr="00962211" w:rsidRDefault="00DB52F2" w:rsidP="000264A9">
      <w:pPr>
        <w:spacing w:before="240" w:after="240"/>
        <w:jc w:val="both"/>
      </w:pPr>
      <w:r w:rsidRPr="00962211">
        <w:rPr>
          <w:rFonts w:eastAsia="SimSun"/>
          <w:lang w:eastAsia="hi-IN" w:bidi="hi-IN"/>
        </w:rPr>
        <w:t>Assim ajustadas, as partes assinam o presente Contrato, para um só efeito de direito, por meio de senha/assinatura eletrônica, na presença de duas testemunhas.</w:t>
      </w:r>
    </w:p>
    <w:p w:rsidR="003B56FB" w:rsidRPr="00962211" w:rsidRDefault="003B56FB" w:rsidP="000264A9">
      <w:pPr>
        <w:spacing w:before="240" w:after="240"/>
        <w:jc w:val="center"/>
        <w:rPr>
          <w:b/>
          <w:bCs/>
        </w:rPr>
      </w:pPr>
      <w:r w:rsidRPr="00962211">
        <w:rPr>
          <w:b/>
          <w:bCs/>
        </w:rPr>
        <w:t>Contratante</w:t>
      </w:r>
      <w:r w:rsidRPr="00962211">
        <w:t>:</w:t>
      </w:r>
    </w:p>
    <w:p w:rsidR="003B56FB" w:rsidRPr="00962211" w:rsidRDefault="003B56FB" w:rsidP="000264A9">
      <w:pPr>
        <w:tabs>
          <w:tab w:val="left" w:pos="3780"/>
        </w:tabs>
        <w:spacing w:before="240" w:after="240"/>
        <w:jc w:val="center"/>
        <w:rPr>
          <w:b/>
          <w:bCs/>
        </w:rPr>
      </w:pPr>
    </w:p>
    <w:p w:rsidR="007D6DE7" w:rsidRPr="00962211" w:rsidRDefault="007D6DE7" w:rsidP="000264A9">
      <w:pPr>
        <w:spacing w:before="240" w:after="240"/>
        <w:jc w:val="center"/>
        <w:rPr>
          <w:b/>
        </w:rPr>
      </w:pPr>
      <w:r w:rsidRPr="00962211">
        <w:rPr>
          <w:b/>
        </w:rPr>
        <w:t>Márcio Gomes de Souza</w:t>
      </w:r>
    </w:p>
    <w:p w:rsidR="003B56FB" w:rsidRPr="00962211" w:rsidRDefault="003B56FB" w:rsidP="000264A9">
      <w:pPr>
        <w:spacing w:before="240" w:after="240"/>
        <w:jc w:val="center"/>
        <w:rPr>
          <w:b/>
          <w:bCs/>
        </w:rPr>
      </w:pPr>
      <w:r w:rsidRPr="00962211">
        <w:rPr>
          <w:b/>
          <w:bCs/>
        </w:rPr>
        <w:t>Procurador-Geral de Justiça Adjunto Administrativo</w:t>
      </w:r>
    </w:p>
    <w:p w:rsidR="003B56FB" w:rsidRPr="00962211" w:rsidRDefault="003B56FB" w:rsidP="005F16E0">
      <w:pPr>
        <w:spacing w:before="240" w:after="240"/>
        <w:rPr>
          <w:b/>
          <w:bCs/>
        </w:rPr>
      </w:pPr>
    </w:p>
    <w:p w:rsidR="003B56FB" w:rsidRPr="00962211" w:rsidRDefault="003B56FB" w:rsidP="000264A9">
      <w:pPr>
        <w:spacing w:before="240" w:after="240"/>
        <w:jc w:val="center"/>
      </w:pPr>
      <w:r w:rsidRPr="00962211">
        <w:rPr>
          <w:b/>
          <w:bCs/>
        </w:rPr>
        <w:t>Contratada</w:t>
      </w:r>
      <w:r w:rsidRPr="00962211">
        <w:t>:</w:t>
      </w:r>
    </w:p>
    <w:p w:rsidR="003B56FB" w:rsidRPr="00962211" w:rsidRDefault="003B56FB" w:rsidP="000264A9">
      <w:pPr>
        <w:spacing w:before="240" w:after="240"/>
        <w:jc w:val="center"/>
        <w:rPr>
          <w:b/>
          <w:bCs/>
        </w:rPr>
      </w:pPr>
    </w:p>
    <w:p w:rsidR="003B56FB" w:rsidRPr="00962211" w:rsidRDefault="003B56FB" w:rsidP="000264A9">
      <w:pPr>
        <w:spacing w:before="240" w:after="240"/>
        <w:jc w:val="center"/>
        <w:rPr>
          <w:b/>
          <w:bCs/>
        </w:rPr>
      </w:pPr>
      <w:r w:rsidRPr="00962211">
        <w:rPr>
          <w:b/>
        </w:rPr>
        <w:t>__________________________________________</w:t>
      </w:r>
    </w:p>
    <w:p w:rsidR="003B56FB" w:rsidRPr="00962211" w:rsidRDefault="003B56FB" w:rsidP="000264A9">
      <w:pPr>
        <w:spacing w:before="240" w:after="240"/>
        <w:jc w:val="both"/>
        <w:rPr>
          <w:b/>
          <w:bCs/>
        </w:rPr>
      </w:pPr>
    </w:p>
    <w:p w:rsidR="003B56FB" w:rsidRPr="00962211" w:rsidRDefault="003B56FB" w:rsidP="000264A9">
      <w:pPr>
        <w:spacing w:before="240" w:after="240"/>
        <w:jc w:val="both"/>
        <w:rPr>
          <w:b/>
          <w:bCs/>
        </w:rPr>
      </w:pPr>
      <w:r w:rsidRPr="00962211">
        <w:rPr>
          <w:b/>
          <w:bCs/>
        </w:rPr>
        <w:t>Testemunhas:</w:t>
      </w:r>
    </w:p>
    <w:p w:rsidR="003B56FB" w:rsidRPr="00962211" w:rsidRDefault="003B56FB" w:rsidP="000264A9">
      <w:pPr>
        <w:spacing w:before="240" w:after="240"/>
        <w:jc w:val="both"/>
        <w:rPr>
          <w:b/>
          <w:bCs/>
        </w:rPr>
      </w:pPr>
    </w:p>
    <w:p w:rsidR="00DB52F2" w:rsidRPr="00962211" w:rsidRDefault="003B56FB" w:rsidP="000264A9">
      <w:pPr>
        <w:suppressAutoHyphens w:val="0"/>
        <w:autoSpaceDE/>
        <w:autoSpaceDN w:val="0"/>
        <w:spacing w:before="240" w:after="240"/>
        <w:rPr>
          <w:b/>
          <w:bCs/>
        </w:rPr>
      </w:pPr>
      <w:r w:rsidRPr="00962211">
        <w:rPr>
          <w:b/>
          <w:bCs/>
        </w:rPr>
        <w:t xml:space="preserve">1) </w:t>
      </w:r>
      <w:r w:rsidRPr="00962211">
        <w:rPr>
          <w:b/>
          <w:bCs/>
        </w:rPr>
        <w:tab/>
      </w:r>
      <w:r w:rsidRPr="00962211">
        <w:rPr>
          <w:b/>
          <w:bCs/>
        </w:rPr>
        <w:tab/>
      </w:r>
      <w:r w:rsidRPr="00962211">
        <w:rPr>
          <w:b/>
          <w:bCs/>
        </w:rPr>
        <w:tab/>
      </w:r>
      <w:r w:rsidRPr="00962211">
        <w:rPr>
          <w:b/>
          <w:bCs/>
        </w:rPr>
        <w:tab/>
      </w:r>
      <w:r w:rsidRPr="00962211">
        <w:rPr>
          <w:b/>
          <w:bCs/>
        </w:rPr>
        <w:tab/>
      </w:r>
      <w:r w:rsidRPr="00962211">
        <w:rPr>
          <w:b/>
          <w:bCs/>
        </w:rPr>
        <w:tab/>
      </w:r>
      <w:r w:rsidRPr="00962211">
        <w:rPr>
          <w:b/>
          <w:bCs/>
        </w:rPr>
        <w:tab/>
      </w:r>
      <w:r w:rsidRPr="00962211">
        <w:rPr>
          <w:b/>
          <w:bCs/>
        </w:rPr>
        <w:tab/>
      </w:r>
      <w:r w:rsidRPr="00962211">
        <w:rPr>
          <w:b/>
          <w:bCs/>
        </w:rPr>
        <w:tab/>
      </w:r>
    </w:p>
    <w:p w:rsidR="00DB52F2" w:rsidRPr="00962211" w:rsidRDefault="00DB52F2" w:rsidP="000264A9">
      <w:pPr>
        <w:suppressAutoHyphens w:val="0"/>
        <w:autoSpaceDE/>
        <w:autoSpaceDN w:val="0"/>
        <w:spacing w:before="240" w:after="240"/>
        <w:rPr>
          <w:b/>
          <w:bCs/>
        </w:rPr>
      </w:pPr>
    </w:p>
    <w:p w:rsidR="003B56FB" w:rsidRPr="00962211" w:rsidRDefault="003B56FB" w:rsidP="000264A9">
      <w:pPr>
        <w:suppressAutoHyphens w:val="0"/>
        <w:autoSpaceDE/>
        <w:autoSpaceDN w:val="0"/>
        <w:spacing w:before="240" w:after="240"/>
        <w:rPr>
          <w:kern w:val="0"/>
          <w:lang w:eastAsia="pt-BR"/>
        </w:rPr>
      </w:pPr>
      <w:r w:rsidRPr="00962211">
        <w:rPr>
          <w:b/>
          <w:bCs/>
        </w:rPr>
        <w:t xml:space="preserve">2)                                                       </w:t>
      </w:r>
    </w:p>
    <w:p w:rsidR="00251A67" w:rsidRPr="00962211" w:rsidRDefault="0082143A" w:rsidP="000264A9">
      <w:pPr>
        <w:pStyle w:val="Ttulo3"/>
        <w:spacing w:after="240"/>
        <w:rPr>
          <w:rFonts w:ascii="Arial" w:hAnsi="Arial" w:cs="Arial"/>
          <w:sz w:val="24"/>
          <w:szCs w:val="24"/>
        </w:rPr>
      </w:pPr>
      <w:r w:rsidRPr="00962211">
        <w:rPr>
          <w:rFonts w:ascii="Arial" w:hAnsi="Arial" w:cs="Arial"/>
          <w:sz w:val="24"/>
          <w:szCs w:val="24"/>
        </w:rPr>
        <w:br w:type="page"/>
      </w:r>
      <w:bookmarkStart w:id="57" w:name="_Toc99971910"/>
      <w:r w:rsidRPr="00962211">
        <w:rPr>
          <w:rFonts w:ascii="Arial" w:hAnsi="Arial" w:cs="Arial"/>
          <w:sz w:val="24"/>
          <w:szCs w:val="24"/>
        </w:rPr>
        <w:lastRenderedPageBreak/>
        <w:t>ANEXO II – MODELO DE PROPOSTA (PLANILHA DE PREÇOS)</w:t>
      </w:r>
      <w:bookmarkEnd w:id="57"/>
    </w:p>
    <w:p w:rsidR="00C53D4B" w:rsidRPr="00962211" w:rsidRDefault="00C53D4B" w:rsidP="000264A9">
      <w:pPr>
        <w:suppressAutoHyphens w:val="0"/>
        <w:autoSpaceDE/>
        <w:spacing w:before="240" w:after="240"/>
        <w:jc w:val="center"/>
        <w:rPr>
          <w:b/>
          <w:kern w:val="0"/>
          <w:lang w:eastAsia="pt-BR"/>
        </w:rPr>
      </w:pPr>
      <w:r w:rsidRPr="00962211">
        <w:rPr>
          <w:b/>
          <w:kern w:val="0"/>
          <w:lang w:eastAsia="pt-BR"/>
        </w:rPr>
        <w:t>(Anexo I do Contrato nº......./</w:t>
      </w:r>
      <w:r w:rsidR="00313098" w:rsidRPr="00962211">
        <w:rPr>
          <w:b/>
          <w:kern w:val="0"/>
          <w:lang w:eastAsia="pt-BR"/>
        </w:rPr>
        <w:t>202</w:t>
      </w:r>
      <w:r w:rsidR="007D6DE7" w:rsidRPr="00962211">
        <w:rPr>
          <w:b/>
          <w:kern w:val="0"/>
          <w:lang w:eastAsia="pt-BR"/>
        </w:rPr>
        <w:t>1</w:t>
      </w:r>
    </w:p>
    <w:p w:rsidR="00C53D4B" w:rsidRPr="00962211" w:rsidRDefault="00C53D4B" w:rsidP="000264A9">
      <w:pPr>
        <w:suppressAutoHyphens w:val="0"/>
        <w:autoSpaceDE/>
        <w:spacing w:before="240" w:after="240"/>
        <w:jc w:val="center"/>
        <w:rPr>
          <w:b/>
          <w:kern w:val="0"/>
          <w:lang w:eastAsia="pt-BR"/>
        </w:rPr>
      </w:pPr>
      <w:r w:rsidRPr="00962211">
        <w:rPr>
          <w:b/>
          <w:kern w:val="0"/>
          <w:lang w:eastAsia="pt-BR"/>
        </w:rPr>
        <w:t>CT SIAD..............)</w:t>
      </w:r>
    </w:p>
    <w:p w:rsidR="00DF7611" w:rsidRPr="000F793A" w:rsidRDefault="0082143A" w:rsidP="00DF7611">
      <w:pPr>
        <w:pStyle w:val="CPLPadrao"/>
        <w:spacing w:before="360" w:after="360"/>
        <w:rPr>
          <w:rFonts w:eastAsia="Times New Roman"/>
          <w:bCs/>
        </w:rPr>
      </w:pPr>
      <w:r w:rsidRPr="00962211">
        <w:rPr>
          <w:kern w:val="0"/>
          <w:lang w:eastAsia="pt-BR"/>
        </w:rPr>
        <w:t xml:space="preserve">Objeto: </w:t>
      </w:r>
      <w:r w:rsidR="00DF7611" w:rsidRPr="000F793A">
        <w:rPr>
          <w:rFonts w:eastAsia="Times New Roman"/>
          <w:bCs/>
        </w:rPr>
        <w:t>Contratação de empresa especializada para execução de serviços de manutenção preventiva e corretiva de grupos motogeradores instalados nos imóveis da Procuradoria Geral de Justiça do Estado de Minas Gerais, na cidade de Belo Horizonte, pelo período de 36 (trinta e seis) meses.</w:t>
      </w:r>
    </w:p>
    <w:p w:rsidR="00251A67" w:rsidRPr="00962211" w:rsidRDefault="0082143A" w:rsidP="00DF7611">
      <w:pPr>
        <w:tabs>
          <w:tab w:val="left" w:pos="1980"/>
        </w:tabs>
        <w:suppressAutoHyphens w:val="0"/>
        <w:autoSpaceDE/>
        <w:spacing w:before="240" w:after="240"/>
        <w:jc w:val="both"/>
        <w:rPr>
          <w:kern w:val="0"/>
          <w:lang w:eastAsia="pt-BR"/>
        </w:rPr>
      </w:pPr>
      <w:r w:rsidRPr="00962211">
        <w:rPr>
          <w:b/>
          <w:bCs/>
          <w:kern w:val="0"/>
          <w:lang w:eastAsia="pt-BR"/>
        </w:rPr>
        <w:t>1) IDENTIFICAÇÃO DO LICITANTE:</w:t>
      </w:r>
    </w:p>
    <w:tbl>
      <w:tblPr>
        <w:tblW w:w="9085" w:type="dxa"/>
        <w:jc w:val="center"/>
        <w:tblCellSpacing w:w="0" w:type="dxa"/>
        <w:tblCellMar>
          <w:left w:w="0" w:type="dxa"/>
          <w:right w:w="0" w:type="dxa"/>
        </w:tblCellMar>
        <w:tblLook w:val="0000"/>
      </w:tblPr>
      <w:tblGrid>
        <w:gridCol w:w="2334"/>
        <w:gridCol w:w="1179"/>
        <w:gridCol w:w="732"/>
        <w:gridCol w:w="1602"/>
        <w:gridCol w:w="829"/>
        <w:gridCol w:w="927"/>
        <w:gridCol w:w="602"/>
        <w:gridCol w:w="880"/>
      </w:tblGrid>
      <w:tr w:rsidR="00242123" w:rsidRPr="00962211" w:rsidTr="002677F8">
        <w:trPr>
          <w:trHeight w:val="228"/>
          <w:tblCellSpacing w:w="0" w:type="dxa"/>
          <w:jc w:val="center"/>
        </w:trPr>
        <w:tc>
          <w:tcPr>
            <w:tcW w:w="6676" w:type="dxa"/>
            <w:gridSpan w:val="5"/>
            <w:tcBorders>
              <w:top w:val="single" w:sz="6" w:space="0" w:color="000000"/>
              <w:left w:val="single" w:sz="6" w:space="0" w:color="000000"/>
              <w:bottom w:val="single" w:sz="6" w:space="0" w:color="000000"/>
              <w:right w:val="nil"/>
            </w:tcBorders>
          </w:tcPr>
          <w:p w:rsidR="003513CB" w:rsidRPr="000F793A" w:rsidRDefault="003513CB" w:rsidP="00D24ACE">
            <w:pPr>
              <w:suppressAutoHyphens w:val="0"/>
              <w:autoSpaceDE/>
              <w:spacing w:before="120" w:after="120" w:line="228" w:lineRule="atLeast"/>
              <w:jc w:val="both"/>
              <w:rPr>
                <w:kern w:val="0"/>
                <w:lang w:eastAsia="pt-BR"/>
              </w:rPr>
            </w:pPr>
            <w:r w:rsidRPr="000F793A">
              <w:rPr>
                <w:kern w:val="0"/>
                <w:sz w:val="22"/>
                <w:szCs w:val="22"/>
                <w:lang w:eastAsia="pt-BR"/>
              </w:rPr>
              <w:t>Razão Social:</w:t>
            </w:r>
          </w:p>
        </w:tc>
        <w:tc>
          <w:tcPr>
            <w:tcW w:w="2409" w:type="dxa"/>
            <w:gridSpan w:val="3"/>
            <w:tcBorders>
              <w:top w:val="single" w:sz="6" w:space="0" w:color="000000"/>
              <w:left w:val="single" w:sz="6" w:space="0" w:color="000000"/>
              <w:bottom w:val="single" w:sz="6" w:space="0" w:color="000000"/>
              <w:right w:val="single" w:sz="6" w:space="0" w:color="000000"/>
            </w:tcBorders>
          </w:tcPr>
          <w:p w:rsidR="003513CB" w:rsidRPr="000F793A" w:rsidRDefault="003513CB" w:rsidP="00D24ACE">
            <w:pPr>
              <w:suppressAutoHyphens w:val="0"/>
              <w:autoSpaceDE/>
              <w:spacing w:before="120" w:after="120" w:line="228" w:lineRule="atLeast"/>
              <w:jc w:val="both"/>
              <w:rPr>
                <w:kern w:val="0"/>
                <w:lang w:eastAsia="pt-BR"/>
              </w:rPr>
            </w:pPr>
            <w:r w:rsidRPr="000F793A">
              <w:rPr>
                <w:kern w:val="0"/>
                <w:sz w:val="22"/>
                <w:szCs w:val="22"/>
                <w:lang w:eastAsia="pt-BR"/>
              </w:rPr>
              <w:t>CNPJ:</w:t>
            </w:r>
          </w:p>
        </w:tc>
      </w:tr>
      <w:tr w:rsidR="00242123" w:rsidRPr="00962211" w:rsidTr="002677F8">
        <w:trPr>
          <w:trHeight w:val="240"/>
          <w:tblCellSpacing w:w="0" w:type="dxa"/>
          <w:jc w:val="center"/>
        </w:trPr>
        <w:tc>
          <w:tcPr>
            <w:tcW w:w="5847" w:type="dxa"/>
            <w:gridSpan w:val="4"/>
            <w:tcBorders>
              <w:top w:val="nil"/>
              <w:left w:val="single" w:sz="6" w:space="0" w:color="000000"/>
              <w:bottom w:val="single" w:sz="6" w:space="0" w:color="000000"/>
              <w:right w:val="nil"/>
            </w:tcBorders>
          </w:tcPr>
          <w:p w:rsidR="003513CB" w:rsidRPr="000F793A" w:rsidRDefault="003513CB" w:rsidP="00D24ACE">
            <w:pPr>
              <w:suppressAutoHyphens w:val="0"/>
              <w:autoSpaceDE/>
              <w:spacing w:before="120" w:after="120"/>
              <w:jc w:val="both"/>
              <w:rPr>
                <w:kern w:val="0"/>
                <w:lang w:eastAsia="pt-BR"/>
              </w:rPr>
            </w:pPr>
            <w:r w:rsidRPr="000F793A">
              <w:rPr>
                <w:kern w:val="0"/>
                <w:sz w:val="22"/>
                <w:szCs w:val="22"/>
                <w:lang w:eastAsia="pt-BR"/>
              </w:rPr>
              <w:t>Endereço:</w:t>
            </w:r>
          </w:p>
        </w:tc>
        <w:tc>
          <w:tcPr>
            <w:tcW w:w="1756" w:type="dxa"/>
            <w:gridSpan w:val="2"/>
            <w:tcBorders>
              <w:top w:val="nil"/>
              <w:left w:val="single" w:sz="6" w:space="0" w:color="000000"/>
              <w:bottom w:val="single" w:sz="6" w:space="0" w:color="000000"/>
              <w:right w:val="nil"/>
            </w:tcBorders>
          </w:tcPr>
          <w:p w:rsidR="003513CB" w:rsidRPr="000F793A" w:rsidRDefault="003513CB" w:rsidP="00D24ACE">
            <w:pPr>
              <w:suppressAutoHyphens w:val="0"/>
              <w:autoSpaceDE/>
              <w:spacing w:before="120" w:after="120"/>
              <w:jc w:val="both"/>
              <w:rPr>
                <w:kern w:val="0"/>
                <w:lang w:eastAsia="pt-BR"/>
              </w:rPr>
            </w:pPr>
            <w:r w:rsidRPr="000F793A">
              <w:rPr>
                <w:kern w:val="0"/>
                <w:sz w:val="22"/>
                <w:szCs w:val="22"/>
                <w:lang w:eastAsia="pt-BR"/>
              </w:rPr>
              <w:t>Nº:</w:t>
            </w:r>
          </w:p>
        </w:tc>
        <w:tc>
          <w:tcPr>
            <w:tcW w:w="1482" w:type="dxa"/>
            <w:gridSpan w:val="2"/>
            <w:tcBorders>
              <w:top w:val="nil"/>
              <w:left w:val="single" w:sz="6" w:space="0" w:color="000000"/>
              <w:bottom w:val="single" w:sz="6" w:space="0" w:color="000000"/>
              <w:right w:val="single" w:sz="6" w:space="0" w:color="000000"/>
            </w:tcBorders>
          </w:tcPr>
          <w:p w:rsidR="003513CB" w:rsidRPr="000F793A" w:rsidRDefault="003513CB" w:rsidP="00D24ACE">
            <w:pPr>
              <w:suppressAutoHyphens w:val="0"/>
              <w:autoSpaceDE/>
              <w:spacing w:before="120" w:after="120"/>
              <w:jc w:val="both"/>
              <w:rPr>
                <w:kern w:val="0"/>
                <w:lang w:eastAsia="pt-BR"/>
              </w:rPr>
            </w:pPr>
            <w:r w:rsidRPr="000F793A">
              <w:rPr>
                <w:kern w:val="0"/>
                <w:sz w:val="22"/>
                <w:szCs w:val="22"/>
                <w:lang w:eastAsia="pt-BR"/>
              </w:rPr>
              <w:t>Sala:</w:t>
            </w:r>
          </w:p>
        </w:tc>
      </w:tr>
      <w:tr w:rsidR="00242123" w:rsidRPr="00962211" w:rsidTr="002677F8">
        <w:trPr>
          <w:trHeight w:val="240"/>
          <w:tblCellSpacing w:w="0" w:type="dxa"/>
          <w:jc w:val="center"/>
        </w:trPr>
        <w:tc>
          <w:tcPr>
            <w:tcW w:w="3513" w:type="dxa"/>
            <w:gridSpan w:val="2"/>
            <w:tcBorders>
              <w:top w:val="nil"/>
              <w:left w:val="single" w:sz="6" w:space="0" w:color="000000"/>
              <w:bottom w:val="single" w:sz="6" w:space="0" w:color="000000"/>
              <w:right w:val="nil"/>
            </w:tcBorders>
          </w:tcPr>
          <w:p w:rsidR="003513CB" w:rsidRPr="000F793A" w:rsidRDefault="003513CB" w:rsidP="00D24ACE">
            <w:pPr>
              <w:suppressAutoHyphens w:val="0"/>
              <w:autoSpaceDE/>
              <w:spacing w:before="120" w:after="120"/>
              <w:jc w:val="both"/>
              <w:rPr>
                <w:kern w:val="0"/>
                <w:lang w:eastAsia="pt-BR"/>
              </w:rPr>
            </w:pPr>
            <w:r w:rsidRPr="000F793A">
              <w:rPr>
                <w:kern w:val="0"/>
                <w:sz w:val="22"/>
                <w:szCs w:val="22"/>
                <w:lang w:eastAsia="pt-BR"/>
              </w:rPr>
              <w:t>Bairro:</w:t>
            </w:r>
          </w:p>
        </w:tc>
        <w:tc>
          <w:tcPr>
            <w:tcW w:w="3163" w:type="dxa"/>
            <w:gridSpan w:val="3"/>
            <w:tcBorders>
              <w:top w:val="nil"/>
              <w:left w:val="single" w:sz="6" w:space="0" w:color="000000"/>
              <w:bottom w:val="single" w:sz="6" w:space="0" w:color="000000"/>
              <w:right w:val="nil"/>
            </w:tcBorders>
          </w:tcPr>
          <w:p w:rsidR="003513CB" w:rsidRPr="000F793A" w:rsidRDefault="003513CB" w:rsidP="00D24ACE">
            <w:pPr>
              <w:suppressAutoHyphens w:val="0"/>
              <w:autoSpaceDE/>
              <w:spacing w:before="120" w:after="120"/>
              <w:jc w:val="both"/>
              <w:rPr>
                <w:kern w:val="0"/>
                <w:lang w:eastAsia="pt-BR"/>
              </w:rPr>
            </w:pPr>
            <w:r w:rsidRPr="000F793A">
              <w:rPr>
                <w:kern w:val="0"/>
                <w:sz w:val="22"/>
                <w:szCs w:val="22"/>
                <w:lang w:eastAsia="pt-BR"/>
              </w:rPr>
              <w:t>Cidade:</w:t>
            </w:r>
          </w:p>
        </w:tc>
        <w:tc>
          <w:tcPr>
            <w:tcW w:w="2409" w:type="dxa"/>
            <w:gridSpan w:val="3"/>
            <w:tcBorders>
              <w:top w:val="nil"/>
              <w:left w:val="single" w:sz="6" w:space="0" w:color="000000"/>
              <w:bottom w:val="single" w:sz="6" w:space="0" w:color="000000"/>
              <w:right w:val="single" w:sz="6" w:space="0" w:color="000000"/>
            </w:tcBorders>
          </w:tcPr>
          <w:p w:rsidR="003513CB" w:rsidRPr="000F793A" w:rsidRDefault="003513CB" w:rsidP="00D24ACE">
            <w:pPr>
              <w:suppressAutoHyphens w:val="0"/>
              <w:autoSpaceDE/>
              <w:spacing w:before="120" w:after="120"/>
              <w:jc w:val="both"/>
              <w:rPr>
                <w:kern w:val="0"/>
                <w:lang w:eastAsia="pt-BR"/>
              </w:rPr>
            </w:pPr>
            <w:r w:rsidRPr="000F793A">
              <w:rPr>
                <w:kern w:val="0"/>
                <w:sz w:val="22"/>
                <w:szCs w:val="22"/>
                <w:lang w:eastAsia="pt-BR"/>
              </w:rPr>
              <w:t>CEP:</w:t>
            </w:r>
          </w:p>
        </w:tc>
      </w:tr>
      <w:tr w:rsidR="00242123" w:rsidRPr="00962211" w:rsidTr="00236211">
        <w:trPr>
          <w:trHeight w:val="240"/>
          <w:tblCellSpacing w:w="0" w:type="dxa"/>
          <w:jc w:val="center"/>
        </w:trPr>
        <w:tc>
          <w:tcPr>
            <w:tcW w:w="4245" w:type="dxa"/>
            <w:gridSpan w:val="3"/>
            <w:tcBorders>
              <w:top w:val="nil"/>
              <w:left w:val="single" w:sz="6" w:space="0" w:color="000000"/>
              <w:bottom w:val="single" w:sz="6" w:space="0" w:color="000000"/>
              <w:right w:val="nil"/>
            </w:tcBorders>
          </w:tcPr>
          <w:p w:rsidR="00236211" w:rsidRPr="000F793A" w:rsidRDefault="00236211" w:rsidP="00D24ACE">
            <w:pPr>
              <w:suppressAutoHyphens w:val="0"/>
              <w:autoSpaceDE/>
              <w:spacing w:before="120" w:after="120"/>
              <w:jc w:val="both"/>
              <w:rPr>
                <w:kern w:val="0"/>
                <w:lang w:eastAsia="pt-BR"/>
              </w:rPr>
            </w:pPr>
            <w:r w:rsidRPr="000F793A">
              <w:rPr>
                <w:kern w:val="0"/>
                <w:sz w:val="22"/>
                <w:szCs w:val="22"/>
                <w:lang w:eastAsia="pt-BR"/>
              </w:rPr>
              <w:t>Telefone:</w:t>
            </w:r>
          </w:p>
        </w:tc>
        <w:tc>
          <w:tcPr>
            <w:tcW w:w="3960" w:type="dxa"/>
            <w:gridSpan w:val="4"/>
            <w:tcBorders>
              <w:top w:val="nil"/>
              <w:left w:val="single" w:sz="6" w:space="0" w:color="000000"/>
              <w:bottom w:val="single" w:sz="6" w:space="0" w:color="000000"/>
              <w:right w:val="nil"/>
            </w:tcBorders>
          </w:tcPr>
          <w:p w:rsidR="00236211" w:rsidRPr="000F793A" w:rsidRDefault="00236211" w:rsidP="00D24ACE">
            <w:pPr>
              <w:suppressAutoHyphens w:val="0"/>
              <w:autoSpaceDE/>
              <w:spacing w:before="120" w:after="120"/>
              <w:jc w:val="both"/>
              <w:rPr>
                <w:kern w:val="0"/>
                <w:lang w:eastAsia="pt-BR"/>
              </w:rPr>
            </w:pPr>
            <w:r w:rsidRPr="000F793A">
              <w:rPr>
                <w:i/>
                <w:iCs/>
                <w:kern w:val="0"/>
                <w:sz w:val="22"/>
                <w:szCs w:val="22"/>
                <w:lang w:eastAsia="pt-BR"/>
              </w:rPr>
              <w:t>E-mail</w:t>
            </w:r>
            <w:r w:rsidRPr="000F793A">
              <w:rPr>
                <w:kern w:val="0"/>
                <w:sz w:val="22"/>
                <w:szCs w:val="22"/>
                <w:lang w:eastAsia="pt-BR"/>
              </w:rPr>
              <w:t>:</w:t>
            </w:r>
          </w:p>
        </w:tc>
        <w:tc>
          <w:tcPr>
            <w:tcW w:w="880" w:type="dxa"/>
            <w:tcBorders>
              <w:top w:val="nil"/>
              <w:left w:val="single" w:sz="6" w:space="0" w:color="000000"/>
              <w:bottom w:val="single" w:sz="6" w:space="0" w:color="000000"/>
              <w:right w:val="single" w:sz="6" w:space="0" w:color="000000"/>
            </w:tcBorders>
          </w:tcPr>
          <w:p w:rsidR="00236211" w:rsidRPr="000F793A" w:rsidRDefault="00236211" w:rsidP="00D24ACE">
            <w:pPr>
              <w:suppressAutoHyphens w:val="0"/>
              <w:autoSpaceDE/>
              <w:spacing w:before="120" w:after="120"/>
              <w:jc w:val="both"/>
              <w:rPr>
                <w:kern w:val="0"/>
                <w:lang w:eastAsia="pt-BR"/>
              </w:rPr>
            </w:pPr>
            <w:r w:rsidRPr="000F793A">
              <w:rPr>
                <w:kern w:val="0"/>
                <w:sz w:val="22"/>
                <w:szCs w:val="22"/>
                <w:lang w:eastAsia="pt-BR"/>
              </w:rPr>
              <w:t>UF:</w:t>
            </w:r>
          </w:p>
        </w:tc>
      </w:tr>
      <w:tr w:rsidR="00242123" w:rsidRPr="00962211" w:rsidTr="002677F8">
        <w:trPr>
          <w:trHeight w:val="228"/>
          <w:tblCellSpacing w:w="0" w:type="dxa"/>
          <w:jc w:val="center"/>
        </w:trPr>
        <w:tc>
          <w:tcPr>
            <w:tcW w:w="2334" w:type="dxa"/>
            <w:tcBorders>
              <w:top w:val="nil"/>
              <w:left w:val="single" w:sz="6" w:space="0" w:color="000000"/>
              <w:bottom w:val="single" w:sz="6" w:space="0" w:color="000000"/>
              <w:right w:val="nil"/>
            </w:tcBorders>
          </w:tcPr>
          <w:p w:rsidR="003513CB" w:rsidRPr="000F793A" w:rsidRDefault="003513CB" w:rsidP="00D24ACE">
            <w:pPr>
              <w:suppressAutoHyphens w:val="0"/>
              <w:autoSpaceDE/>
              <w:spacing w:before="120" w:after="120" w:line="228" w:lineRule="atLeast"/>
              <w:jc w:val="both"/>
              <w:rPr>
                <w:kern w:val="0"/>
                <w:lang w:eastAsia="pt-BR"/>
              </w:rPr>
            </w:pPr>
            <w:r w:rsidRPr="000F793A">
              <w:rPr>
                <w:kern w:val="0"/>
                <w:sz w:val="22"/>
                <w:szCs w:val="22"/>
                <w:lang w:eastAsia="pt-BR"/>
              </w:rPr>
              <w:t>Banco:</w:t>
            </w:r>
          </w:p>
        </w:tc>
        <w:tc>
          <w:tcPr>
            <w:tcW w:w="3513" w:type="dxa"/>
            <w:gridSpan w:val="3"/>
            <w:tcBorders>
              <w:top w:val="nil"/>
              <w:left w:val="single" w:sz="6" w:space="0" w:color="000000"/>
              <w:bottom w:val="single" w:sz="6" w:space="0" w:color="000000"/>
              <w:right w:val="nil"/>
            </w:tcBorders>
          </w:tcPr>
          <w:p w:rsidR="003513CB" w:rsidRPr="000F793A" w:rsidRDefault="003513CB" w:rsidP="00D24ACE">
            <w:pPr>
              <w:suppressAutoHyphens w:val="0"/>
              <w:autoSpaceDE/>
              <w:spacing w:before="120" w:after="120" w:line="228" w:lineRule="atLeast"/>
              <w:jc w:val="both"/>
              <w:rPr>
                <w:kern w:val="0"/>
                <w:lang w:eastAsia="pt-BR"/>
              </w:rPr>
            </w:pPr>
            <w:r w:rsidRPr="000F793A">
              <w:rPr>
                <w:kern w:val="0"/>
                <w:sz w:val="22"/>
                <w:szCs w:val="22"/>
                <w:lang w:eastAsia="pt-BR"/>
              </w:rPr>
              <w:t>Agência:</w:t>
            </w:r>
          </w:p>
        </w:tc>
        <w:tc>
          <w:tcPr>
            <w:tcW w:w="3238" w:type="dxa"/>
            <w:gridSpan w:val="4"/>
            <w:tcBorders>
              <w:top w:val="nil"/>
              <w:left w:val="single" w:sz="6" w:space="0" w:color="000000"/>
              <w:bottom w:val="single" w:sz="6" w:space="0" w:color="000000"/>
              <w:right w:val="single" w:sz="6" w:space="0" w:color="000000"/>
            </w:tcBorders>
          </w:tcPr>
          <w:p w:rsidR="003513CB" w:rsidRPr="000F793A" w:rsidRDefault="003513CB" w:rsidP="00D24ACE">
            <w:pPr>
              <w:suppressAutoHyphens w:val="0"/>
              <w:autoSpaceDE/>
              <w:spacing w:before="120" w:after="120" w:line="228" w:lineRule="atLeast"/>
              <w:jc w:val="both"/>
              <w:rPr>
                <w:kern w:val="0"/>
                <w:lang w:eastAsia="pt-BR"/>
              </w:rPr>
            </w:pPr>
            <w:r w:rsidRPr="000F793A">
              <w:rPr>
                <w:kern w:val="0"/>
                <w:sz w:val="22"/>
                <w:szCs w:val="22"/>
                <w:lang w:eastAsia="pt-BR"/>
              </w:rPr>
              <w:t>Conta:</w:t>
            </w:r>
          </w:p>
        </w:tc>
      </w:tr>
    </w:tbl>
    <w:p w:rsidR="005D51B5" w:rsidRPr="00962211" w:rsidRDefault="0082143A" w:rsidP="00C3165F">
      <w:pPr>
        <w:suppressAutoHyphens w:val="0"/>
        <w:autoSpaceDE/>
        <w:spacing w:before="240" w:after="240"/>
        <w:jc w:val="both"/>
        <w:rPr>
          <w:kern w:val="0"/>
          <w:lang w:eastAsia="pt-BR"/>
        </w:rPr>
      </w:pPr>
      <w:r w:rsidRPr="00962211">
        <w:rPr>
          <w:b/>
          <w:bCs/>
          <w:kern w:val="0"/>
          <w:lang w:eastAsia="pt-BR"/>
        </w:rPr>
        <w:t>2) DAS EXIGÊNCIAS DA PROPOSTA:</w:t>
      </w:r>
    </w:p>
    <w:p w:rsidR="009A1B06" w:rsidRPr="00962211" w:rsidRDefault="0082143A" w:rsidP="00C3165F">
      <w:pPr>
        <w:suppressAutoHyphens w:val="0"/>
        <w:autoSpaceDE/>
        <w:autoSpaceDN w:val="0"/>
        <w:spacing w:before="240" w:after="240"/>
        <w:jc w:val="both"/>
        <w:rPr>
          <w:kern w:val="0"/>
          <w:lang w:eastAsia="pt-BR"/>
        </w:rPr>
      </w:pPr>
      <w:r w:rsidRPr="00962211">
        <w:rPr>
          <w:b/>
          <w:bCs/>
        </w:rPr>
        <w:t xml:space="preserve">2.1) </w:t>
      </w:r>
      <w:r w:rsidR="009A1B06" w:rsidRPr="00962211">
        <w:rPr>
          <w:b/>
          <w:bCs/>
          <w:kern w:val="0"/>
          <w:lang w:eastAsia="pt-BR"/>
        </w:rPr>
        <w:t>PRAZO DE VALIDADE DA PROPOSTA:</w:t>
      </w:r>
      <w:r w:rsidR="009A1B06" w:rsidRPr="00962211">
        <w:rPr>
          <w:kern w:val="0"/>
          <w:lang w:eastAsia="pt-BR"/>
        </w:rPr>
        <w:t xml:space="preserve"> _____ DIAS, contados da data de sua apresentação (MÍNIMO 60 dias)</w:t>
      </w:r>
      <w:r w:rsidR="006D7453" w:rsidRPr="00962211">
        <w:rPr>
          <w:kern w:val="0"/>
          <w:lang w:eastAsia="pt-BR"/>
        </w:rPr>
        <w:t>;</w:t>
      </w:r>
    </w:p>
    <w:p w:rsidR="005D51B5" w:rsidRPr="00962211" w:rsidRDefault="009A1B06" w:rsidP="00C3165F">
      <w:pPr>
        <w:pStyle w:val="CPLLista"/>
        <w:spacing w:before="240" w:after="240"/>
      </w:pPr>
      <w:r w:rsidRPr="00962211">
        <w:rPr>
          <w:b/>
          <w:bCs/>
        </w:rPr>
        <w:t>2.</w:t>
      </w:r>
      <w:r w:rsidR="006E1040" w:rsidRPr="00962211">
        <w:rPr>
          <w:b/>
          <w:bCs/>
        </w:rPr>
        <w:t>2</w:t>
      </w:r>
      <w:r w:rsidRPr="00962211">
        <w:rPr>
          <w:b/>
          <w:bCs/>
        </w:rPr>
        <w:t xml:space="preserve">) </w:t>
      </w:r>
      <w:r w:rsidR="0082143A" w:rsidRPr="00962211">
        <w:rPr>
          <w:b/>
          <w:bCs/>
        </w:rPr>
        <w:t xml:space="preserve">PRAZO DE </w:t>
      </w:r>
      <w:r w:rsidR="008E315A" w:rsidRPr="00962211">
        <w:rPr>
          <w:b/>
          <w:bCs/>
        </w:rPr>
        <w:t xml:space="preserve">INÍCIO DA </w:t>
      </w:r>
      <w:r w:rsidR="0082143A" w:rsidRPr="00962211">
        <w:rPr>
          <w:b/>
          <w:bCs/>
        </w:rPr>
        <w:t>EXECUÇÃO DOS SERVIÇOS:</w:t>
      </w:r>
      <w:r w:rsidR="0082143A" w:rsidRPr="00962211">
        <w:t xml:space="preserve"> </w:t>
      </w:r>
      <w:bookmarkStart w:id="58" w:name="_Hlk83390947"/>
      <w:r w:rsidR="0082143A" w:rsidRPr="00962211">
        <w:t xml:space="preserve">_____ DIAS, contados do recebimento da </w:t>
      </w:r>
      <w:r w:rsidR="0082143A" w:rsidRPr="00962211">
        <w:rPr>
          <w:kern w:val="0"/>
          <w:lang w:eastAsia="pt-BR"/>
        </w:rPr>
        <w:t xml:space="preserve">Ordem de Serviço </w:t>
      </w:r>
      <w:r w:rsidR="0082143A" w:rsidRPr="00962211">
        <w:t xml:space="preserve">(MÁXIMO </w:t>
      </w:r>
      <w:r w:rsidR="00FF3F50" w:rsidRPr="00962211">
        <w:t>15</w:t>
      </w:r>
      <w:r w:rsidR="00296C6B" w:rsidRPr="00962211">
        <w:t xml:space="preserve"> dias</w:t>
      </w:r>
      <w:r w:rsidR="00BE66A0" w:rsidRPr="00962211">
        <w:t>)</w:t>
      </w:r>
      <w:r w:rsidR="006E1040" w:rsidRPr="00962211">
        <w:t xml:space="preserve">. </w:t>
      </w:r>
    </w:p>
    <w:bookmarkEnd w:id="58"/>
    <w:p w:rsidR="00563103" w:rsidRPr="00563103" w:rsidRDefault="006E4138" w:rsidP="00C3165F">
      <w:pPr>
        <w:pStyle w:val="CPLLista"/>
        <w:spacing w:before="240" w:after="240"/>
        <w:rPr>
          <w:b/>
          <w:bCs/>
        </w:rPr>
      </w:pPr>
      <w:r w:rsidRPr="00962211">
        <w:t>Observação:</w:t>
      </w:r>
      <w:r w:rsidR="006E1040" w:rsidRPr="00962211">
        <w:t xml:space="preserve"> </w:t>
      </w:r>
      <w:r w:rsidRPr="00962211">
        <w:t>As</w:t>
      </w:r>
      <w:r w:rsidR="00053697" w:rsidRPr="00962211">
        <w:t xml:space="preserve"> manutenções ocorrerão mensalmente, com</w:t>
      </w:r>
      <w:r w:rsidRPr="00962211">
        <w:t xml:space="preserve"> visitas</w:t>
      </w:r>
      <w:r w:rsidR="00D65CBA" w:rsidRPr="00962211">
        <w:t xml:space="preserve"> </w:t>
      </w:r>
      <w:r w:rsidRPr="00962211">
        <w:t xml:space="preserve">técnicas executadas quinzenalmente e bimestralmente, </w:t>
      </w:r>
      <w:r w:rsidR="00563103">
        <w:t xml:space="preserve">em conformidade a “Descrição dos </w:t>
      </w:r>
      <w:r w:rsidR="00CE38AB">
        <w:t>S</w:t>
      </w:r>
      <w:r w:rsidR="00563103">
        <w:t xml:space="preserve">erviços de </w:t>
      </w:r>
      <w:r w:rsidR="00CE38AB">
        <w:t>M</w:t>
      </w:r>
      <w:r w:rsidR="00563103">
        <w:t xml:space="preserve">anutenção” parte integrante do Apenso I do Termo de </w:t>
      </w:r>
      <w:r w:rsidR="00CE38AB">
        <w:t>R</w:t>
      </w:r>
      <w:r w:rsidR="00563103">
        <w:t>eferência (Anexo VII do Edital);</w:t>
      </w:r>
    </w:p>
    <w:p w:rsidR="005D51B5" w:rsidRPr="00962211" w:rsidRDefault="009A1B06" w:rsidP="00C3165F">
      <w:pPr>
        <w:suppressAutoHyphens w:val="0"/>
        <w:autoSpaceDE/>
        <w:spacing w:before="240" w:after="240"/>
        <w:jc w:val="both"/>
        <w:rPr>
          <w:kern w:val="0"/>
          <w:lang w:eastAsia="pt-BR"/>
        </w:rPr>
      </w:pPr>
      <w:r w:rsidRPr="00962211">
        <w:rPr>
          <w:b/>
          <w:bCs/>
          <w:kern w:val="0"/>
          <w:lang w:eastAsia="pt-BR"/>
        </w:rPr>
        <w:t>2.3</w:t>
      </w:r>
      <w:r w:rsidR="0082143A" w:rsidRPr="00962211">
        <w:rPr>
          <w:b/>
          <w:bCs/>
          <w:kern w:val="0"/>
          <w:lang w:eastAsia="pt-BR"/>
        </w:rPr>
        <w:t>) PRAZO DE REFAZIMENTO DOS SERVIÇOS:</w:t>
      </w:r>
      <w:r w:rsidR="0082143A" w:rsidRPr="00962211">
        <w:rPr>
          <w:kern w:val="0"/>
          <w:lang w:eastAsia="pt-BR"/>
        </w:rPr>
        <w:t xml:space="preserve"> _____ DIAS, contados do recebimento</w:t>
      </w:r>
      <w:r w:rsidR="00BE66A0" w:rsidRPr="00962211">
        <w:rPr>
          <w:kern w:val="0"/>
          <w:lang w:eastAsia="pt-BR"/>
        </w:rPr>
        <w:t xml:space="preserve"> da solicitação (MÁXIMO 7 dias)</w:t>
      </w:r>
      <w:r w:rsidR="006D7453" w:rsidRPr="00962211">
        <w:rPr>
          <w:kern w:val="0"/>
          <w:lang w:eastAsia="pt-BR"/>
        </w:rPr>
        <w:t>;</w:t>
      </w:r>
    </w:p>
    <w:p w:rsidR="00CE38AB" w:rsidRPr="005D51B5" w:rsidRDefault="00CE38AB" w:rsidP="00CE38AB">
      <w:pPr>
        <w:suppressAutoHyphens w:val="0"/>
        <w:autoSpaceDE/>
        <w:spacing w:before="240" w:after="240"/>
        <w:jc w:val="both"/>
        <w:rPr>
          <w:kern w:val="0"/>
          <w:lang w:eastAsia="pt-BR"/>
        </w:rPr>
      </w:pPr>
      <w:r>
        <w:rPr>
          <w:b/>
          <w:bCs/>
          <w:kern w:val="0"/>
          <w:lang w:eastAsia="pt-BR"/>
        </w:rPr>
        <w:t>2.4</w:t>
      </w:r>
      <w:r w:rsidRPr="0082143A">
        <w:rPr>
          <w:b/>
          <w:bCs/>
          <w:kern w:val="0"/>
          <w:lang w:eastAsia="pt-BR"/>
        </w:rPr>
        <w:t>) PRAZO DE GARANTIA</w:t>
      </w:r>
      <w:r w:rsidRPr="0082143A">
        <w:rPr>
          <w:b/>
          <w:kern w:val="0"/>
          <w:lang w:eastAsia="pt-BR"/>
        </w:rPr>
        <w:t>:</w:t>
      </w:r>
      <w:r w:rsidRPr="0082143A">
        <w:rPr>
          <w:kern w:val="0"/>
          <w:lang w:eastAsia="pt-BR"/>
        </w:rPr>
        <w:t xml:space="preserve"> _____ DIAS, contados da </w:t>
      </w:r>
      <w:r>
        <w:rPr>
          <w:kern w:val="0"/>
          <w:lang w:eastAsia="pt-BR"/>
        </w:rPr>
        <w:t>conclusão</w:t>
      </w:r>
      <w:r w:rsidRPr="0082143A">
        <w:rPr>
          <w:kern w:val="0"/>
          <w:lang w:eastAsia="pt-BR"/>
        </w:rPr>
        <w:t xml:space="preserve"> definitiva dos serviços, para os serviços </w:t>
      </w:r>
      <w:r w:rsidRPr="00EA2EEA">
        <w:rPr>
          <w:kern w:val="0"/>
          <w:lang w:eastAsia="pt-BR"/>
        </w:rPr>
        <w:t>prestados e as peças e materiais utilizados (</w:t>
      </w:r>
      <w:r>
        <w:rPr>
          <w:kern w:val="0"/>
          <w:lang w:eastAsia="pt-BR"/>
        </w:rPr>
        <w:t>Do Fabricante);</w:t>
      </w:r>
    </w:p>
    <w:p w:rsidR="005D51B5" w:rsidRPr="00962211" w:rsidRDefault="009A1B06" w:rsidP="00C3165F">
      <w:pPr>
        <w:suppressAutoHyphens w:val="0"/>
        <w:autoSpaceDE/>
        <w:spacing w:before="240" w:after="240"/>
        <w:jc w:val="both"/>
        <w:rPr>
          <w:kern w:val="0"/>
          <w:lang w:eastAsia="pt-BR"/>
        </w:rPr>
      </w:pPr>
      <w:r w:rsidRPr="00962211">
        <w:rPr>
          <w:b/>
          <w:bCs/>
          <w:kern w:val="0"/>
          <w:lang w:eastAsia="pt-BR"/>
        </w:rPr>
        <w:t>2.5</w:t>
      </w:r>
      <w:r w:rsidR="0082143A" w:rsidRPr="00962211">
        <w:rPr>
          <w:b/>
          <w:bCs/>
          <w:kern w:val="0"/>
          <w:lang w:eastAsia="pt-BR"/>
        </w:rPr>
        <w:t>) PRESTAÇÃO DA GARANTIA:</w:t>
      </w:r>
      <w:r w:rsidR="0082143A" w:rsidRPr="00962211">
        <w:rPr>
          <w:kern w:val="0"/>
          <w:lang w:eastAsia="pt-BR"/>
        </w:rPr>
        <w:t xml:space="preserve"> </w:t>
      </w:r>
      <w:r w:rsidR="0082143A" w:rsidRPr="00962211">
        <w:rPr>
          <w:b/>
          <w:kern w:val="0"/>
          <w:lang w:eastAsia="pt-BR"/>
        </w:rPr>
        <w:t xml:space="preserve">Se o prazo de garantia for superior ao legal, </w:t>
      </w:r>
      <w:r w:rsidRPr="00962211">
        <w:rPr>
          <w:kern w:val="0"/>
          <w:lang w:eastAsia="pt-BR"/>
        </w:rPr>
        <w:t>o</w:t>
      </w:r>
      <w:r w:rsidR="0082143A" w:rsidRPr="00962211">
        <w:rPr>
          <w:kern w:val="0"/>
          <w:lang w:eastAsia="pt-BR"/>
        </w:rPr>
        <w:t xml:space="preserve"> licitante deverá, no ato da entrega da nota fiscal</w:t>
      </w:r>
      <w:r w:rsidR="0065355B" w:rsidRPr="00962211">
        <w:rPr>
          <w:kern w:val="0"/>
          <w:lang w:eastAsia="pt-BR"/>
        </w:rPr>
        <w:t xml:space="preserve"> </w:t>
      </w:r>
      <w:r w:rsidR="0065355B" w:rsidRPr="00962211">
        <w:t>(ou documento equivalente)</w:t>
      </w:r>
      <w:r w:rsidR="0082143A" w:rsidRPr="00962211">
        <w:rPr>
          <w:kern w:val="0"/>
          <w:lang w:eastAsia="pt-BR"/>
        </w:rPr>
        <w:t xml:space="preserve">, repassar à contratante </w:t>
      </w:r>
      <w:r w:rsidR="0082143A" w:rsidRPr="00962211">
        <w:rPr>
          <w:b/>
          <w:bCs/>
          <w:kern w:val="0"/>
          <w:lang w:eastAsia="pt-BR"/>
        </w:rPr>
        <w:t>termo ou certificado de garantia</w:t>
      </w:r>
      <w:r w:rsidR="0082143A" w:rsidRPr="00962211">
        <w:rPr>
          <w:kern w:val="0"/>
          <w:lang w:eastAsia="pt-BR"/>
        </w:rPr>
        <w:t xml:space="preserve">, constando a cobertura de todo o objeto, pelo </w:t>
      </w:r>
      <w:r w:rsidR="002A48ED" w:rsidRPr="00962211">
        <w:rPr>
          <w:kern w:val="0"/>
          <w:lang w:eastAsia="pt-BR"/>
        </w:rPr>
        <w:t>período</w:t>
      </w:r>
      <w:r w:rsidRPr="00962211">
        <w:rPr>
          <w:kern w:val="0"/>
          <w:lang w:eastAsia="pt-BR"/>
        </w:rPr>
        <w:t xml:space="preserve"> definido no item 2.4</w:t>
      </w:r>
      <w:r w:rsidR="0082143A" w:rsidRPr="00962211">
        <w:rPr>
          <w:kern w:val="0"/>
          <w:lang w:eastAsia="pt-BR"/>
        </w:rPr>
        <w:t xml:space="preserve"> desta proposta</w:t>
      </w:r>
      <w:r w:rsidR="006D7453" w:rsidRPr="00962211">
        <w:rPr>
          <w:kern w:val="0"/>
          <w:lang w:eastAsia="pt-BR"/>
        </w:rPr>
        <w:t>;</w:t>
      </w:r>
    </w:p>
    <w:p w:rsidR="005D51B5" w:rsidRPr="00962211" w:rsidRDefault="009A1B06" w:rsidP="00C3165F">
      <w:pPr>
        <w:suppressAutoHyphens w:val="0"/>
        <w:autoSpaceDE/>
        <w:spacing w:before="240" w:after="240"/>
        <w:jc w:val="both"/>
        <w:rPr>
          <w:kern w:val="0"/>
          <w:lang w:eastAsia="pt-BR"/>
        </w:rPr>
      </w:pPr>
      <w:r w:rsidRPr="00962211">
        <w:rPr>
          <w:b/>
          <w:bCs/>
          <w:kern w:val="0"/>
          <w:lang w:eastAsia="pt-BR"/>
        </w:rPr>
        <w:lastRenderedPageBreak/>
        <w:t>2.5</w:t>
      </w:r>
      <w:r w:rsidR="0082143A" w:rsidRPr="00962211">
        <w:rPr>
          <w:b/>
          <w:bCs/>
          <w:kern w:val="0"/>
          <w:lang w:eastAsia="pt-BR"/>
        </w:rPr>
        <w:t xml:space="preserve">.1) </w:t>
      </w:r>
      <w:r w:rsidR="0082143A" w:rsidRPr="00962211">
        <w:rPr>
          <w:kern w:val="0"/>
          <w:lang w:eastAsia="pt-BR"/>
        </w:rPr>
        <w:t>A garantia inclui todos os serviços prestados, bem como as peças e materiais utilizados e dever</w:t>
      </w:r>
      <w:r w:rsidR="006D7453" w:rsidRPr="00962211">
        <w:rPr>
          <w:kern w:val="0"/>
          <w:lang w:eastAsia="pt-BR"/>
        </w:rPr>
        <w:t>á ser oferecida pelo fornecedor;</w:t>
      </w:r>
    </w:p>
    <w:p w:rsidR="005D51B5" w:rsidRPr="00962211" w:rsidRDefault="009A1B06" w:rsidP="00C3165F">
      <w:pPr>
        <w:suppressAutoHyphens w:val="0"/>
        <w:autoSpaceDE/>
        <w:spacing w:before="240" w:after="240"/>
        <w:jc w:val="both"/>
      </w:pPr>
      <w:r w:rsidRPr="00962211">
        <w:rPr>
          <w:b/>
          <w:bCs/>
          <w:kern w:val="0"/>
          <w:lang w:eastAsia="pt-BR"/>
        </w:rPr>
        <w:t>2.5</w:t>
      </w:r>
      <w:r w:rsidR="0082143A" w:rsidRPr="00962211">
        <w:rPr>
          <w:b/>
          <w:bCs/>
          <w:kern w:val="0"/>
          <w:lang w:eastAsia="pt-BR"/>
        </w:rPr>
        <w:t>.2)</w:t>
      </w:r>
      <w:r w:rsidR="0082143A" w:rsidRPr="00962211">
        <w:rPr>
          <w:kern w:val="0"/>
          <w:lang w:eastAsia="pt-BR"/>
        </w:rPr>
        <w:t xml:space="preserve"> </w:t>
      </w:r>
      <w:r w:rsidR="0082143A" w:rsidRPr="00962211">
        <w:t>Os custos com transporte para fins de execução de serviços relativos à garantia, inclusive quando realizados fora da RMBH, serão arcados</w:t>
      </w:r>
      <w:r w:rsidR="006D7453" w:rsidRPr="00962211">
        <w:t xml:space="preserve"> exclusivamente pela contratada;</w:t>
      </w:r>
    </w:p>
    <w:p w:rsidR="00CE4729" w:rsidRPr="00962211" w:rsidRDefault="00CE4729" w:rsidP="00C3165F">
      <w:pPr>
        <w:pStyle w:val="CPLPadraoNegrito"/>
        <w:spacing w:before="240" w:after="240"/>
      </w:pPr>
      <w:r w:rsidRPr="00962211">
        <w:rPr>
          <w:bCs w:val="0"/>
          <w:kern w:val="0"/>
          <w:lang w:eastAsia="pt-BR"/>
        </w:rPr>
        <w:t>2.6</w:t>
      </w:r>
      <w:r w:rsidRPr="00962211">
        <w:rPr>
          <w:kern w:val="0"/>
          <w:lang w:eastAsia="pt-BR"/>
        </w:rPr>
        <w:t xml:space="preserve">) DECLARAÇÃO DE REGULARIDADE: </w:t>
      </w:r>
      <w:r w:rsidRPr="00962211">
        <w:rPr>
          <w:b w:val="0"/>
        </w:rPr>
        <w:t>deverá ser apresentada, juntamente com esta Proposta, a</w:t>
      </w:r>
      <w:r w:rsidRPr="00962211">
        <w:t xml:space="preserve"> </w:t>
      </w:r>
      <w:r w:rsidRPr="00962211">
        <w:rPr>
          <w:b w:val="0"/>
        </w:rPr>
        <w:t>Declaração de Regularidade, conforme modelo constante do Anexo IV do Edital;</w:t>
      </w:r>
    </w:p>
    <w:p w:rsidR="005D51B5" w:rsidRPr="00962211" w:rsidRDefault="009A1B06" w:rsidP="00C3165F">
      <w:pPr>
        <w:spacing w:before="240" w:after="240"/>
        <w:jc w:val="both"/>
        <w:rPr>
          <w:b/>
          <w:bCs/>
        </w:rPr>
      </w:pPr>
      <w:r w:rsidRPr="00962211">
        <w:rPr>
          <w:b/>
        </w:rPr>
        <w:t>2.</w:t>
      </w:r>
      <w:r w:rsidR="00CE4729" w:rsidRPr="00962211">
        <w:rPr>
          <w:b/>
        </w:rPr>
        <w:t>7</w:t>
      </w:r>
      <w:r w:rsidR="0082143A" w:rsidRPr="00962211">
        <w:rPr>
          <w:b/>
        </w:rPr>
        <w:t>) VISITA AO LOCAL DE PRESTAÇÃO DOS SERVIÇOS</w:t>
      </w:r>
      <w:r w:rsidR="0082143A" w:rsidRPr="00962211">
        <w:rPr>
          <w:b/>
          <w:bCs/>
        </w:rPr>
        <w:t>:</w:t>
      </w:r>
    </w:p>
    <w:p w:rsidR="00035BBD" w:rsidRPr="00962211" w:rsidRDefault="009A1B06" w:rsidP="00C3165F">
      <w:pPr>
        <w:spacing w:before="240" w:after="240"/>
        <w:jc w:val="both"/>
      </w:pPr>
      <w:r w:rsidRPr="00962211">
        <w:rPr>
          <w:b/>
        </w:rPr>
        <w:t>2.</w:t>
      </w:r>
      <w:r w:rsidR="00CE4729" w:rsidRPr="00962211">
        <w:rPr>
          <w:b/>
        </w:rPr>
        <w:t>7</w:t>
      </w:r>
      <w:r w:rsidR="0082143A" w:rsidRPr="00962211">
        <w:rPr>
          <w:b/>
        </w:rPr>
        <w:t>.1)</w:t>
      </w:r>
      <w:r w:rsidR="0082143A" w:rsidRPr="00962211">
        <w:t xml:space="preserve"> </w:t>
      </w:r>
      <w:r w:rsidR="00035BBD" w:rsidRPr="00962211">
        <w:t>A visita técnica (facul</w:t>
      </w:r>
      <w:r w:rsidR="00A75976" w:rsidRPr="00962211">
        <w:t>tativa) ao local da prestação dos</w:t>
      </w:r>
      <w:r w:rsidR="00035BBD" w:rsidRPr="00962211">
        <w:t xml:space="preserve"> serviço</w:t>
      </w:r>
      <w:r w:rsidR="00A75976" w:rsidRPr="00962211">
        <w:t>s</w:t>
      </w:r>
      <w:r w:rsidR="00035BBD" w:rsidRPr="00962211">
        <w:t xml:space="preserve"> poderá ser realizada até 2 (dois) dias úteis antes da data marcada para a sessão de disputa, após agendamento pelo telefone (</w:t>
      </w:r>
      <w:r w:rsidR="000B6840" w:rsidRPr="00962211">
        <w:t>31</w:t>
      </w:r>
      <w:r w:rsidR="00035BBD" w:rsidRPr="00962211">
        <w:t xml:space="preserve">) </w:t>
      </w:r>
      <w:r w:rsidR="000B6840" w:rsidRPr="00962211">
        <w:t>3330-8410</w:t>
      </w:r>
      <w:r w:rsidR="00035BBD" w:rsidRPr="00962211">
        <w:t xml:space="preserve"> com o Sr. </w:t>
      </w:r>
      <w:r w:rsidR="000B6840" w:rsidRPr="00962211">
        <w:t>Marcelo Alves Pinheiro</w:t>
      </w:r>
      <w:r w:rsidR="00035BBD" w:rsidRPr="00962211">
        <w:t xml:space="preserve">, setor </w:t>
      </w:r>
      <w:r w:rsidR="0035269D" w:rsidRPr="00962211">
        <w:t>Divisão de Manutenção Predial</w:t>
      </w:r>
      <w:r w:rsidR="00035BBD" w:rsidRPr="00962211">
        <w:t>;</w:t>
      </w:r>
    </w:p>
    <w:p w:rsidR="00251A67" w:rsidRPr="00962211" w:rsidRDefault="009A1B06" w:rsidP="00C3165F">
      <w:pPr>
        <w:suppressAutoHyphens w:val="0"/>
        <w:autoSpaceDE/>
        <w:spacing w:before="240" w:after="240"/>
        <w:jc w:val="both"/>
        <w:rPr>
          <w:b/>
          <w:bCs/>
          <w:kern w:val="0"/>
          <w:lang w:eastAsia="pt-BR"/>
        </w:rPr>
      </w:pPr>
      <w:r w:rsidRPr="00962211">
        <w:rPr>
          <w:b/>
          <w:bCs/>
        </w:rPr>
        <w:t>2.</w:t>
      </w:r>
      <w:r w:rsidR="00CE4729" w:rsidRPr="00962211">
        <w:rPr>
          <w:b/>
          <w:bCs/>
        </w:rPr>
        <w:t>7</w:t>
      </w:r>
      <w:r w:rsidR="0082143A" w:rsidRPr="00962211">
        <w:rPr>
          <w:b/>
          <w:bCs/>
        </w:rPr>
        <w:t>.2)</w:t>
      </w:r>
      <w:r w:rsidR="0082143A" w:rsidRPr="00962211">
        <w:t xml:space="preserve"> Não serão aceitas alegações posteriores quanto ao desconhecimento de qualquer elemento, existência de dúvidas e outras questões que possam provocar empecilhos, atrasos ou paralisações na execução dos serviços e que poderiam </w:t>
      </w:r>
      <w:r w:rsidR="006D7453" w:rsidRPr="00962211">
        <w:t>ter sido observados na vistoria;</w:t>
      </w:r>
    </w:p>
    <w:p w:rsidR="002A48ED" w:rsidRPr="00962211" w:rsidRDefault="002A48ED" w:rsidP="00C3165F">
      <w:pPr>
        <w:suppressAutoHyphens w:val="0"/>
        <w:autoSpaceDE/>
        <w:spacing w:before="240" w:after="240"/>
        <w:jc w:val="both"/>
        <w:rPr>
          <w:b/>
          <w:bCs/>
          <w:kern w:val="0"/>
          <w:lang w:eastAsia="pt-BR"/>
        </w:rPr>
      </w:pPr>
      <w:r w:rsidRPr="00962211">
        <w:rPr>
          <w:b/>
          <w:bCs/>
          <w:kern w:val="0"/>
          <w:lang w:eastAsia="pt-BR"/>
        </w:rPr>
        <w:t>3) O PREÇO E AS ESPECIFICAÇÕES MÍNIMAS:</w:t>
      </w:r>
    </w:p>
    <w:p w:rsidR="00B50ED4" w:rsidRDefault="00B50ED4" w:rsidP="00B50ED4">
      <w:pPr>
        <w:suppressAutoHyphens w:val="0"/>
        <w:autoSpaceDE/>
        <w:spacing w:before="240" w:after="240"/>
        <w:rPr>
          <w:b/>
          <w:bCs/>
          <w:kern w:val="0"/>
          <w:lang w:eastAsia="pt-BR"/>
        </w:rPr>
      </w:pPr>
    </w:p>
    <w:p w:rsidR="00B50ED4" w:rsidRDefault="00B50ED4" w:rsidP="00B50ED4">
      <w:pPr>
        <w:pStyle w:val="CPLPadrao"/>
        <w:spacing w:before="240" w:after="240"/>
        <w:jc w:val="center"/>
        <w:rPr>
          <w:b/>
          <w:bCs/>
          <w:color w:val="000000"/>
          <w:kern w:val="0"/>
          <w:u w:val="single"/>
          <w:lang w:eastAsia="pt-BR"/>
        </w:rPr>
      </w:pPr>
      <w:r w:rsidRPr="00A07006">
        <w:rPr>
          <w:b/>
          <w:bCs/>
          <w:color w:val="000000"/>
          <w:kern w:val="0"/>
          <w:u w:val="single"/>
          <w:lang w:eastAsia="pt-BR"/>
        </w:rPr>
        <w:t>ATENÇÃO</w:t>
      </w:r>
    </w:p>
    <w:p w:rsidR="00B50ED4" w:rsidRPr="009704D7" w:rsidRDefault="00B50ED4" w:rsidP="00B50ED4">
      <w:pPr>
        <w:pStyle w:val="CPLPadrao"/>
        <w:spacing w:before="240" w:after="240"/>
      </w:pPr>
      <w:r>
        <w:t xml:space="preserve">Para os serviços de </w:t>
      </w:r>
      <w:r w:rsidRPr="009704D7">
        <w:t xml:space="preserve">manutenção preventiva e corretiva, com fornecimento de óleo e ressarcimento de peças deverão ser considerados os seguintes critérios no momento </w:t>
      </w:r>
      <w:r w:rsidR="002E5A56" w:rsidRPr="009704D7">
        <w:t>do cadastramento da proposta no SIAD e n</w:t>
      </w:r>
      <w:r w:rsidRPr="009704D7">
        <w:t>a disputa</w:t>
      </w:r>
      <w:r w:rsidR="002E5A56" w:rsidRPr="009704D7">
        <w:t xml:space="preserve"> de lances</w:t>
      </w:r>
      <w:r w:rsidRPr="009704D7">
        <w:t>:</w:t>
      </w:r>
    </w:p>
    <w:p w:rsidR="00B50ED4" w:rsidRPr="009704D7" w:rsidRDefault="00B50ED4" w:rsidP="00B50ED4">
      <w:pPr>
        <w:pStyle w:val="CPLPadrao"/>
        <w:spacing w:before="240" w:after="240"/>
      </w:pPr>
      <w:r w:rsidRPr="009704D7">
        <w:t>a) para os serviços de manutenção preventiva e corretiva, o valor deverá ser apresentado pelo licitante e SERÁ OBJETO DE DISPUTA;</w:t>
      </w:r>
    </w:p>
    <w:p w:rsidR="00B50ED4" w:rsidRPr="009704D7" w:rsidRDefault="00B50ED4" w:rsidP="00B50ED4">
      <w:pPr>
        <w:pStyle w:val="CPLPadrao"/>
        <w:spacing w:before="240" w:after="240"/>
      </w:pPr>
      <w:r w:rsidRPr="009704D7">
        <w:t>b) para o fornecimento de combustível (óleo diesel), o valor deverá ser apresentado pelo licitante e SERÁ OBJETO DE DISPUTA;</w:t>
      </w:r>
    </w:p>
    <w:p w:rsidR="00B50ED4" w:rsidRPr="009704D7" w:rsidRDefault="00B50ED4" w:rsidP="00B50ED4">
      <w:pPr>
        <w:pStyle w:val="CPLPadrao"/>
        <w:spacing w:before="240" w:after="240"/>
        <w:rPr>
          <w:b/>
        </w:rPr>
      </w:pPr>
      <w:r w:rsidRPr="009704D7">
        <w:t xml:space="preserve">c) R$ 36.000,00 (VALOR FIXO) para ressarcimento de peças, </w:t>
      </w:r>
      <w:r w:rsidRPr="009704D7">
        <w:rPr>
          <w:b/>
        </w:rPr>
        <w:t>NÃO SERÁ OBJETO DE DISPUTA</w:t>
      </w:r>
    </w:p>
    <w:p w:rsidR="00B50ED4" w:rsidRPr="00B36429" w:rsidRDefault="00E73641" w:rsidP="00B50ED4">
      <w:pPr>
        <w:pStyle w:val="CPLPadrao"/>
        <w:spacing w:before="240" w:after="240"/>
      </w:pPr>
      <w:r w:rsidRPr="009704D7">
        <w:rPr>
          <w:bCs/>
        </w:rPr>
        <w:t>APESAR DE COMPOR O PREÇO TOTAL DO LOTE</w:t>
      </w:r>
      <w:r w:rsidR="00B50ED4" w:rsidRPr="009704D7">
        <w:rPr>
          <w:bCs/>
        </w:rPr>
        <w:t>,</w:t>
      </w:r>
      <w:r w:rsidR="00B50ED4" w:rsidRPr="009704D7">
        <w:t xml:space="preserve"> o valor estimado </w:t>
      </w:r>
      <w:r w:rsidR="0090334D" w:rsidRPr="009704D7">
        <w:t>para 36 (trinta e seis) meses</w:t>
      </w:r>
      <w:r w:rsidR="00B50ED4" w:rsidRPr="009704D7">
        <w:t xml:space="preserve"> para ressarcimento</w:t>
      </w:r>
      <w:r w:rsidR="00B50ED4" w:rsidRPr="008177A0">
        <w:t xml:space="preserve"> de </w:t>
      </w:r>
      <w:r w:rsidR="00B50ED4">
        <w:t>peças</w:t>
      </w:r>
      <w:r w:rsidR="00B50ED4" w:rsidRPr="008177A0">
        <w:t xml:space="preserve"> NÃO SERÁ OBJETO DE DISPUTA,</w:t>
      </w:r>
      <w:r w:rsidR="00B50ED4">
        <w:t xml:space="preserve"> esse valor</w:t>
      </w:r>
      <w:r w:rsidR="00B50ED4" w:rsidRPr="008177A0">
        <w:t xml:space="preserve"> poderá ser utilizado durante o período de vigência contratual, de acordo com a demanda/necessidade da Contratante, não sendo, portanto, obri</w:t>
      </w:r>
      <w:r w:rsidR="00B50ED4">
        <w:t>gatória a sua utilização total.</w:t>
      </w:r>
    </w:p>
    <w:p w:rsidR="00B50ED4" w:rsidRPr="00962211" w:rsidRDefault="00B50ED4" w:rsidP="006B1855">
      <w:pPr>
        <w:suppressAutoHyphens w:val="0"/>
        <w:autoSpaceDE/>
        <w:spacing w:before="240" w:after="240"/>
        <w:jc w:val="center"/>
        <w:rPr>
          <w:b/>
          <w:bCs/>
          <w:kern w:val="0"/>
          <w:lang w:eastAsia="pt-BR"/>
        </w:rPr>
      </w:pPr>
    </w:p>
    <w:tbl>
      <w:tblPr>
        <w:tblW w:w="56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15"/>
        <w:gridCol w:w="722"/>
        <w:gridCol w:w="863"/>
        <w:gridCol w:w="52"/>
        <w:gridCol w:w="3090"/>
        <w:gridCol w:w="894"/>
        <w:gridCol w:w="1008"/>
        <w:gridCol w:w="1010"/>
        <w:gridCol w:w="1008"/>
        <w:gridCol w:w="1008"/>
      </w:tblGrid>
      <w:tr w:rsidR="00E73641" w:rsidRPr="00962211" w:rsidTr="00BC2957">
        <w:trPr>
          <w:trHeight w:val="324"/>
          <w:jc w:val="center"/>
        </w:trPr>
        <w:tc>
          <w:tcPr>
            <w:tcW w:w="1134" w:type="pct"/>
            <w:gridSpan w:val="4"/>
            <w:vAlign w:val="center"/>
          </w:tcPr>
          <w:p w:rsidR="00E73641" w:rsidRPr="000F793A" w:rsidRDefault="00E73641" w:rsidP="006B1855">
            <w:pPr>
              <w:suppressAutoHyphens w:val="0"/>
              <w:autoSpaceDE/>
              <w:jc w:val="center"/>
              <w:rPr>
                <w:b/>
                <w:bCs/>
                <w:kern w:val="0"/>
                <w:lang w:eastAsia="pt-BR"/>
              </w:rPr>
            </w:pPr>
            <w:r w:rsidRPr="000F793A">
              <w:rPr>
                <w:b/>
                <w:bCs/>
                <w:kern w:val="0"/>
                <w:lang w:eastAsia="pt-BR"/>
              </w:rPr>
              <w:t>LOTE 1 (único)</w:t>
            </w:r>
          </w:p>
        </w:tc>
        <w:tc>
          <w:tcPr>
            <w:tcW w:w="3866" w:type="pct"/>
            <w:gridSpan w:val="6"/>
            <w:vAlign w:val="center"/>
          </w:tcPr>
          <w:p w:rsidR="00E73641" w:rsidRPr="000F793A" w:rsidRDefault="00E73641" w:rsidP="00E73641">
            <w:pPr>
              <w:suppressAutoHyphens w:val="0"/>
              <w:autoSpaceDE/>
              <w:spacing w:before="120" w:after="120"/>
              <w:jc w:val="center"/>
              <w:rPr>
                <w:b/>
                <w:bCs/>
                <w:kern w:val="0"/>
                <w:lang w:eastAsia="pt-BR"/>
              </w:rPr>
            </w:pPr>
            <w:r w:rsidRPr="000F793A">
              <w:rPr>
                <w:b/>
                <w:bCs/>
                <w:kern w:val="0"/>
                <w:lang w:eastAsia="pt-BR"/>
              </w:rPr>
              <w:t>M</w:t>
            </w:r>
            <w:r w:rsidRPr="00E73641">
              <w:rPr>
                <w:b/>
                <w:kern w:val="0"/>
                <w:lang w:eastAsia="pt-BR"/>
              </w:rPr>
              <w:t>anutenção preventiva e corretiva de grupos motogeradores instalados nos imóveis da Procuradoria Geral de Justiça, em Belo Horizonte/MG.</w:t>
            </w:r>
          </w:p>
        </w:tc>
      </w:tr>
      <w:tr w:rsidR="00BC2957" w:rsidRPr="00962211" w:rsidTr="00BC2957">
        <w:trPr>
          <w:trHeight w:val="324"/>
          <w:jc w:val="center"/>
        </w:trPr>
        <w:tc>
          <w:tcPr>
            <w:tcW w:w="5000" w:type="pct"/>
            <w:gridSpan w:val="10"/>
            <w:vAlign w:val="center"/>
          </w:tcPr>
          <w:p w:rsidR="002A48ED" w:rsidRPr="000F793A" w:rsidRDefault="006E1040" w:rsidP="00E933B0">
            <w:pPr>
              <w:suppressAutoHyphens w:val="0"/>
              <w:autoSpaceDE/>
              <w:jc w:val="center"/>
              <w:rPr>
                <w:b/>
                <w:bCs/>
                <w:kern w:val="0"/>
                <w:lang w:eastAsia="pt-BR"/>
              </w:rPr>
            </w:pPr>
            <w:r w:rsidRPr="000F793A">
              <w:rPr>
                <w:b/>
                <w:bCs/>
                <w:kern w:val="0"/>
                <w:lang w:eastAsia="pt-BR"/>
              </w:rPr>
              <w:t>ABERTO A TODOS OS LICITANTES (ampla competição)</w:t>
            </w:r>
          </w:p>
        </w:tc>
      </w:tr>
      <w:tr w:rsidR="00BC2957" w:rsidRPr="00962211" w:rsidTr="00BC2957">
        <w:trPr>
          <w:cantSplit/>
          <w:trHeight w:val="480"/>
          <w:jc w:val="center"/>
        </w:trPr>
        <w:tc>
          <w:tcPr>
            <w:tcW w:w="345" w:type="pct"/>
            <w:vMerge w:val="restart"/>
            <w:vAlign w:val="center"/>
          </w:tcPr>
          <w:p w:rsidR="001B1EF2" w:rsidRPr="000F793A" w:rsidRDefault="001B1EF2" w:rsidP="00E933B0">
            <w:pPr>
              <w:suppressAutoHyphens w:val="0"/>
              <w:autoSpaceDE/>
              <w:jc w:val="center"/>
              <w:rPr>
                <w:b/>
                <w:bCs/>
                <w:kern w:val="0"/>
                <w:sz w:val="18"/>
                <w:szCs w:val="18"/>
                <w:lang w:val="en-US" w:eastAsia="pt-BR"/>
              </w:rPr>
            </w:pPr>
            <w:bookmarkStart w:id="59" w:name="_Hlk83394602"/>
            <w:r w:rsidRPr="000F793A">
              <w:rPr>
                <w:b/>
                <w:bCs/>
                <w:kern w:val="0"/>
                <w:sz w:val="18"/>
                <w:szCs w:val="18"/>
                <w:lang w:val="en-US" w:eastAsia="pt-BR"/>
              </w:rPr>
              <w:t>Item</w:t>
            </w:r>
          </w:p>
        </w:tc>
        <w:tc>
          <w:tcPr>
            <w:tcW w:w="348" w:type="pct"/>
            <w:vMerge w:val="restart"/>
            <w:vAlign w:val="center"/>
          </w:tcPr>
          <w:p w:rsidR="001B1EF2" w:rsidRPr="000F793A" w:rsidRDefault="001B1EF2" w:rsidP="00E933B0">
            <w:pPr>
              <w:suppressAutoHyphens w:val="0"/>
              <w:autoSpaceDE/>
              <w:jc w:val="center"/>
              <w:rPr>
                <w:b/>
                <w:bCs/>
                <w:kern w:val="0"/>
                <w:sz w:val="18"/>
                <w:szCs w:val="18"/>
                <w:lang w:val="en-US" w:eastAsia="pt-BR"/>
              </w:rPr>
            </w:pPr>
            <w:r w:rsidRPr="000F793A">
              <w:rPr>
                <w:b/>
                <w:bCs/>
                <w:kern w:val="0"/>
                <w:sz w:val="18"/>
                <w:szCs w:val="18"/>
                <w:lang w:val="en-US" w:eastAsia="pt-BR"/>
              </w:rPr>
              <w:t>QTD</w:t>
            </w:r>
          </w:p>
        </w:tc>
        <w:tc>
          <w:tcPr>
            <w:tcW w:w="416" w:type="pct"/>
            <w:vMerge w:val="restart"/>
            <w:vAlign w:val="center"/>
          </w:tcPr>
          <w:p w:rsidR="001B1EF2" w:rsidRPr="000F793A" w:rsidRDefault="001B1EF2" w:rsidP="00E933B0">
            <w:pPr>
              <w:suppressAutoHyphens w:val="0"/>
              <w:autoSpaceDE/>
              <w:jc w:val="center"/>
              <w:rPr>
                <w:b/>
                <w:bCs/>
                <w:kern w:val="0"/>
                <w:sz w:val="18"/>
                <w:szCs w:val="18"/>
                <w:lang w:val="en-US" w:eastAsia="pt-BR"/>
              </w:rPr>
            </w:pPr>
            <w:r w:rsidRPr="000F793A">
              <w:rPr>
                <w:b/>
                <w:bCs/>
                <w:kern w:val="0"/>
                <w:sz w:val="18"/>
                <w:szCs w:val="18"/>
                <w:lang w:val="en-US" w:eastAsia="pt-BR"/>
              </w:rPr>
              <w:t>UND</w:t>
            </w:r>
          </w:p>
        </w:tc>
        <w:tc>
          <w:tcPr>
            <w:tcW w:w="1515" w:type="pct"/>
            <w:gridSpan w:val="2"/>
            <w:vMerge w:val="restart"/>
            <w:vAlign w:val="center"/>
          </w:tcPr>
          <w:p w:rsidR="001B1EF2" w:rsidRPr="000F793A" w:rsidRDefault="001B1EF2" w:rsidP="00E933B0">
            <w:pPr>
              <w:suppressAutoHyphens w:val="0"/>
              <w:autoSpaceDE/>
              <w:jc w:val="center"/>
              <w:rPr>
                <w:b/>
                <w:bCs/>
                <w:kern w:val="0"/>
                <w:sz w:val="18"/>
                <w:szCs w:val="18"/>
                <w:lang w:eastAsia="pt-BR"/>
              </w:rPr>
            </w:pPr>
            <w:r w:rsidRPr="000F793A">
              <w:rPr>
                <w:b/>
                <w:bCs/>
                <w:kern w:val="0"/>
                <w:sz w:val="18"/>
                <w:szCs w:val="18"/>
                <w:lang w:eastAsia="pt-BR"/>
              </w:rPr>
              <w:t>Especificações do Item</w:t>
            </w:r>
          </w:p>
        </w:tc>
        <w:tc>
          <w:tcPr>
            <w:tcW w:w="431" w:type="pct"/>
            <w:vMerge w:val="restart"/>
            <w:vAlign w:val="center"/>
          </w:tcPr>
          <w:p w:rsidR="001B1EF2" w:rsidRPr="000F793A" w:rsidRDefault="001B1EF2" w:rsidP="00E933B0">
            <w:pPr>
              <w:suppressAutoHyphens w:val="0"/>
              <w:autoSpaceDE/>
              <w:jc w:val="center"/>
              <w:rPr>
                <w:b/>
                <w:bCs/>
                <w:kern w:val="0"/>
                <w:sz w:val="18"/>
                <w:szCs w:val="18"/>
                <w:lang w:eastAsia="pt-BR"/>
              </w:rPr>
            </w:pPr>
            <w:r w:rsidRPr="000F793A">
              <w:rPr>
                <w:b/>
                <w:bCs/>
                <w:kern w:val="0"/>
                <w:sz w:val="18"/>
                <w:szCs w:val="18"/>
                <w:lang w:eastAsia="pt-BR"/>
              </w:rPr>
              <w:t>COD. SIAD</w:t>
            </w:r>
          </w:p>
        </w:tc>
        <w:tc>
          <w:tcPr>
            <w:tcW w:w="973" w:type="pct"/>
            <w:gridSpan w:val="2"/>
            <w:vAlign w:val="center"/>
          </w:tcPr>
          <w:p w:rsidR="001B1EF2" w:rsidRPr="000F793A" w:rsidRDefault="001B1EF2" w:rsidP="00E933B0">
            <w:pPr>
              <w:suppressAutoHyphens w:val="0"/>
              <w:autoSpaceDE/>
              <w:jc w:val="center"/>
              <w:rPr>
                <w:b/>
                <w:bCs/>
                <w:kern w:val="0"/>
                <w:sz w:val="18"/>
                <w:szCs w:val="18"/>
                <w:lang w:eastAsia="pt-BR"/>
              </w:rPr>
            </w:pPr>
            <w:r w:rsidRPr="000F793A">
              <w:rPr>
                <w:b/>
                <w:bCs/>
                <w:kern w:val="0"/>
                <w:sz w:val="18"/>
                <w:szCs w:val="18"/>
                <w:lang w:eastAsia="pt-BR"/>
              </w:rPr>
              <w:t>Preço</w:t>
            </w:r>
          </w:p>
        </w:tc>
        <w:tc>
          <w:tcPr>
            <w:tcW w:w="972" w:type="pct"/>
            <w:gridSpan w:val="2"/>
            <w:vAlign w:val="center"/>
          </w:tcPr>
          <w:p w:rsidR="001B1EF2" w:rsidRPr="000F793A" w:rsidRDefault="009B04C1" w:rsidP="00E933B0">
            <w:pPr>
              <w:suppressAutoHyphens w:val="0"/>
              <w:autoSpaceDE/>
              <w:jc w:val="center"/>
              <w:rPr>
                <w:b/>
                <w:bCs/>
                <w:kern w:val="0"/>
                <w:sz w:val="18"/>
                <w:szCs w:val="18"/>
                <w:lang w:eastAsia="pt-BR"/>
              </w:rPr>
            </w:pPr>
            <w:r w:rsidRPr="000F793A">
              <w:rPr>
                <w:b/>
                <w:bCs/>
                <w:kern w:val="0"/>
                <w:sz w:val="18"/>
                <w:szCs w:val="18"/>
                <w:lang w:eastAsia="pt-BR"/>
              </w:rPr>
              <w:t>Preço deduzido ICMS</w:t>
            </w:r>
            <w:r w:rsidR="00A61CE9" w:rsidRPr="000F793A">
              <w:rPr>
                <w:b/>
                <w:bCs/>
                <w:kern w:val="0"/>
                <w:sz w:val="18"/>
                <w:szCs w:val="18"/>
                <w:lang w:eastAsia="pt-BR"/>
              </w:rPr>
              <w:t>(*)</w:t>
            </w:r>
          </w:p>
        </w:tc>
      </w:tr>
      <w:bookmarkEnd w:id="59"/>
      <w:tr w:rsidR="00BC2957" w:rsidRPr="00962211" w:rsidTr="00BC2957">
        <w:trPr>
          <w:cantSplit/>
          <w:trHeight w:val="300"/>
          <w:jc w:val="center"/>
        </w:trPr>
        <w:tc>
          <w:tcPr>
            <w:tcW w:w="345" w:type="pct"/>
            <w:vMerge/>
            <w:vAlign w:val="center"/>
          </w:tcPr>
          <w:p w:rsidR="001C42A9" w:rsidRPr="000F793A" w:rsidRDefault="001C42A9" w:rsidP="001C42A9">
            <w:pPr>
              <w:suppressAutoHyphens w:val="0"/>
              <w:autoSpaceDE/>
              <w:rPr>
                <w:b/>
                <w:bCs/>
                <w:kern w:val="0"/>
                <w:sz w:val="18"/>
                <w:szCs w:val="18"/>
                <w:lang w:eastAsia="pt-BR"/>
              </w:rPr>
            </w:pPr>
          </w:p>
        </w:tc>
        <w:tc>
          <w:tcPr>
            <w:tcW w:w="348" w:type="pct"/>
            <w:vMerge/>
            <w:vAlign w:val="center"/>
          </w:tcPr>
          <w:p w:rsidR="001C42A9" w:rsidRPr="000F793A" w:rsidRDefault="001C42A9" w:rsidP="001C42A9">
            <w:pPr>
              <w:suppressAutoHyphens w:val="0"/>
              <w:autoSpaceDE/>
              <w:rPr>
                <w:b/>
                <w:bCs/>
                <w:kern w:val="0"/>
                <w:sz w:val="18"/>
                <w:szCs w:val="18"/>
                <w:lang w:eastAsia="pt-BR"/>
              </w:rPr>
            </w:pPr>
          </w:p>
        </w:tc>
        <w:tc>
          <w:tcPr>
            <w:tcW w:w="416" w:type="pct"/>
            <w:vMerge/>
            <w:vAlign w:val="center"/>
          </w:tcPr>
          <w:p w:rsidR="001C42A9" w:rsidRPr="000F793A" w:rsidRDefault="001C42A9" w:rsidP="001C42A9">
            <w:pPr>
              <w:suppressAutoHyphens w:val="0"/>
              <w:autoSpaceDE/>
              <w:rPr>
                <w:b/>
                <w:bCs/>
                <w:kern w:val="0"/>
                <w:sz w:val="18"/>
                <w:szCs w:val="18"/>
                <w:lang w:eastAsia="pt-BR"/>
              </w:rPr>
            </w:pPr>
          </w:p>
        </w:tc>
        <w:tc>
          <w:tcPr>
            <w:tcW w:w="1515" w:type="pct"/>
            <w:gridSpan w:val="2"/>
            <w:vMerge/>
            <w:vAlign w:val="center"/>
          </w:tcPr>
          <w:p w:rsidR="001C42A9" w:rsidRPr="000F793A" w:rsidRDefault="001C42A9" w:rsidP="001C42A9">
            <w:pPr>
              <w:suppressAutoHyphens w:val="0"/>
              <w:autoSpaceDE/>
              <w:rPr>
                <w:b/>
                <w:bCs/>
                <w:kern w:val="0"/>
                <w:sz w:val="18"/>
                <w:szCs w:val="18"/>
                <w:lang w:eastAsia="pt-BR"/>
              </w:rPr>
            </w:pPr>
          </w:p>
        </w:tc>
        <w:tc>
          <w:tcPr>
            <w:tcW w:w="431" w:type="pct"/>
            <w:vMerge/>
            <w:vAlign w:val="center"/>
          </w:tcPr>
          <w:p w:rsidR="001C42A9" w:rsidRPr="000F793A" w:rsidRDefault="001C42A9" w:rsidP="001C42A9">
            <w:pPr>
              <w:suppressAutoHyphens w:val="0"/>
              <w:autoSpaceDE/>
              <w:rPr>
                <w:b/>
                <w:bCs/>
                <w:kern w:val="0"/>
                <w:sz w:val="18"/>
                <w:szCs w:val="18"/>
                <w:lang w:eastAsia="pt-BR"/>
              </w:rPr>
            </w:pPr>
          </w:p>
        </w:tc>
        <w:tc>
          <w:tcPr>
            <w:tcW w:w="486" w:type="pct"/>
            <w:noWrap/>
            <w:vAlign w:val="center"/>
          </w:tcPr>
          <w:p w:rsidR="001C42A9" w:rsidRPr="000F793A" w:rsidRDefault="00E73641" w:rsidP="001C42A9">
            <w:pPr>
              <w:suppressAutoHyphens w:val="0"/>
              <w:autoSpaceDE/>
              <w:jc w:val="center"/>
              <w:rPr>
                <w:b/>
                <w:bCs/>
                <w:kern w:val="0"/>
                <w:sz w:val="18"/>
                <w:szCs w:val="18"/>
                <w:lang w:eastAsia="pt-BR"/>
              </w:rPr>
            </w:pPr>
            <w:r w:rsidRPr="000F793A">
              <w:rPr>
                <w:b/>
                <w:bCs/>
                <w:kern w:val="0"/>
                <w:sz w:val="18"/>
                <w:szCs w:val="18"/>
                <w:lang w:eastAsia="pt-BR"/>
              </w:rPr>
              <w:t>12 meses</w:t>
            </w:r>
          </w:p>
        </w:tc>
        <w:tc>
          <w:tcPr>
            <w:tcW w:w="487" w:type="pct"/>
            <w:vAlign w:val="center"/>
          </w:tcPr>
          <w:p w:rsidR="001C42A9" w:rsidRPr="000F793A" w:rsidRDefault="00E73641" w:rsidP="001C42A9">
            <w:pPr>
              <w:suppressAutoHyphens w:val="0"/>
              <w:autoSpaceDE/>
              <w:jc w:val="center"/>
              <w:rPr>
                <w:b/>
                <w:bCs/>
                <w:kern w:val="0"/>
                <w:sz w:val="18"/>
                <w:szCs w:val="18"/>
                <w:lang w:eastAsia="pt-BR"/>
              </w:rPr>
            </w:pPr>
            <w:r w:rsidRPr="000F793A">
              <w:rPr>
                <w:b/>
                <w:bCs/>
                <w:kern w:val="0"/>
                <w:sz w:val="18"/>
                <w:szCs w:val="18"/>
                <w:lang w:eastAsia="pt-BR"/>
              </w:rPr>
              <w:t>36 meses</w:t>
            </w:r>
          </w:p>
        </w:tc>
        <w:tc>
          <w:tcPr>
            <w:tcW w:w="486" w:type="pct"/>
            <w:noWrap/>
            <w:vAlign w:val="center"/>
          </w:tcPr>
          <w:p w:rsidR="001C42A9" w:rsidRPr="000F793A" w:rsidRDefault="00E73641" w:rsidP="001C42A9">
            <w:pPr>
              <w:suppressAutoHyphens w:val="0"/>
              <w:autoSpaceDE/>
              <w:jc w:val="center"/>
              <w:rPr>
                <w:b/>
                <w:bCs/>
                <w:kern w:val="0"/>
                <w:sz w:val="18"/>
                <w:szCs w:val="18"/>
                <w:lang w:eastAsia="pt-BR"/>
              </w:rPr>
            </w:pPr>
            <w:r w:rsidRPr="000F793A">
              <w:rPr>
                <w:b/>
                <w:bCs/>
                <w:kern w:val="0"/>
                <w:sz w:val="18"/>
                <w:szCs w:val="18"/>
                <w:lang w:eastAsia="pt-BR"/>
              </w:rPr>
              <w:t>12 meses</w:t>
            </w:r>
          </w:p>
        </w:tc>
        <w:tc>
          <w:tcPr>
            <w:tcW w:w="486" w:type="pct"/>
            <w:vAlign w:val="center"/>
          </w:tcPr>
          <w:p w:rsidR="001C42A9" w:rsidRPr="000F793A" w:rsidRDefault="00E73641" w:rsidP="001C42A9">
            <w:pPr>
              <w:suppressAutoHyphens w:val="0"/>
              <w:autoSpaceDE/>
              <w:jc w:val="center"/>
              <w:rPr>
                <w:b/>
                <w:bCs/>
                <w:kern w:val="0"/>
                <w:sz w:val="18"/>
                <w:szCs w:val="18"/>
                <w:lang w:eastAsia="pt-BR"/>
              </w:rPr>
            </w:pPr>
            <w:r w:rsidRPr="000F793A">
              <w:rPr>
                <w:b/>
                <w:bCs/>
                <w:kern w:val="0"/>
                <w:sz w:val="18"/>
                <w:szCs w:val="18"/>
                <w:lang w:eastAsia="pt-BR"/>
              </w:rPr>
              <w:t>36 meses</w:t>
            </w:r>
          </w:p>
        </w:tc>
      </w:tr>
      <w:tr w:rsidR="00BC2957" w:rsidRPr="00962211" w:rsidTr="00BC2957">
        <w:trPr>
          <w:trHeight w:val="1260"/>
          <w:jc w:val="center"/>
        </w:trPr>
        <w:tc>
          <w:tcPr>
            <w:tcW w:w="345"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w:t>
            </w:r>
          </w:p>
        </w:tc>
        <w:tc>
          <w:tcPr>
            <w:tcW w:w="348"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1 </w:t>
            </w:r>
          </w:p>
        </w:tc>
        <w:tc>
          <w:tcPr>
            <w:tcW w:w="416"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Unidade</w:t>
            </w:r>
          </w:p>
        </w:tc>
        <w:tc>
          <w:tcPr>
            <w:tcW w:w="1515" w:type="pct"/>
            <w:gridSpan w:val="2"/>
            <w:vAlign w:val="center"/>
          </w:tcPr>
          <w:p w:rsidR="001D2D57" w:rsidRPr="000F793A" w:rsidRDefault="001D2D57" w:rsidP="001D2D57">
            <w:pPr>
              <w:suppressAutoHyphens w:val="0"/>
              <w:autoSpaceDE/>
              <w:jc w:val="both"/>
              <w:rPr>
                <w:kern w:val="0"/>
                <w:sz w:val="18"/>
                <w:szCs w:val="18"/>
                <w:lang w:eastAsia="pt-BR"/>
              </w:rPr>
            </w:pPr>
            <w:r w:rsidRPr="000F793A">
              <w:rPr>
                <w:kern w:val="0"/>
                <w:sz w:val="18"/>
                <w:szCs w:val="18"/>
                <w:lang w:eastAsia="pt-BR"/>
              </w:rPr>
              <w:t xml:space="preserve">Manutenção preventiva e corretiva do Gerador DCML- instalado na </w:t>
            </w:r>
            <w:r w:rsidRPr="000F793A">
              <w:rPr>
                <w:b/>
                <w:bCs/>
                <w:kern w:val="0"/>
                <w:sz w:val="18"/>
                <w:szCs w:val="18"/>
                <w:lang w:eastAsia="pt-BR"/>
              </w:rPr>
              <w:t>Torre 4</w:t>
            </w:r>
            <w:r w:rsidR="00B50ED4" w:rsidRPr="000F793A">
              <w:rPr>
                <w:kern w:val="0"/>
                <w:sz w:val="18"/>
                <w:szCs w:val="18"/>
                <w:lang w:eastAsia="pt-BR"/>
              </w:rPr>
              <w:t>(**)</w:t>
            </w:r>
            <w:r w:rsidRPr="000F793A">
              <w:rPr>
                <w:kern w:val="0"/>
                <w:sz w:val="18"/>
                <w:szCs w:val="18"/>
                <w:lang w:eastAsia="pt-BR"/>
              </w:rPr>
              <w:t>, com ressarcimento de peças.</w:t>
            </w:r>
          </w:p>
        </w:tc>
        <w:tc>
          <w:tcPr>
            <w:tcW w:w="431"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11940 </w:t>
            </w:r>
          </w:p>
        </w:tc>
        <w:tc>
          <w:tcPr>
            <w:tcW w:w="486" w:type="pct"/>
            <w:noWrap/>
            <w:vAlign w:val="center"/>
          </w:tcPr>
          <w:p w:rsidR="001D2D57" w:rsidRPr="000F793A" w:rsidRDefault="001D2D57" w:rsidP="001D2D57">
            <w:pPr>
              <w:suppressAutoHyphens w:val="0"/>
              <w:autoSpaceDE/>
              <w:rPr>
                <w:kern w:val="0"/>
                <w:sz w:val="18"/>
                <w:szCs w:val="18"/>
                <w:lang w:eastAsia="pt-BR"/>
              </w:rPr>
            </w:pPr>
            <w:r w:rsidRPr="000F793A">
              <w:rPr>
                <w:kern w:val="0"/>
                <w:sz w:val="18"/>
                <w:szCs w:val="18"/>
                <w:lang w:eastAsia="pt-BR"/>
              </w:rPr>
              <w:t> </w:t>
            </w:r>
          </w:p>
        </w:tc>
        <w:tc>
          <w:tcPr>
            <w:tcW w:w="487"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 </w:t>
            </w:r>
          </w:p>
        </w:tc>
        <w:tc>
          <w:tcPr>
            <w:tcW w:w="486" w:type="pct"/>
            <w:noWrap/>
            <w:vAlign w:val="center"/>
          </w:tcPr>
          <w:p w:rsidR="001D2D57" w:rsidRPr="000F793A" w:rsidRDefault="001D2D57" w:rsidP="001D2D57">
            <w:pPr>
              <w:suppressAutoHyphens w:val="0"/>
              <w:autoSpaceDE/>
              <w:rPr>
                <w:kern w:val="0"/>
                <w:sz w:val="18"/>
                <w:szCs w:val="18"/>
                <w:lang w:eastAsia="pt-BR"/>
              </w:rPr>
            </w:pPr>
            <w:r w:rsidRPr="000F793A">
              <w:rPr>
                <w:kern w:val="0"/>
                <w:sz w:val="18"/>
                <w:szCs w:val="18"/>
                <w:lang w:eastAsia="pt-BR"/>
              </w:rPr>
              <w:t> </w:t>
            </w:r>
          </w:p>
        </w:tc>
        <w:tc>
          <w:tcPr>
            <w:tcW w:w="486" w:type="pct"/>
            <w:vAlign w:val="center"/>
          </w:tcPr>
          <w:p w:rsidR="001D2D57" w:rsidRPr="000F793A" w:rsidRDefault="001D2D57" w:rsidP="001D2D57">
            <w:pPr>
              <w:suppressAutoHyphens w:val="0"/>
              <w:autoSpaceDE/>
              <w:rPr>
                <w:kern w:val="0"/>
                <w:sz w:val="18"/>
                <w:szCs w:val="18"/>
                <w:lang w:eastAsia="pt-BR"/>
              </w:rPr>
            </w:pPr>
            <w:r w:rsidRPr="000F793A">
              <w:rPr>
                <w:kern w:val="0"/>
                <w:sz w:val="18"/>
                <w:szCs w:val="18"/>
                <w:lang w:eastAsia="pt-BR"/>
              </w:rPr>
              <w:t> </w:t>
            </w:r>
          </w:p>
        </w:tc>
      </w:tr>
      <w:tr w:rsidR="00BC2957" w:rsidRPr="00962211" w:rsidTr="00BC2957">
        <w:trPr>
          <w:trHeight w:val="708"/>
          <w:jc w:val="center"/>
        </w:trPr>
        <w:tc>
          <w:tcPr>
            <w:tcW w:w="345"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2 </w:t>
            </w:r>
          </w:p>
        </w:tc>
        <w:tc>
          <w:tcPr>
            <w:tcW w:w="348"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1 </w:t>
            </w:r>
          </w:p>
        </w:tc>
        <w:tc>
          <w:tcPr>
            <w:tcW w:w="416"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Unidade</w:t>
            </w:r>
          </w:p>
        </w:tc>
        <w:tc>
          <w:tcPr>
            <w:tcW w:w="1515" w:type="pct"/>
            <w:gridSpan w:val="2"/>
            <w:vAlign w:val="center"/>
          </w:tcPr>
          <w:p w:rsidR="001D2D57" w:rsidRPr="000F793A" w:rsidRDefault="001D2D57" w:rsidP="001D2D57">
            <w:pPr>
              <w:suppressAutoHyphens w:val="0"/>
              <w:autoSpaceDE/>
              <w:jc w:val="both"/>
              <w:rPr>
                <w:kern w:val="0"/>
                <w:sz w:val="18"/>
                <w:szCs w:val="18"/>
                <w:lang w:eastAsia="pt-BR"/>
              </w:rPr>
            </w:pPr>
            <w:r w:rsidRPr="000F793A">
              <w:rPr>
                <w:kern w:val="0"/>
                <w:sz w:val="18"/>
                <w:szCs w:val="18"/>
                <w:lang w:eastAsia="pt-BR"/>
              </w:rPr>
              <w:t xml:space="preserve">Manutenção preventiva e corretiva do Gerador Geraforte - instalado na </w:t>
            </w:r>
            <w:r w:rsidRPr="000F793A">
              <w:rPr>
                <w:b/>
                <w:bCs/>
                <w:kern w:val="0"/>
                <w:sz w:val="18"/>
                <w:szCs w:val="18"/>
                <w:lang w:eastAsia="pt-BR"/>
              </w:rPr>
              <w:t>Torre 1</w:t>
            </w:r>
            <w:r w:rsidR="00B50ED4" w:rsidRPr="000F793A">
              <w:rPr>
                <w:kern w:val="0"/>
                <w:sz w:val="18"/>
                <w:szCs w:val="18"/>
                <w:lang w:eastAsia="pt-BR"/>
              </w:rPr>
              <w:t>(**)</w:t>
            </w:r>
            <w:r w:rsidRPr="000F793A">
              <w:rPr>
                <w:kern w:val="0"/>
                <w:sz w:val="18"/>
                <w:szCs w:val="18"/>
                <w:lang w:eastAsia="pt-BR"/>
              </w:rPr>
              <w:t>, com ressarcimento de peças.</w:t>
            </w:r>
          </w:p>
        </w:tc>
        <w:tc>
          <w:tcPr>
            <w:tcW w:w="431"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11940 </w:t>
            </w:r>
          </w:p>
        </w:tc>
        <w:tc>
          <w:tcPr>
            <w:tcW w:w="486" w:type="pct"/>
            <w:noWrap/>
            <w:vAlign w:val="center"/>
          </w:tcPr>
          <w:p w:rsidR="001D2D57" w:rsidRPr="000F793A" w:rsidRDefault="001D2D57" w:rsidP="001D2D57">
            <w:pPr>
              <w:suppressAutoHyphens w:val="0"/>
              <w:autoSpaceDE/>
              <w:rPr>
                <w:kern w:val="0"/>
                <w:sz w:val="18"/>
                <w:szCs w:val="18"/>
                <w:lang w:eastAsia="pt-BR"/>
              </w:rPr>
            </w:pPr>
            <w:r w:rsidRPr="000F793A">
              <w:rPr>
                <w:kern w:val="0"/>
                <w:sz w:val="18"/>
                <w:szCs w:val="18"/>
                <w:lang w:eastAsia="pt-BR"/>
              </w:rPr>
              <w:t> </w:t>
            </w:r>
          </w:p>
        </w:tc>
        <w:tc>
          <w:tcPr>
            <w:tcW w:w="487" w:type="pct"/>
            <w:vAlign w:val="center"/>
          </w:tcPr>
          <w:p w:rsidR="001D2D57" w:rsidRPr="000F793A" w:rsidRDefault="001D2D57" w:rsidP="001D2D57">
            <w:pPr>
              <w:suppressAutoHyphens w:val="0"/>
              <w:autoSpaceDE/>
              <w:rPr>
                <w:kern w:val="0"/>
                <w:sz w:val="18"/>
                <w:szCs w:val="18"/>
                <w:lang w:eastAsia="pt-BR"/>
              </w:rPr>
            </w:pPr>
            <w:r w:rsidRPr="000F793A">
              <w:rPr>
                <w:kern w:val="0"/>
                <w:sz w:val="18"/>
                <w:szCs w:val="18"/>
                <w:lang w:eastAsia="pt-BR"/>
              </w:rPr>
              <w:t> </w:t>
            </w:r>
          </w:p>
        </w:tc>
        <w:tc>
          <w:tcPr>
            <w:tcW w:w="486" w:type="pct"/>
            <w:noWrap/>
            <w:vAlign w:val="center"/>
          </w:tcPr>
          <w:p w:rsidR="001D2D57" w:rsidRPr="000F793A" w:rsidRDefault="001D2D57" w:rsidP="001D2D57">
            <w:pPr>
              <w:suppressAutoHyphens w:val="0"/>
              <w:autoSpaceDE/>
              <w:rPr>
                <w:kern w:val="0"/>
                <w:sz w:val="18"/>
                <w:szCs w:val="18"/>
                <w:lang w:eastAsia="pt-BR"/>
              </w:rPr>
            </w:pPr>
            <w:r w:rsidRPr="000F793A">
              <w:rPr>
                <w:kern w:val="0"/>
                <w:sz w:val="18"/>
                <w:szCs w:val="18"/>
                <w:lang w:eastAsia="pt-BR"/>
              </w:rPr>
              <w:t> </w:t>
            </w:r>
          </w:p>
        </w:tc>
        <w:tc>
          <w:tcPr>
            <w:tcW w:w="486" w:type="pct"/>
            <w:vAlign w:val="center"/>
          </w:tcPr>
          <w:p w:rsidR="001D2D57" w:rsidRPr="000F793A" w:rsidRDefault="001D2D57" w:rsidP="001D2D57">
            <w:pPr>
              <w:suppressAutoHyphens w:val="0"/>
              <w:autoSpaceDE/>
              <w:rPr>
                <w:kern w:val="0"/>
                <w:sz w:val="18"/>
                <w:szCs w:val="18"/>
                <w:lang w:eastAsia="pt-BR"/>
              </w:rPr>
            </w:pPr>
            <w:r w:rsidRPr="000F793A">
              <w:rPr>
                <w:kern w:val="0"/>
                <w:sz w:val="18"/>
                <w:szCs w:val="18"/>
                <w:lang w:eastAsia="pt-BR"/>
              </w:rPr>
              <w:t> </w:t>
            </w:r>
          </w:p>
        </w:tc>
      </w:tr>
      <w:tr w:rsidR="00BC2957" w:rsidRPr="00962211" w:rsidTr="00BC2957">
        <w:trPr>
          <w:trHeight w:val="708"/>
          <w:jc w:val="center"/>
        </w:trPr>
        <w:tc>
          <w:tcPr>
            <w:tcW w:w="345"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3</w:t>
            </w:r>
          </w:p>
        </w:tc>
        <w:tc>
          <w:tcPr>
            <w:tcW w:w="348"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w:t>
            </w:r>
          </w:p>
        </w:tc>
        <w:tc>
          <w:tcPr>
            <w:tcW w:w="416"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Unidade</w:t>
            </w:r>
          </w:p>
        </w:tc>
        <w:tc>
          <w:tcPr>
            <w:tcW w:w="1515" w:type="pct"/>
            <w:gridSpan w:val="2"/>
            <w:vAlign w:val="center"/>
          </w:tcPr>
          <w:p w:rsidR="001D2D57" w:rsidRPr="000F793A" w:rsidRDefault="001D2D57" w:rsidP="001D2D57">
            <w:pPr>
              <w:suppressAutoHyphens w:val="0"/>
              <w:autoSpaceDE/>
              <w:jc w:val="both"/>
              <w:rPr>
                <w:kern w:val="0"/>
                <w:sz w:val="18"/>
                <w:szCs w:val="18"/>
                <w:lang w:eastAsia="pt-BR"/>
              </w:rPr>
            </w:pPr>
            <w:r w:rsidRPr="000F793A">
              <w:rPr>
                <w:kern w:val="0"/>
                <w:sz w:val="18"/>
                <w:szCs w:val="18"/>
                <w:lang w:eastAsia="pt-BR"/>
              </w:rPr>
              <w:t xml:space="preserve">Manutenção preventiva e corretiva do Gerador Maquigeral - instalado na </w:t>
            </w:r>
            <w:r w:rsidRPr="000F793A">
              <w:rPr>
                <w:b/>
                <w:bCs/>
                <w:kern w:val="0"/>
                <w:sz w:val="18"/>
                <w:szCs w:val="18"/>
                <w:lang w:eastAsia="pt-BR"/>
              </w:rPr>
              <w:t>Torre 2</w:t>
            </w:r>
            <w:r w:rsidR="00B50ED4" w:rsidRPr="000F793A">
              <w:rPr>
                <w:kern w:val="0"/>
                <w:sz w:val="18"/>
                <w:szCs w:val="18"/>
                <w:lang w:eastAsia="pt-BR"/>
              </w:rPr>
              <w:t>(**)</w:t>
            </w:r>
            <w:r w:rsidRPr="000F793A">
              <w:rPr>
                <w:kern w:val="0"/>
                <w:sz w:val="18"/>
                <w:szCs w:val="18"/>
                <w:lang w:eastAsia="pt-BR"/>
              </w:rPr>
              <w:t>, com ressarcimento de peças.</w:t>
            </w:r>
          </w:p>
        </w:tc>
        <w:tc>
          <w:tcPr>
            <w:tcW w:w="431"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11940</w:t>
            </w:r>
          </w:p>
        </w:tc>
        <w:tc>
          <w:tcPr>
            <w:tcW w:w="486" w:type="pct"/>
            <w:noWrap/>
            <w:vAlign w:val="center"/>
          </w:tcPr>
          <w:p w:rsidR="001D2D57" w:rsidRPr="000F793A" w:rsidRDefault="001D2D57" w:rsidP="001D2D57">
            <w:pPr>
              <w:suppressAutoHyphens w:val="0"/>
              <w:autoSpaceDE/>
              <w:rPr>
                <w:kern w:val="0"/>
                <w:sz w:val="18"/>
                <w:szCs w:val="18"/>
                <w:lang w:eastAsia="pt-BR"/>
              </w:rPr>
            </w:pPr>
          </w:p>
        </w:tc>
        <w:tc>
          <w:tcPr>
            <w:tcW w:w="487" w:type="pct"/>
            <w:vAlign w:val="center"/>
          </w:tcPr>
          <w:p w:rsidR="001D2D57" w:rsidRPr="000F793A" w:rsidRDefault="001D2D57" w:rsidP="001D2D57">
            <w:pPr>
              <w:suppressAutoHyphens w:val="0"/>
              <w:autoSpaceDE/>
              <w:rPr>
                <w:kern w:val="0"/>
                <w:sz w:val="18"/>
                <w:szCs w:val="18"/>
                <w:lang w:eastAsia="pt-BR"/>
              </w:rPr>
            </w:pPr>
          </w:p>
        </w:tc>
        <w:tc>
          <w:tcPr>
            <w:tcW w:w="486" w:type="pct"/>
            <w:noWrap/>
            <w:vAlign w:val="center"/>
          </w:tcPr>
          <w:p w:rsidR="001D2D57" w:rsidRPr="000F793A" w:rsidRDefault="001D2D57" w:rsidP="001D2D57">
            <w:pPr>
              <w:suppressAutoHyphens w:val="0"/>
              <w:autoSpaceDE/>
              <w:rPr>
                <w:kern w:val="0"/>
                <w:sz w:val="18"/>
                <w:szCs w:val="18"/>
                <w:lang w:eastAsia="pt-BR"/>
              </w:rPr>
            </w:pPr>
          </w:p>
        </w:tc>
        <w:tc>
          <w:tcPr>
            <w:tcW w:w="486" w:type="pct"/>
            <w:vAlign w:val="center"/>
          </w:tcPr>
          <w:p w:rsidR="001D2D57" w:rsidRPr="000F793A" w:rsidRDefault="001D2D57" w:rsidP="001D2D57">
            <w:pPr>
              <w:suppressAutoHyphens w:val="0"/>
              <w:autoSpaceDE/>
              <w:rPr>
                <w:kern w:val="0"/>
                <w:sz w:val="18"/>
                <w:szCs w:val="18"/>
                <w:lang w:eastAsia="pt-BR"/>
              </w:rPr>
            </w:pPr>
          </w:p>
        </w:tc>
      </w:tr>
      <w:tr w:rsidR="00BC2957" w:rsidRPr="00962211" w:rsidTr="00BC2957">
        <w:trPr>
          <w:trHeight w:val="708"/>
          <w:jc w:val="center"/>
        </w:trPr>
        <w:tc>
          <w:tcPr>
            <w:tcW w:w="345"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4</w:t>
            </w:r>
          </w:p>
        </w:tc>
        <w:tc>
          <w:tcPr>
            <w:tcW w:w="348"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w:t>
            </w:r>
          </w:p>
        </w:tc>
        <w:tc>
          <w:tcPr>
            <w:tcW w:w="416"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Unidade</w:t>
            </w:r>
          </w:p>
        </w:tc>
        <w:tc>
          <w:tcPr>
            <w:tcW w:w="1515" w:type="pct"/>
            <w:gridSpan w:val="2"/>
            <w:vAlign w:val="center"/>
          </w:tcPr>
          <w:p w:rsidR="001D2D57" w:rsidRPr="000F793A" w:rsidRDefault="001D2D57" w:rsidP="001D2D57">
            <w:pPr>
              <w:suppressAutoHyphens w:val="0"/>
              <w:autoSpaceDE/>
              <w:jc w:val="both"/>
              <w:rPr>
                <w:kern w:val="0"/>
                <w:sz w:val="18"/>
                <w:szCs w:val="18"/>
                <w:lang w:eastAsia="pt-BR"/>
              </w:rPr>
            </w:pPr>
            <w:r w:rsidRPr="000F793A">
              <w:rPr>
                <w:kern w:val="0"/>
                <w:sz w:val="18"/>
                <w:szCs w:val="18"/>
                <w:lang w:eastAsia="pt-BR"/>
              </w:rPr>
              <w:t xml:space="preserve">Manutenção preventiva e corretiva do Gerador DCML - Datacenter - instalado na </w:t>
            </w:r>
            <w:r w:rsidRPr="000F793A">
              <w:rPr>
                <w:b/>
                <w:bCs/>
                <w:kern w:val="0"/>
                <w:sz w:val="18"/>
                <w:szCs w:val="18"/>
                <w:lang w:eastAsia="pt-BR"/>
              </w:rPr>
              <w:t>Torre 2</w:t>
            </w:r>
            <w:r w:rsidR="00B50ED4" w:rsidRPr="000F793A">
              <w:rPr>
                <w:kern w:val="0"/>
                <w:sz w:val="18"/>
                <w:szCs w:val="18"/>
                <w:lang w:eastAsia="pt-BR"/>
              </w:rPr>
              <w:t>(**)</w:t>
            </w:r>
            <w:r w:rsidRPr="000F793A">
              <w:rPr>
                <w:kern w:val="0"/>
                <w:sz w:val="18"/>
                <w:szCs w:val="18"/>
                <w:lang w:eastAsia="pt-BR"/>
              </w:rPr>
              <w:t>, com ressarcimento de peças.</w:t>
            </w:r>
          </w:p>
        </w:tc>
        <w:tc>
          <w:tcPr>
            <w:tcW w:w="431"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11940</w:t>
            </w:r>
          </w:p>
        </w:tc>
        <w:tc>
          <w:tcPr>
            <w:tcW w:w="486" w:type="pct"/>
            <w:noWrap/>
            <w:vAlign w:val="center"/>
          </w:tcPr>
          <w:p w:rsidR="001D2D57" w:rsidRPr="000F793A" w:rsidRDefault="001D2D57" w:rsidP="001D2D57">
            <w:pPr>
              <w:suppressAutoHyphens w:val="0"/>
              <w:autoSpaceDE/>
              <w:rPr>
                <w:kern w:val="0"/>
                <w:sz w:val="18"/>
                <w:szCs w:val="18"/>
                <w:lang w:eastAsia="pt-BR"/>
              </w:rPr>
            </w:pPr>
          </w:p>
        </w:tc>
        <w:tc>
          <w:tcPr>
            <w:tcW w:w="487" w:type="pct"/>
            <w:vAlign w:val="center"/>
          </w:tcPr>
          <w:p w:rsidR="001D2D57" w:rsidRPr="000F793A" w:rsidRDefault="001D2D57" w:rsidP="001D2D57">
            <w:pPr>
              <w:suppressAutoHyphens w:val="0"/>
              <w:autoSpaceDE/>
              <w:rPr>
                <w:kern w:val="0"/>
                <w:sz w:val="18"/>
                <w:szCs w:val="18"/>
                <w:lang w:eastAsia="pt-BR"/>
              </w:rPr>
            </w:pPr>
          </w:p>
        </w:tc>
        <w:tc>
          <w:tcPr>
            <w:tcW w:w="486" w:type="pct"/>
            <w:noWrap/>
            <w:vAlign w:val="center"/>
          </w:tcPr>
          <w:p w:rsidR="001D2D57" w:rsidRPr="000F793A" w:rsidRDefault="001D2D57" w:rsidP="001D2D57">
            <w:pPr>
              <w:suppressAutoHyphens w:val="0"/>
              <w:autoSpaceDE/>
              <w:rPr>
                <w:kern w:val="0"/>
                <w:sz w:val="18"/>
                <w:szCs w:val="18"/>
                <w:lang w:eastAsia="pt-BR"/>
              </w:rPr>
            </w:pPr>
          </w:p>
        </w:tc>
        <w:tc>
          <w:tcPr>
            <w:tcW w:w="486" w:type="pct"/>
            <w:vAlign w:val="center"/>
          </w:tcPr>
          <w:p w:rsidR="001D2D57" w:rsidRPr="000F793A" w:rsidRDefault="001D2D57" w:rsidP="001D2D57">
            <w:pPr>
              <w:suppressAutoHyphens w:val="0"/>
              <w:autoSpaceDE/>
              <w:rPr>
                <w:kern w:val="0"/>
                <w:sz w:val="18"/>
                <w:szCs w:val="18"/>
                <w:lang w:eastAsia="pt-BR"/>
              </w:rPr>
            </w:pPr>
          </w:p>
        </w:tc>
      </w:tr>
      <w:tr w:rsidR="00BC2957" w:rsidRPr="00962211" w:rsidTr="00BC2957">
        <w:trPr>
          <w:trHeight w:val="632"/>
          <w:jc w:val="center"/>
        </w:trPr>
        <w:tc>
          <w:tcPr>
            <w:tcW w:w="345"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5</w:t>
            </w:r>
          </w:p>
        </w:tc>
        <w:tc>
          <w:tcPr>
            <w:tcW w:w="348"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w:t>
            </w:r>
          </w:p>
        </w:tc>
        <w:tc>
          <w:tcPr>
            <w:tcW w:w="416"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Unidade</w:t>
            </w:r>
          </w:p>
        </w:tc>
        <w:tc>
          <w:tcPr>
            <w:tcW w:w="1515" w:type="pct"/>
            <w:gridSpan w:val="2"/>
            <w:vAlign w:val="center"/>
          </w:tcPr>
          <w:p w:rsidR="001D2D57" w:rsidRPr="000F793A" w:rsidRDefault="001D2D57" w:rsidP="001D2D57">
            <w:pPr>
              <w:suppressAutoHyphens w:val="0"/>
              <w:autoSpaceDE/>
              <w:jc w:val="both"/>
              <w:rPr>
                <w:kern w:val="0"/>
                <w:sz w:val="18"/>
                <w:szCs w:val="18"/>
                <w:lang w:eastAsia="pt-BR"/>
              </w:rPr>
            </w:pPr>
            <w:r w:rsidRPr="000F793A">
              <w:rPr>
                <w:kern w:val="0"/>
                <w:sz w:val="18"/>
                <w:szCs w:val="18"/>
                <w:lang w:eastAsia="pt-BR"/>
              </w:rPr>
              <w:t xml:space="preserve">Manutenção preventiva e corretiva do Gerador Rodoagro - instalado na </w:t>
            </w:r>
            <w:r w:rsidRPr="000F793A">
              <w:rPr>
                <w:b/>
                <w:bCs/>
                <w:kern w:val="0"/>
                <w:sz w:val="18"/>
                <w:szCs w:val="18"/>
                <w:lang w:eastAsia="pt-BR"/>
              </w:rPr>
              <w:t>Torre 3</w:t>
            </w:r>
            <w:r w:rsidR="00B50ED4" w:rsidRPr="000F793A">
              <w:rPr>
                <w:kern w:val="0"/>
                <w:sz w:val="18"/>
                <w:szCs w:val="18"/>
                <w:lang w:eastAsia="pt-BR"/>
              </w:rPr>
              <w:t>(**)</w:t>
            </w:r>
            <w:r w:rsidRPr="000F793A">
              <w:rPr>
                <w:b/>
                <w:bCs/>
                <w:kern w:val="0"/>
                <w:sz w:val="18"/>
                <w:szCs w:val="18"/>
                <w:lang w:eastAsia="pt-BR"/>
              </w:rPr>
              <w:t>,</w:t>
            </w:r>
            <w:r w:rsidRPr="000F793A">
              <w:rPr>
                <w:kern w:val="0"/>
                <w:sz w:val="18"/>
                <w:szCs w:val="18"/>
                <w:lang w:eastAsia="pt-BR"/>
              </w:rPr>
              <w:t xml:space="preserve"> com ressarcimento de peças</w:t>
            </w:r>
          </w:p>
        </w:tc>
        <w:tc>
          <w:tcPr>
            <w:tcW w:w="431"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11940</w:t>
            </w:r>
          </w:p>
        </w:tc>
        <w:tc>
          <w:tcPr>
            <w:tcW w:w="486" w:type="pct"/>
            <w:noWrap/>
            <w:vAlign w:val="center"/>
          </w:tcPr>
          <w:p w:rsidR="001D2D57" w:rsidRPr="000F793A" w:rsidRDefault="001D2D57" w:rsidP="001D2D57">
            <w:pPr>
              <w:suppressAutoHyphens w:val="0"/>
              <w:autoSpaceDE/>
              <w:rPr>
                <w:kern w:val="0"/>
                <w:sz w:val="18"/>
                <w:szCs w:val="18"/>
                <w:lang w:eastAsia="pt-BR"/>
              </w:rPr>
            </w:pPr>
          </w:p>
        </w:tc>
        <w:tc>
          <w:tcPr>
            <w:tcW w:w="487" w:type="pct"/>
            <w:vAlign w:val="center"/>
          </w:tcPr>
          <w:p w:rsidR="001D2D57" w:rsidRPr="000F793A" w:rsidRDefault="001D2D57" w:rsidP="001D2D57">
            <w:pPr>
              <w:suppressAutoHyphens w:val="0"/>
              <w:autoSpaceDE/>
              <w:rPr>
                <w:kern w:val="0"/>
                <w:sz w:val="18"/>
                <w:szCs w:val="18"/>
                <w:lang w:eastAsia="pt-BR"/>
              </w:rPr>
            </w:pPr>
          </w:p>
        </w:tc>
        <w:tc>
          <w:tcPr>
            <w:tcW w:w="486" w:type="pct"/>
            <w:noWrap/>
            <w:vAlign w:val="center"/>
          </w:tcPr>
          <w:p w:rsidR="001D2D57" w:rsidRPr="000F793A" w:rsidRDefault="001D2D57" w:rsidP="001D2D57">
            <w:pPr>
              <w:suppressAutoHyphens w:val="0"/>
              <w:autoSpaceDE/>
              <w:rPr>
                <w:kern w:val="0"/>
                <w:sz w:val="18"/>
                <w:szCs w:val="18"/>
                <w:lang w:eastAsia="pt-BR"/>
              </w:rPr>
            </w:pPr>
          </w:p>
        </w:tc>
        <w:tc>
          <w:tcPr>
            <w:tcW w:w="486" w:type="pct"/>
            <w:vAlign w:val="center"/>
          </w:tcPr>
          <w:p w:rsidR="001D2D57" w:rsidRPr="000F793A" w:rsidRDefault="001D2D57" w:rsidP="001D2D57">
            <w:pPr>
              <w:suppressAutoHyphens w:val="0"/>
              <w:autoSpaceDE/>
              <w:rPr>
                <w:kern w:val="0"/>
                <w:sz w:val="18"/>
                <w:szCs w:val="18"/>
                <w:lang w:eastAsia="pt-BR"/>
              </w:rPr>
            </w:pPr>
          </w:p>
        </w:tc>
      </w:tr>
      <w:tr w:rsidR="00BC2957" w:rsidRPr="00962211" w:rsidTr="00BC2957">
        <w:trPr>
          <w:trHeight w:val="632"/>
          <w:jc w:val="center"/>
        </w:trPr>
        <w:tc>
          <w:tcPr>
            <w:tcW w:w="345"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6</w:t>
            </w:r>
          </w:p>
        </w:tc>
        <w:tc>
          <w:tcPr>
            <w:tcW w:w="348" w:type="pct"/>
            <w:vAlign w:val="center"/>
          </w:tcPr>
          <w:p w:rsidR="001D2D57" w:rsidRPr="000F793A" w:rsidRDefault="001D2D57" w:rsidP="001D2D57">
            <w:pPr>
              <w:suppressAutoHyphens w:val="0"/>
              <w:autoSpaceDE/>
              <w:jc w:val="center"/>
              <w:rPr>
                <w:kern w:val="0"/>
                <w:sz w:val="18"/>
                <w:szCs w:val="18"/>
                <w:lang w:eastAsia="pt-BR"/>
              </w:rPr>
            </w:pPr>
            <w:r w:rsidRPr="000F793A">
              <w:rPr>
                <w:kern w:val="0"/>
                <w:sz w:val="18"/>
                <w:szCs w:val="18"/>
                <w:lang w:eastAsia="pt-BR"/>
              </w:rPr>
              <w:t>3000</w:t>
            </w:r>
          </w:p>
        </w:tc>
        <w:tc>
          <w:tcPr>
            <w:tcW w:w="416" w:type="pct"/>
            <w:vAlign w:val="center"/>
          </w:tcPr>
          <w:p w:rsidR="00E73641" w:rsidRPr="000F793A" w:rsidRDefault="00CE38AB" w:rsidP="001D2D57">
            <w:pPr>
              <w:suppressAutoHyphens w:val="0"/>
              <w:autoSpaceDE/>
              <w:jc w:val="center"/>
              <w:rPr>
                <w:kern w:val="0"/>
                <w:sz w:val="18"/>
                <w:szCs w:val="18"/>
                <w:lang w:eastAsia="pt-BR"/>
              </w:rPr>
            </w:pPr>
            <w:r w:rsidRPr="000F793A">
              <w:rPr>
                <w:kern w:val="0"/>
                <w:sz w:val="18"/>
                <w:szCs w:val="18"/>
                <w:lang w:eastAsia="pt-BR"/>
              </w:rPr>
              <w:t>litros</w:t>
            </w:r>
          </w:p>
        </w:tc>
        <w:tc>
          <w:tcPr>
            <w:tcW w:w="1515" w:type="pct"/>
            <w:gridSpan w:val="2"/>
            <w:vAlign w:val="center"/>
          </w:tcPr>
          <w:p w:rsidR="001D2D57" w:rsidRPr="000F793A" w:rsidRDefault="001D2D57" w:rsidP="001D2D57">
            <w:pPr>
              <w:suppressAutoHyphens w:val="0"/>
              <w:autoSpaceDE/>
              <w:jc w:val="both"/>
              <w:rPr>
                <w:kern w:val="0"/>
                <w:sz w:val="18"/>
                <w:szCs w:val="18"/>
                <w:lang w:eastAsia="pt-BR"/>
              </w:rPr>
            </w:pPr>
            <w:r w:rsidRPr="000F793A">
              <w:rPr>
                <w:kern w:val="0"/>
                <w:sz w:val="18"/>
                <w:szCs w:val="18"/>
                <w:lang w:eastAsia="pt-BR"/>
              </w:rPr>
              <w:t>Fornecimento de Combustível - Óleo Diesel - para abastecimento dos 05 equipamentos do contrato.</w:t>
            </w:r>
          </w:p>
        </w:tc>
        <w:tc>
          <w:tcPr>
            <w:tcW w:w="431" w:type="pct"/>
            <w:vAlign w:val="center"/>
          </w:tcPr>
          <w:p w:rsidR="001D2D57" w:rsidRPr="000F793A" w:rsidRDefault="008E233A" w:rsidP="001D2D57">
            <w:pPr>
              <w:suppressAutoHyphens w:val="0"/>
              <w:autoSpaceDE/>
              <w:jc w:val="center"/>
              <w:rPr>
                <w:kern w:val="0"/>
                <w:sz w:val="18"/>
                <w:szCs w:val="18"/>
                <w:lang w:eastAsia="pt-BR"/>
              </w:rPr>
            </w:pPr>
            <w:r w:rsidRPr="000F793A">
              <w:rPr>
                <w:kern w:val="0"/>
                <w:sz w:val="18"/>
                <w:szCs w:val="18"/>
                <w:lang w:eastAsia="pt-BR"/>
              </w:rPr>
              <w:t>248410</w:t>
            </w:r>
          </w:p>
        </w:tc>
        <w:tc>
          <w:tcPr>
            <w:tcW w:w="486" w:type="pct"/>
            <w:noWrap/>
            <w:vAlign w:val="center"/>
          </w:tcPr>
          <w:p w:rsidR="001D2D57" w:rsidRPr="000F793A" w:rsidRDefault="001D2D57" w:rsidP="001D2D57">
            <w:pPr>
              <w:suppressAutoHyphens w:val="0"/>
              <w:autoSpaceDE/>
              <w:rPr>
                <w:kern w:val="0"/>
                <w:sz w:val="18"/>
                <w:szCs w:val="18"/>
                <w:lang w:eastAsia="pt-BR"/>
              </w:rPr>
            </w:pPr>
          </w:p>
        </w:tc>
        <w:tc>
          <w:tcPr>
            <w:tcW w:w="487" w:type="pct"/>
            <w:vAlign w:val="center"/>
          </w:tcPr>
          <w:p w:rsidR="001D2D57" w:rsidRPr="000F793A" w:rsidRDefault="001D2D57" w:rsidP="001D2D57">
            <w:pPr>
              <w:suppressAutoHyphens w:val="0"/>
              <w:autoSpaceDE/>
              <w:rPr>
                <w:kern w:val="0"/>
                <w:sz w:val="18"/>
                <w:szCs w:val="18"/>
                <w:lang w:eastAsia="pt-BR"/>
              </w:rPr>
            </w:pPr>
          </w:p>
        </w:tc>
        <w:tc>
          <w:tcPr>
            <w:tcW w:w="486" w:type="pct"/>
            <w:noWrap/>
            <w:vAlign w:val="center"/>
          </w:tcPr>
          <w:p w:rsidR="001D2D57" w:rsidRPr="000F793A" w:rsidRDefault="001D2D57" w:rsidP="001D2D57">
            <w:pPr>
              <w:suppressAutoHyphens w:val="0"/>
              <w:autoSpaceDE/>
              <w:rPr>
                <w:kern w:val="0"/>
                <w:sz w:val="18"/>
                <w:szCs w:val="18"/>
                <w:lang w:eastAsia="pt-BR"/>
              </w:rPr>
            </w:pPr>
          </w:p>
        </w:tc>
        <w:tc>
          <w:tcPr>
            <w:tcW w:w="486" w:type="pct"/>
            <w:vAlign w:val="center"/>
          </w:tcPr>
          <w:p w:rsidR="001D2D57" w:rsidRPr="000F793A" w:rsidRDefault="001D2D57" w:rsidP="001D2D57">
            <w:pPr>
              <w:suppressAutoHyphens w:val="0"/>
              <w:autoSpaceDE/>
              <w:rPr>
                <w:kern w:val="0"/>
                <w:sz w:val="18"/>
                <w:szCs w:val="18"/>
                <w:lang w:eastAsia="pt-BR"/>
              </w:rPr>
            </w:pPr>
          </w:p>
        </w:tc>
      </w:tr>
      <w:tr w:rsidR="00C27C25" w:rsidRPr="00962211" w:rsidTr="00BC2957">
        <w:trPr>
          <w:trHeight w:val="632"/>
          <w:jc w:val="center"/>
        </w:trPr>
        <w:tc>
          <w:tcPr>
            <w:tcW w:w="5000" w:type="pct"/>
            <w:gridSpan w:val="10"/>
            <w:vAlign w:val="center"/>
          </w:tcPr>
          <w:p w:rsidR="00C27C25" w:rsidRPr="000F793A" w:rsidRDefault="0090334D" w:rsidP="0090334D">
            <w:pPr>
              <w:suppressAutoHyphens w:val="0"/>
              <w:autoSpaceDE/>
              <w:jc w:val="both"/>
              <w:rPr>
                <w:kern w:val="0"/>
                <w:sz w:val="18"/>
                <w:szCs w:val="18"/>
                <w:lang w:eastAsia="pt-BR"/>
              </w:rPr>
            </w:pPr>
            <w:r>
              <w:rPr>
                <w:sz w:val="18"/>
                <w:szCs w:val="18"/>
              </w:rPr>
              <w:t>O</w:t>
            </w:r>
            <w:r w:rsidR="00C27C25" w:rsidRPr="00F81B1B">
              <w:rPr>
                <w:sz w:val="18"/>
                <w:szCs w:val="18"/>
              </w:rPr>
              <w:t xml:space="preserve"> óleo combustível deverá ser fornecido pela Contratada sob demanda, após solicitação formal realizada pela</w:t>
            </w:r>
            <w:r w:rsidR="00C27C25">
              <w:rPr>
                <w:sz w:val="18"/>
                <w:szCs w:val="18"/>
              </w:rPr>
              <w:t xml:space="preserve"> Divisão de Manutenção (DIMAN) da PGJ.</w:t>
            </w:r>
          </w:p>
        </w:tc>
      </w:tr>
      <w:tr w:rsidR="00BC2957" w:rsidRPr="00962211" w:rsidTr="0038239D">
        <w:trPr>
          <w:trHeight w:val="632"/>
          <w:jc w:val="center"/>
        </w:trPr>
        <w:tc>
          <w:tcPr>
            <w:tcW w:w="345" w:type="pct"/>
            <w:vAlign w:val="center"/>
          </w:tcPr>
          <w:p w:rsidR="00BC2957" w:rsidRPr="000F793A" w:rsidRDefault="00BC2957" w:rsidP="001D2D57">
            <w:pPr>
              <w:suppressAutoHyphens w:val="0"/>
              <w:autoSpaceDE/>
              <w:jc w:val="center"/>
              <w:rPr>
                <w:kern w:val="0"/>
                <w:sz w:val="18"/>
                <w:szCs w:val="18"/>
                <w:lang w:eastAsia="pt-BR"/>
              </w:rPr>
            </w:pPr>
            <w:r w:rsidRPr="000F793A">
              <w:rPr>
                <w:kern w:val="0"/>
                <w:sz w:val="18"/>
                <w:szCs w:val="18"/>
                <w:lang w:eastAsia="pt-BR"/>
              </w:rPr>
              <w:t>7</w:t>
            </w:r>
          </w:p>
        </w:tc>
        <w:tc>
          <w:tcPr>
            <w:tcW w:w="348" w:type="pct"/>
            <w:vAlign w:val="center"/>
          </w:tcPr>
          <w:p w:rsidR="00BC2957" w:rsidRPr="000F793A" w:rsidRDefault="00BC2957" w:rsidP="001D2D57">
            <w:pPr>
              <w:suppressAutoHyphens w:val="0"/>
              <w:autoSpaceDE/>
              <w:jc w:val="center"/>
              <w:rPr>
                <w:kern w:val="0"/>
                <w:sz w:val="18"/>
                <w:szCs w:val="18"/>
                <w:lang w:eastAsia="pt-BR"/>
              </w:rPr>
            </w:pPr>
            <w:r w:rsidRPr="000F793A">
              <w:rPr>
                <w:kern w:val="0"/>
                <w:sz w:val="18"/>
                <w:szCs w:val="18"/>
                <w:lang w:eastAsia="pt-BR"/>
              </w:rPr>
              <w:t>1</w:t>
            </w:r>
          </w:p>
        </w:tc>
        <w:tc>
          <w:tcPr>
            <w:tcW w:w="416" w:type="pct"/>
            <w:vAlign w:val="center"/>
          </w:tcPr>
          <w:p w:rsidR="00BC2957" w:rsidRPr="000F793A" w:rsidRDefault="00BC2957" w:rsidP="001D2D57">
            <w:pPr>
              <w:suppressAutoHyphens w:val="0"/>
              <w:autoSpaceDE/>
              <w:jc w:val="center"/>
              <w:rPr>
                <w:kern w:val="0"/>
                <w:sz w:val="18"/>
                <w:szCs w:val="18"/>
                <w:lang w:eastAsia="pt-BR"/>
              </w:rPr>
            </w:pPr>
            <w:r w:rsidRPr="000F793A">
              <w:rPr>
                <w:kern w:val="0"/>
                <w:sz w:val="18"/>
                <w:szCs w:val="18"/>
                <w:lang w:eastAsia="pt-BR"/>
              </w:rPr>
              <w:t>Unidade</w:t>
            </w:r>
          </w:p>
        </w:tc>
        <w:tc>
          <w:tcPr>
            <w:tcW w:w="1515" w:type="pct"/>
            <w:gridSpan w:val="2"/>
            <w:vAlign w:val="center"/>
          </w:tcPr>
          <w:p w:rsidR="00BC2957" w:rsidRPr="000F793A" w:rsidRDefault="00BC2957" w:rsidP="001D2D57">
            <w:pPr>
              <w:suppressAutoHyphens w:val="0"/>
              <w:autoSpaceDE/>
              <w:jc w:val="both"/>
              <w:rPr>
                <w:kern w:val="0"/>
                <w:sz w:val="18"/>
                <w:szCs w:val="18"/>
                <w:lang w:eastAsia="pt-BR"/>
              </w:rPr>
            </w:pPr>
            <w:r w:rsidRPr="000F793A">
              <w:rPr>
                <w:kern w:val="0"/>
                <w:sz w:val="18"/>
                <w:szCs w:val="18"/>
                <w:lang w:eastAsia="pt-BR"/>
              </w:rPr>
              <w:t>Ressarcimento de peças, limitado no valor definido em contrato</w:t>
            </w:r>
          </w:p>
        </w:tc>
        <w:tc>
          <w:tcPr>
            <w:tcW w:w="431" w:type="pct"/>
            <w:vAlign w:val="center"/>
          </w:tcPr>
          <w:p w:rsidR="00BC2957" w:rsidRPr="000F793A" w:rsidRDefault="00BC2957" w:rsidP="001D2D57">
            <w:pPr>
              <w:suppressAutoHyphens w:val="0"/>
              <w:autoSpaceDE/>
              <w:jc w:val="center"/>
              <w:rPr>
                <w:kern w:val="0"/>
                <w:sz w:val="18"/>
                <w:szCs w:val="18"/>
                <w:lang w:eastAsia="pt-BR"/>
              </w:rPr>
            </w:pPr>
            <w:r w:rsidRPr="000F793A">
              <w:rPr>
                <w:kern w:val="0"/>
                <w:sz w:val="18"/>
                <w:szCs w:val="18"/>
                <w:lang w:eastAsia="pt-BR"/>
              </w:rPr>
              <w:t>11940</w:t>
            </w:r>
          </w:p>
        </w:tc>
        <w:tc>
          <w:tcPr>
            <w:tcW w:w="486" w:type="pct"/>
            <w:noWrap/>
            <w:vAlign w:val="center"/>
          </w:tcPr>
          <w:p w:rsidR="00BC2957" w:rsidRPr="000F793A" w:rsidRDefault="00BC2957" w:rsidP="001D2D57">
            <w:pPr>
              <w:suppressAutoHyphens w:val="0"/>
              <w:autoSpaceDE/>
              <w:jc w:val="both"/>
              <w:rPr>
                <w:kern w:val="0"/>
                <w:sz w:val="18"/>
                <w:szCs w:val="18"/>
                <w:lang w:eastAsia="pt-BR"/>
              </w:rPr>
            </w:pPr>
            <w:r w:rsidRPr="000F793A">
              <w:rPr>
                <w:kern w:val="0"/>
                <w:sz w:val="18"/>
                <w:szCs w:val="18"/>
                <w:lang w:eastAsia="pt-BR"/>
              </w:rPr>
              <w:t>12.000,00</w:t>
            </w:r>
          </w:p>
        </w:tc>
        <w:tc>
          <w:tcPr>
            <w:tcW w:w="487" w:type="pct"/>
            <w:vAlign w:val="center"/>
          </w:tcPr>
          <w:p w:rsidR="00BC2957" w:rsidRPr="000F793A" w:rsidRDefault="00BC2957" w:rsidP="001D2D57">
            <w:pPr>
              <w:suppressAutoHyphens w:val="0"/>
              <w:autoSpaceDE/>
              <w:jc w:val="both"/>
              <w:rPr>
                <w:kern w:val="0"/>
                <w:sz w:val="18"/>
                <w:szCs w:val="18"/>
                <w:lang w:eastAsia="pt-BR"/>
              </w:rPr>
            </w:pPr>
            <w:r w:rsidRPr="000F793A">
              <w:rPr>
                <w:kern w:val="0"/>
                <w:sz w:val="18"/>
                <w:szCs w:val="18"/>
                <w:lang w:eastAsia="pt-BR"/>
              </w:rPr>
              <w:t>36.000,00</w:t>
            </w:r>
          </w:p>
        </w:tc>
        <w:tc>
          <w:tcPr>
            <w:tcW w:w="486" w:type="pct"/>
            <w:vAlign w:val="center"/>
          </w:tcPr>
          <w:p w:rsidR="00BC2957" w:rsidRPr="000F793A" w:rsidRDefault="00BC2957" w:rsidP="001D2D57">
            <w:pPr>
              <w:suppressAutoHyphens w:val="0"/>
              <w:autoSpaceDE/>
              <w:jc w:val="both"/>
              <w:rPr>
                <w:kern w:val="0"/>
                <w:sz w:val="18"/>
                <w:szCs w:val="18"/>
                <w:lang w:eastAsia="pt-BR"/>
              </w:rPr>
            </w:pPr>
            <w:r w:rsidRPr="000F793A">
              <w:rPr>
                <w:kern w:val="0"/>
                <w:sz w:val="18"/>
                <w:szCs w:val="18"/>
                <w:lang w:eastAsia="pt-BR"/>
              </w:rPr>
              <w:t>12.000,00</w:t>
            </w:r>
          </w:p>
        </w:tc>
        <w:tc>
          <w:tcPr>
            <w:tcW w:w="486" w:type="pct"/>
            <w:vAlign w:val="center"/>
          </w:tcPr>
          <w:p w:rsidR="00BC2957" w:rsidRPr="000F793A" w:rsidRDefault="00BC2957" w:rsidP="001D2D57">
            <w:pPr>
              <w:suppressAutoHyphens w:val="0"/>
              <w:autoSpaceDE/>
              <w:rPr>
                <w:kern w:val="0"/>
                <w:sz w:val="18"/>
                <w:szCs w:val="18"/>
                <w:lang w:eastAsia="pt-BR"/>
              </w:rPr>
            </w:pPr>
            <w:r w:rsidRPr="000F793A">
              <w:rPr>
                <w:kern w:val="0"/>
                <w:sz w:val="18"/>
                <w:szCs w:val="18"/>
                <w:lang w:eastAsia="pt-BR"/>
              </w:rPr>
              <w:t>36.000,00</w:t>
            </w:r>
          </w:p>
        </w:tc>
      </w:tr>
      <w:tr w:rsidR="00C27C25" w:rsidRPr="00962211" w:rsidTr="00BC2957">
        <w:trPr>
          <w:trHeight w:val="632"/>
          <w:jc w:val="center"/>
        </w:trPr>
        <w:tc>
          <w:tcPr>
            <w:tcW w:w="5000" w:type="pct"/>
            <w:gridSpan w:val="10"/>
            <w:vAlign w:val="center"/>
          </w:tcPr>
          <w:p w:rsidR="00C27C25" w:rsidRPr="000F793A" w:rsidRDefault="00C27C25" w:rsidP="00C27C25">
            <w:pPr>
              <w:suppressAutoHyphens w:val="0"/>
              <w:autoSpaceDE/>
              <w:jc w:val="both"/>
              <w:rPr>
                <w:color w:val="000000"/>
                <w:kern w:val="0"/>
                <w:sz w:val="18"/>
                <w:szCs w:val="18"/>
                <w:lang w:eastAsia="pt-BR"/>
              </w:rPr>
            </w:pPr>
          </w:p>
          <w:p w:rsidR="00C27C25" w:rsidRPr="000F793A" w:rsidRDefault="00C27C25" w:rsidP="00C27C25">
            <w:pPr>
              <w:suppressAutoHyphens w:val="0"/>
              <w:autoSpaceDE/>
              <w:jc w:val="both"/>
              <w:rPr>
                <w:color w:val="000000"/>
                <w:kern w:val="0"/>
                <w:sz w:val="18"/>
                <w:szCs w:val="18"/>
                <w:lang w:eastAsia="pt-BR"/>
              </w:rPr>
            </w:pPr>
            <w:r w:rsidRPr="000F793A">
              <w:rPr>
                <w:color w:val="000000"/>
                <w:kern w:val="0"/>
                <w:sz w:val="18"/>
                <w:szCs w:val="18"/>
                <w:lang w:eastAsia="pt-BR"/>
              </w:rPr>
              <w:t>O valor estimado R$ 36.000,00 (VALOR FIXO) para o ressarcimento de peças, NÃO SERÁ OBJETO DE DISPUTA, apesar de compor o preço total deste lote. Este valor será utilizado de acordo com a necessidade da Contratante, durante a vigência contratual.</w:t>
            </w:r>
          </w:p>
          <w:p w:rsidR="00C27C25" w:rsidRPr="000F793A" w:rsidRDefault="00C27C25" w:rsidP="001D2D57">
            <w:pPr>
              <w:suppressAutoHyphens w:val="0"/>
              <w:autoSpaceDE/>
              <w:rPr>
                <w:kern w:val="0"/>
                <w:sz w:val="18"/>
                <w:szCs w:val="18"/>
                <w:lang w:eastAsia="pt-BR"/>
              </w:rPr>
            </w:pPr>
          </w:p>
        </w:tc>
      </w:tr>
      <w:tr w:rsidR="00B50ED4" w:rsidRPr="00962211" w:rsidTr="00BC2957">
        <w:trPr>
          <w:cantSplit/>
          <w:trHeight w:val="324"/>
          <w:jc w:val="center"/>
        </w:trPr>
        <w:tc>
          <w:tcPr>
            <w:tcW w:w="2624" w:type="pct"/>
            <w:gridSpan w:val="5"/>
            <w:vMerge w:val="restart"/>
            <w:vAlign w:val="center"/>
          </w:tcPr>
          <w:p w:rsidR="00F043A9" w:rsidRPr="000F793A" w:rsidRDefault="00F043A9" w:rsidP="00E933B0">
            <w:pPr>
              <w:suppressAutoHyphens w:val="0"/>
              <w:autoSpaceDE/>
              <w:jc w:val="center"/>
              <w:rPr>
                <w:b/>
                <w:bCs/>
                <w:kern w:val="0"/>
                <w:lang w:eastAsia="pt-BR"/>
              </w:rPr>
            </w:pPr>
            <w:r w:rsidRPr="000F793A">
              <w:rPr>
                <w:b/>
                <w:bCs/>
                <w:kern w:val="0"/>
                <w:lang w:eastAsia="pt-BR"/>
              </w:rPr>
              <w:t>PREÇO TOTAL DO LOTE</w:t>
            </w:r>
          </w:p>
        </w:tc>
        <w:tc>
          <w:tcPr>
            <w:tcW w:w="2376" w:type="pct"/>
            <w:gridSpan w:val="5"/>
            <w:vMerge w:val="restart"/>
            <w:vAlign w:val="center"/>
          </w:tcPr>
          <w:p w:rsidR="00F043A9" w:rsidRPr="000F793A" w:rsidRDefault="00F043A9" w:rsidP="00E933B0">
            <w:pPr>
              <w:suppressAutoHyphens w:val="0"/>
              <w:autoSpaceDE/>
              <w:jc w:val="center"/>
              <w:rPr>
                <w:b/>
                <w:bCs/>
                <w:kern w:val="0"/>
                <w:lang w:eastAsia="pt-BR"/>
              </w:rPr>
            </w:pPr>
            <w:r w:rsidRPr="000F793A">
              <w:rPr>
                <w:b/>
                <w:bCs/>
                <w:kern w:val="0"/>
                <w:lang w:eastAsia="pt-BR"/>
              </w:rPr>
              <w:t xml:space="preserve">PREÇO TOTAL DO LOTE </w:t>
            </w:r>
          </w:p>
          <w:p w:rsidR="00F043A9" w:rsidRPr="000F793A" w:rsidRDefault="00F043A9" w:rsidP="00080E60">
            <w:pPr>
              <w:suppressAutoHyphens w:val="0"/>
              <w:autoSpaceDE/>
              <w:jc w:val="center"/>
              <w:rPr>
                <w:b/>
                <w:bCs/>
                <w:kern w:val="0"/>
                <w:lang w:eastAsia="pt-BR"/>
              </w:rPr>
            </w:pPr>
            <w:r w:rsidRPr="000F793A">
              <w:rPr>
                <w:b/>
                <w:bCs/>
                <w:kern w:val="0"/>
                <w:lang w:eastAsia="pt-BR"/>
              </w:rPr>
              <w:t>COM DEDUÇÃO DO ICMS(*)</w:t>
            </w:r>
          </w:p>
        </w:tc>
      </w:tr>
      <w:tr w:rsidR="00FC2E54" w:rsidRPr="00962211" w:rsidTr="00BC2957">
        <w:trPr>
          <w:cantSplit/>
          <w:trHeight w:val="324"/>
          <w:jc w:val="center"/>
        </w:trPr>
        <w:tc>
          <w:tcPr>
            <w:tcW w:w="2624" w:type="pct"/>
            <w:gridSpan w:val="5"/>
            <w:vMerge/>
            <w:vAlign w:val="center"/>
          </w:tcPr>
          <w:p w:rsidR="00FC2E54" w:rsidRPr="000F793A" w:rsidRDefault="00FC2E54" w:rsidP="00E933B0">
            <w:pPr>
              <w:suppressAutoHyphens w:val="0"/>
              <w:autoSpaceDE/>
              <w:jc w:val="center"/>
              <w:rPr>
                <w:b/>
                <w:bCs/>
                <w:kern w:val="0"/>
                <w:lang w:eastAsia="pt-BR"/>
              </w:rPr>
            </w:pPr>
          </w:p>
        </w:tc>
        <w:tc>
          <w:tcPr>
            <w:tcW w:w="2376" w:type="pct"/>
            <w:gridSpan w:val="5"/>
            <w:vMerge/>
            <w:vAlign w:val="center"/>
          </w:tcPr>
          <w:p w:rsidR="00FC2E54" w:rsidRPr="000F793A" w:rsidRDefault="00FC2E54" w:rsidP="00E933B0">
            <w:pPr>
              <w:suppressAutoHyphens w:val="0"/>
              <w:autoSpaceDE/>
              <w:jc w:val="center"/>
              <w:rPr>
                <w:b/>
                <w:bCs/>
                <w:kern w:val="0"/>
                <w:lang w:eastAsia="pt-BR"/>
              </w:rPr>
            </w:pPr>
          </w:p>
        </w:tc>
      </w:tr>
      <w:tr w:rsidR="00BC2957" w:rsidRPr="00962211" w:rsidTr="00BC2957">
        <w:trPr>
          <w:cantSplit/>
          <w:trHeight w:val="300"/>
          <w:jc w:val="center"/>
        </w:trPr>
        <w:tc>
          <w:tcPr>
            <w:tcW w:w="2624" w:type="pct"/>
            <w:gridSpan w:val="5"/>
            <w:vMerge/>
            <w:vAlign w:val="center"/>
          </w:tcPr>
          <w:p w:rsidR="00F043A9" w:rsidRPr="000F793A" w:rsidRDefault="00F043A9" w:rsidP="00E933B0">
            <w:pPr>
              <w:suppressAutoHyphens w:val="0"/>
              <w:autoSpaceDE/>
              <w:rPr>
                <w:b/>
                <w:bCs/>
                <w:kern w:val="0"/>
                <w:lang w:eastAsia="pt-BR"/>
              </w:rPr>
            </w:pPr>
          </w:p>
        </w:tc>
        <w:tc>
          <w:tcPr>
            <w:tcW w:w="2376" w:type="pct"/>
            <w:gridSpan w:val="5"/>
            <w:vMerge/>
            <w:vAlign w:val="center"/>
          </w:tcPr>
          <w:p w:rsidR="00F043A9" w:rsidRPr="000F793A" w:rsidRDefault="00F043A9" w:rsidP="00E933B0">
            <w:pPr>
              <w:suppressAutoHyphens w:val="0"/>
              <w:autoSpaceDE/>
              <w:rPr>
                <w:b/>
                <w:bCs/>
                <w:kern w:val="0"/>
                <w:lang w:eastAsia="pt-BR"/>
              </w:rPr>
            </w:pPr>
          </w:p>
        </w:tc>
      </w:tr>
      <w:tr w:rsidR="00BC2957" w:rsidRPr="00962211" w:rsidTr="00BC2957">
        <w:trPr>
          <w:trHeight w:val="787"/>
          <w:jc w:val="center"/>
        </w:trPr>
        <w:tc>
          <w:tcPr>
            <w:tcW w:w="2624" w:type="pct"/>
            <w:gridSpan w:val="5"/>
            <w:vAlign w:val="center"/>
          </w:tcPr>
          <w:p w:rsidR="00F043A9" w:rsidRPr="000F793A" w:rsidRDefault="00F043A9" w:rsidP="00E933B0">
            <w:pPr>
              <w:suppressAutoHyphens w:val="0"/>
              <w:autoSpaceDE/>
              <w:rPr>
                <w:kern w:val="0"/>
                <w:lang w:eastAsia="pt-BR"/>
              </w:rPr>
            </w:pPr>
            <w:r w:rsidRPr="000F793A">
              <w:rPr>
                <w:kern w:val="0"/>
                <w:lang w:eastAsia="pt-BR"/>
              </w:rPr>
              <w:t>R$</w:t>
            </w:r>
          </w:p>
        </w:tc>
        <w:tc>
          <w:tcPr>
            <w:tcW w:w="2376" w:type="pct"/>
            <w:gridSpan w:val="5"/>
            <w:vAlign w:val="center"/>
          </w:tcPr>
          <w:p w:rsidR="00F043A9" w:rsidRPr="000F793A" w:rsidRDefault="00F043A9" w:rsidP="00E933B0">
            <w:pPr>
              <w:suppressAutoHyphens w:val="0"/>
              <w:autoSpaceDE/>
              <w:rPr>
                <w:kern w:val="0"/>
                <w:lang w:eastAsia="pt-BR"/>
              </w:rPr>
            </w:pPr>
            <w:r w:rsidRPr="000F793A">
              <w:rPr>
                <w:kern w:val="0"/>
                <w:lang w:eastAsia="pt-BR"/>
              </w:rPr>
              <w:t>R$</w:t>
            </w:r>
          </w:p>
        </w:tc>
      </w:tr>
      <w:tr w:rsidR="00DF5C79" w:rsidRPr="00962211" w:rsidTr="00DF5C79">
        <w:trPr>
          <w:trHeight w:val="787"/>
          <w:jc w:val="center"/>
        </w:trPr>
        <w:tc>
          <w:tcPr>
            <w:tcW w:w="5000" w:type="pct"/>
            <w:gridSpan w:val="10"/>
            <w:vAlign w:val="center"/>
          </w:tcPr>
          <w:p w:rsidR="00DF5C79" w:rsidRDefault="00DF5C79" w:rsidP="00DF5C79">
            <w:pPr>
              <w:pStyle w:val="western"/>
              <w:spacing w:before="0" w:beforeAutospacing="0"/>
              <w:rPr>
                <w:sz w:val="20"/>
                <w:szCs w:val="20"/>
              </w:rPr>
            </w:pPr>
            <w:r w:rsidRPr="00B653AA">
              <w:rPr>
                <w:sz w:val="20"/>
                <w:szCs w:val="20"/>
              </w:rPr>
              <w:t xml:space="preserve">Observação: </w:t>
            </w:r>
            <w:r>
              <w:rPr>
                <w:sz w:val="20"/>
                <w:szCs w:val="20"/>
              </w:rPr>
              <w:t>1) Preço total do lote: somatório do Item 1 + Item 2 + I</w:t>
            </w:r>
            <w:r w:rsidRPr="00B653AA">
              <w:rPr>
                <w:sz w:val="20"/>
                <w:szCs w:val="20"/>
              </w:rPr>
              <w:t>tem 3</w:t>
            </w:r>
            <w:r>
              <w:rPr>
                <w:sz w:val="20"/>
                <w:szCs w:val="20"/>
              </w:rPr>
              <w:t xml:space="preserve"> + I</w:t>
            </w:r>
            <w:r w:rsidRPr="00B653AA">
              <w:rPr>
                <w:sz w:val="20"/>
                <w:szCs w:val="20"/>
              </w:rPr>
              <w:t xml:space="preserve">tem </w:t>
            </w:r>
            <w:r>
              <w:rPr>
                <w:sz w:val="20"/>
                <w:szCs w:val="20"/>
              </w:rPr>
              <w:t>4 + I</w:t>
            </w:r>
            <w:r w:rsidRPr="00B653AA">
              <w:rPr>
                <w:sz w:val="20"/>
                <w:szCs w:val="20"/>
              </w:rPr>
              <w:t xml:space="preserve">tem </w:t>
            </w:r>
            <w:r>
              <w:rPr>
                <w:sz w:val="20"/>
                <w:szCs w:val="20"/>
              </w:rPr>
              <w:t>5 + I</w:t>
            </w:r>
            <w:r w:rsidRPr="00B653AA">
              <w:rPr>
                <w:sz w:val="20"/>
                <w:szCs w:val="20"/>
              </w:rPr>
              <w:t xml:space="preserve">tem </w:t>
            </w:r>
            <w:r>
              <w:rPr>
                <w:sz w:val="20"/>
                <w:szCs w:val="20"/>
              </w:rPr>
              <w:t>6 + I</w:t>
            </w:r>
            <w:r w:rsidRPr="00B653AA">
              <w:rPr>
                <w:sz w:val="20"/>
                <w:szCs w:val="20"/>
              </w:rPr>
              <w:t xml:space="preserve">tem </w:t>
            </w:r>
            <w:r>
              <w:rPr>
                <w:sz w:val="20"/>
                <w:szCs w:val="20"/>
              </w:rPr>
              <w:t>7 (36.000,00);</w:t>
            </w:r>
          </w:p>
          <w:p w:rsidR="00DF5C79" w:rsidRPr="00DF5C79" w:rsidRDefault="00DF5C79" w:rsidP="00DF5C79">
            <w:pPr>
              <w:pStyle w:val="western"/>
              <w:spacing w:before="0" w:beforeAutospacing="0"/>
              <w:rPr>
                <w:sz w:val="20"/>
                <w:szCs w:val="20"/>
              </w:rPr>
            </w:pPr>
            <w:r>
              <w:rPr>
                <w:sz w:val="20"/>
                <w:szCs w:val="20"/>
              </w:rPr>
              <w:t>2) C</w:t>
            </w:r>
            <w:r w:rsidRPr="00B653AA">
              <w:rPr>
                <w:sz w:val="20"/>
                <w:szCs w:val="20"/>
              </w:rPr>
              <w:t>onsiderar o valor fixo de R$</w:t>
            </w:r>
            <w:r>
              <w:rPr>
                <w:sz w:val="20"/>
                <w:szCs w:val="20"/>
              </w:rPr>
              <w:t>36</w:t>
            </w:r>
            <w:r w:rsidRPr="00B653AA">
              <w:rPr>
                <w:sz w:val="20"/>
                <w:szCs w:val="20"/>
              </w:rPr>
              <w:t>.000,00 para compor o valor total do lote</w:t>
            </w:r>
            <w:r>
              <w:rPr>
                <w:sz w:val="20"/>
                <w:szCs w:val="20"/>
              </w:rPr>
              <w:t xml:space="preserve"> desta proposta.</w:t>
            </w:r>
          </w:p>
          <w:p w:rsidR="00DF5C79" w:rsidRPr="000F793A" w:rsidRDefault="00DF5C79" w:rsidP="00E933B0">
            <w:pPr>
              <w:suppressAutoHyphens w:val="0"/>
              <w:autoSpaceDE/>
              <w:rPr>
                <w:kern w:val="0"/>
                <w:lang w:eastAsia="pt-BR"/>
              </w:rPr>
            </w:pPr>
          </w:p>
        </w:tc>
      </w:tr>
    </w:tbl>
    <w:p w:rsidR="00BC2957" w:rsidRDefault="00BC2957" w:rsidP="00C3165F">
      <w:pPr>
        <w:spacing w:before="240" w:after="240"/>
        <w:jc w:val="both"/>
        <w:rPr>
          <w:b/>
          <w:sz w:val="20"/>
          <w:szCs w:val="20"/>
        </w:rPr>
      </w:pPr>
    </w:p>
    <w:p w:rsidR="00A61CE9" w:rsidRPr="00962211" w:rsidRDefault="00A61CE9" w:rsidP="00C3165F">
      <w:pPr>
        <w:spacing w:before="240" w:after="240"/>
        <w:jc w:val="both"/>
        <w:rPr>
          <w:b/>
          <w:sz w:val="20"/>
          <w:szCs w:val="20"/>
        </w:rPr>
      </w:pPr>
      <w:r w:rsidRPr="00962211">
        <w:rPr>
          <w:b/>
          <w:sz w:val="20"/>
          <w:szCs w:val="20"/>
        </w:rPr>
        <w:t>(*)Caso aplicável, informar valor com e sem ICMS. É de responsabilidade do licitante o conhecimento da carga tributária aplicável à presente contratação.</w:t>
      </w:r>
    </w:p>
    <w:p w:rsidR="00B50ED4" w:rsidRPr="000F793A" w:rsidRDefault="00B50ED4" w:rsidP="00B50ED4">
      <w:pPr>
        <w:suppressAutoHyphens w:val="0"/>
        <w:autoSpaceDE/>
        <w:rPr>
          <w:b/>
          <w:bCs/>
          <w:kern w:val="0"/>
          <w:sz w:val="18"/>
          <w:szCs w:val="18"/>
          <w:lang w:eastAsia="pt-BR"/>
        </w:rPr>
      </w:pPr>
      <w:r w:rsidRPr="000F793A">
        <w:rPr>
          <w:b/>
          <w:bCs/>
          <w:kern w:val="0"/>
          <w:sz w:val="18"/>
          <w:szCs w:val="18"/>
          <w:lang w:eastAsia="pt-BR"/>
        </w:rPr>
        <w:t>(**) Relação dos Endereços em Belo Horizonte/MG:</w:t>
      </w:r>
    </w:p>
    <w:p w:rsidR="00B50ED4" w:rsidRPr="000F793A" w:rsidRDefault="00B50ED4" w:rsidP="00B50ED4">
      <w:pPr>
        <w:suppressAutoHyphens w:val="0"/>
        <w:autoSpaceDE/>
        <w:jc w:val="both"/>
        <w:rPr>
          <w:b/>
          <w:bCs/>
          <w:kern w:val="0"/>
          <w:sz w:val="18"/>
          <w:szCs w:val="18"/>
          <w:lang w:eastAsia="pt-BR"/>
        </w:rPr>
      </w:pPr>
    </w:p>
    <w:p w:rsidR="00B50ED4" w:rsidRPr="000F793A" w:rsidRDefault="00B50ED4" w:rsidP="00B50ED4">
      <w:pPr>
        <w:suppressAutoHyphens w:val="0"/>
        <w:autoSpaceDE/>
        <w:jc w:val="both"/>
        <w:rPr>
          <w:b/>
          <w:bCs/>
          <w:kern w:val="0"/>
          <w:sz w:val="18"/>
          <w:szCs w:val="18"/>
          <w:lang w:eastAsia="pt-BR"/>
        </w:rPr>
      </w:pPr>
      <w:r w:rsidRPr="000F793A">
        <w:rPr>
          <w:b/>
          <w:bCs/>
          <w:kern w:val="0"/>
          <w:sz w:val="18"/>
          <w:szCs w:val="18"/>
          <w:lang w:eastAsia="pt-BR"/>
        </w:rPr>
        <w:t>TORRE 1: Avenida Álvares Cabral 1740</w:t>
      </w:r>
      <w:r w:rsidR="006A6279" w:rsidRPr="000F793A">
        <w:rPr>
          <w:b/>
          <w:bCs/>
          <w:kern w:val="0"/>
          <w:sz w:val="18"/>
          <w:szCs w:val="18"/>
          <w:lang w:eastAsia="pt-BR"/>
        </w:rPr>
        <w:t>, Bairro Santo Agostinho;</w:t>
      </w:r>
    </w:p>
    <w:p w:rsidR="00B50ED4" w:rsidRPr="000F793A" w:rsidRDefault="00B50ED4" w:rsidP="00B50ED4">
      <w:pPr>
        <w:suppressAutoHyphens w:val="0"/>
        <w:autoSpaceDE/>
        <w:jc w:val="both"/>
        <w:rPr>
          <w:b/>
          <w:bCs/>
          <w:kern w:val="0"/>
          <w:sz w:val="18"/>
          <w:szCs w:val="18"/>
          <w:lang w:eastAsia="pt-BR"/>
        </w:rPr>
      </w:pPr>
      <w:r w:rsidRPr="000F793A">
        <w:rPr>
          <w:b/>
          <w:bCs/>
          <w:kern w:val="0"/>
          <w:sz w:val="18"/>
          <w:szCs w:val="18"/>
          <w:lang w:eastAsia="pt-BR"/>
        </w:rPr>
        <w:t>TORRE 2: Avenida Álvares Cabral, 1690</w:t>
      </w:r>
      <w:r w:rsidR="006A6279" w:rsidRPr="000F793A">
        <w:rPr>
          <w:b/>
          <w:bCs/>
          <w:kern w:val="0"/>
          <w:sz w:val="18"/>
          <w:szCs w:val="18"/>
          <w:lang w:eastAsia="pt-BR"/>
        </w:rPr>
        <w:t>, Bairro Santo Agostinho;</w:t>
      </w:r>
    </w:p>
    <w:p w:rsidR="00B50ED4" w:rsidRPr="000F793A" w:rsidRDefault="00B50ED4" w:rsidP="00B50ED4">
      <w:pPr>
        <w:suppressAutoHyphens w:val="0"/>
        <w:autoSpaceDE/>
        <w:jc w:val="both"/>
        <w:rPr>
          <w:b/>
          <w:bCs/>
          <w:kern w:val="0"/>
          <w:sz w:val="18"/>
          <w:szCs w:val="18"/>
          <w:lang w:eastAsia="pt-BR"/>
        </w:rPr>
      </w:pPr>
      <w:r w:rsidRPr="000F793A">
        <w:rPr>
          <w:b/>
          <w:bCs/>
          <w:kern w:val="0"/>
          <w:sz w:val="18"/>
          <w:szCs w:val="18"/>
          <w:lang w:eastAsia="pt-BR"/>
        </w:rPr>
        <w:t>TORRE 3: Rua Dias Adorno, 367</w:t>
      </w:r>
      <w:r w:rsidR="006A6279" w:rsidRPr="000F793A">
        <w:rPr>
          <w:b/>
          <w:bCs/>
          <w:kern w:val="0"/>
          <w:sz w:val="18"/>
          <w:szCs w:val="18"/>
          <w:lang w:eastAsia="pt-BR"/>
        </w:rPr>
        <w:t>, Bairro Santo Agostinho;</w:t>
      </w:r>
    </w:p>
    <w:p w:rsidR="00B50ED4" w:rsidRPr="000F793A" w:rsidRDefault="00B50ED4" w:rsidP="00B50ED4">
      <w:pPr>
        <w:suppressAutoHyphens w:val="0"/>
        <w:autoSpaceDE/>
        <w:jc w:val="both"/>
        <w:rPr>
          <w:b/>
          <w:bCs/>
          <w:kern w:val="0"/>
          <w:sz w:val="18"/>
          <w:szCs w:val="18"/>
          <w:lang w:eastAsia="pt-BR"/>
        </w:rPr>
      </w:pPr>
      <w:r w:rsidRPr="000F793A">
        <w:rPr>
          <w:b/>
          <w:bCs/>
          <w:kern w:val="0"/>
          <w:sz w:val="18"/>
          <w:szCs w:val="18"/>
          <w:lang w:eastAsia="pt-BR"/>
        </w:rPr>
        <w:t>TORRE 4: Rua Gonçalves Dias, 2039</w:t>
      </w:r>
      <w:r w:rsidR="006A6279" w:rsidRPr="000F793A">
        <w:rPr>
          <w:b/>
          <w:bCs/>
          <w:kern w:val="0"/>
          <w:sz w:val="18"/>
          <w:szCs w:val="18"/>
          <w:lang w:eastAsia="pt-BR"/>
        </w:rPr>
        <w:t>, Bairro Santo Agostinho.</w:t>
      </w:r>
    </w:p>
    <w:p w:rsidR="00B50ED4" w:rsidRPr="00962211" w:rsidRDefault="00B50ED4" w:rsidP="00C3165F">
      <w:pPr>
        <w:spacing w:before="240" w:after="240"/>
        <w:jc w:val="both"/>
        <w:rPr>
          <w:b/>
          <w:sz w:val="20"/>
          <w:szCs w:val="20"/>
        </w:rPr>
      </w:pPr>
    </w:p>
    <w:p w:rsidR="00DD36CC" w:rsidRDefault="00DD36CC" w:rsidP="00C3165F">
      <w:pPr>
        <w:pStyle w:val="western"/>
        <w:spacing w:before="240" w:beforeAutospacing="0" w:after="240"/>
        <w:jc w:val="center"/>
        <w:rPr>
          <w:color w:val="auto"/>
        </w:rPr>
      </w:pPr>
    </w:p>
    <w:p w:rsidR="00D826FC" w:rsidRPr="00962211" w:rsidRDefault="00D826FC" w:rsidP="00C3165F">
      <w:pPr>
        <w:pStyle w:val="western"/>
        <w:spacing w:before="240" w:beforeAutospacing="0" w:after="240"/>
        <w:jc w:val="center"/>
        <w:rPr>
          <w:color w:val="auto"/>
        </w:rPr>
      </w:pPr>
    </w:p>
    <w:p w:rsidR="00251A67" w:rsidRPr="00962211" w:rsidRDefault="005D6D62" w:rsidP="00C3165F">
      <w:pPr>
        <w:pStyle w:val="western"/>
        <w:spacing w:before="240" w:beforeAutospacing="0" w:after="240"/>
        <w:jc w:val="center"/>
        <w:rPr>
          <w:color w:val="auto"/>
        </w:rPr>
      </w:pPr>
      <w:r w:rsidRPr="00962211">
        <w:rPr>
          <w:color w:val="auto"/>
        </w:rPr>
        <w:t>................................,  ..... de ....................... de ........</w:t>
      </w:r>
    </w:p>
    <w:p w:rsidR="00251A67" w:rsidRPr="00962211" w:rsidRDefault="00251A67" w:rsidP="00C3165F">
      <w:pPr>
        <w:pStyle w:val="western"/>
        <w:spacing w:before="240" w:beforeAutospacing="0" w:after="240"/>
        <w:jc w:val="center"/>
        <w:rPr>
          <w:color w:val="auto"/>
        </w:rPr>
      </w:pPr>
    </w:p>
    <w:p w:rsidR="00251A67" w:rsidRPr="00962211" w:rsidRDefault="0082143A" w:rsidP="00C3165F">
      <w:pPr>
        <w:pStyle w:val="western"/>
        <w:spacing w:before="240" w:beforeAutospacing="0" w:after="240"/>
        <w:jc w:val="center"/>
        <w:rPr>
          <w:color w:val="auto"/>
        </w:rPr>
      </w:pPr>
      <w:r w:rsidRPr="00962211">
        <w:rPr>
          <w:color w:val="auto"/>
        </w:rPr>
        <w:t>........................................................................................................</w:t>
      </w:r>
    </w:p>
    <w:p w:rsidR="00251A67" w:rsidRPr="00962211" w:rsidRDefault="0082143A" w:rsidP="00C3165F">
      <w:pPr>
        <w:pStyle w:val="western"/>
        <w:spacing w:before="240" w:beforeAutospacing="0" w:after="240"/>
        <w:jc w:val="center"/>
        <w:rPr>
          <w:color w:val="auto"/>
        </w:rPr>
      </w:pPr>
      <w:r w:rsidRPr="00962211">
        <w:rPr>
          <w:color w:val="auto"/>
        </w:rPr>
        <w:t>Nome, RG, assinatura do responsável e carimbo da empresa</w:t>
      </w:r>
    </w:p>
    <w:p w:rsidR="00251A67" w:rsidRPr="00962211" w:rsidRDefault="003E2B7D" w:rsidP="00C3165F">
      <w:pPr>
        <w:spacing w:before="240" w:after="240"/>
      </w:pPr>
      <w:r w:rsidRPr="00962211">
        <w:rPr>
          <w:kern w:val="0"/>
          <w:lang w:eastAsia="pt-BR"/>
        </w:rPr>
        <w:br w:type="page"/>
      </w:r>
    </w:p>
    <w:p w:rsidR="00251A67" w:rsidRPr="00962211" w:rsidRDefault="0082143A" w:rsidP="00C3165F">
      <w:pPr>
        <w:pStyle w:val="Ttulo3"/>
        <w:spacing w:after="240"/>
        <w:rPr>
          <w:rFonts w:ascii="Arial" w:hAnsi="Arial" w:cs="Arial"/>
          <w:sz w:val="24"/>
          <w:szCs w:val="24"/>
        </w:rPr>
      </w:pPr>
      <w:bookmarkStart w:id="60" w:name="_Toc99971911"/>
      <w:r w:rsidRPr="00962211">
        <w:rPr>
          <w:rFonts w:ascii="Arial" w:hAnsi="Arial" w:cs="Arial"/>
          <w:sz w:val="24"/>
          <w:szCs w:val="24"/>
        </w:rPr>
        <w:lastRenderedPageBreak/>
        <w:t>ANEXO III – RELAÇÃO DE DOCUMENTOS EXIGIDOS</w:t>
      </w:r>
      <w:bookmarkEnd w:id="60"/>
    </w:p>
    <w:p w:rsidR="005D51B5" w:rsidRPr="00962211" w:rsidRDefault="0082143A" w:rsidP="00C3165F">
      <w:pPr>
        <w:pStyle w:val="CPLPadraoNegrito"/>
        <w:spacing w:before="240" w:after="240"/>
      </w:pPr>
      <w:r w:rsidRPr="00962211">
        <w:t>1 – Relativa à Habilitação Jurídica:</w:t>
      </w:r>
    </w:p>
    <w:p w:rsidR="00251A67" w:rsidRPr="00962211" w:rsidRDefault="0082143A" w:rsidP="00C3165F">
      <w:pPr>
        <w:pStyle w:val="CPLPadrao"/>
        <w:spacing w:before="240" w:after="240"/>
      </w:pPr>
      <w:r w:rsidRPr="00962211">
        <w:rPr>
          <w:b/>
          <w:bCs/>
        </w:rPr>
        <w:t>1.1</w:t>
      </w:r>
      <w:r w:rsidRPr="00962211">
        <w:t xml:space="preserve"> – </w:t>
      </w:r>
      <w:r w:rsidR="00BA3990" w:rsidRPr="00962211">
        <w:t>Ato de inscrição na Junta Comercial da respectiva sede, no caso de Empresas Individuais de Respo</w:t>
      </w:r>
      <w:r w:rsidR="0022252B" w:rsidRPr="00962211">
        <w:t xml:space="preserve">nsabilidade Limitada – EIRELI, </w:t>
      </w:r>
      <w:r w:rsidR="00BA3990" w:rsidRPr="00962211">
        <w:t>Empresário Individual</w:t>
      </w:r>
      <w:r w:rsidR="0022252B" w:rsidRPr="00962211">
        <w:t xml:space="preserve"> e </w:t>
      </w:r>
      <w:r w:rsidR="00BA3990" w:rsidRPr="00962211">
        <w:t>Microempreendedor Individual (MEI);</w:t>
      </w:r>
    </w:p>
    <w:p w:rsidR="00251A67" w:rsidRPr="00962211" w:rsidRDefault="0082143A" w:rsidP="00C3165F">
      <w:pPr>
        <w:pStyle w:val="CPLPadrao"/>
        <w:spacing w:before="240" w:after="240"/>
      </w:pPr>
      <w:r w:rsidRPr="00962211">
        <w:rPr>
          <w:b/>
        </w:rPr>
        <w:t xml:space="preserve">1.2 </w:t>
      </w:r>
      <w:r w:rsidRPr="00962211">
        <w:t>–</w:t>
      </w:r>
      <w:r w:rsidRPr="00962211">
        <w:rPr>
          <w:b/>
        </w:rPr>
        <w:t xml:space="preserve"> </w:t>
      </w:r>
      <w:r w:rsidRPr="00962211">
        <w:t>Ato constitutivo, estatuto ou contrato social em vigor, devidamente registrado na Junta Comercial da respectiva sede, no caso de sociedades empresárias e, em se tratando de sociedades por ações, acompanhado de documentos de eleição de seus administradores;</w:t>
      </w:r>
    </w:p>
    <w:p w:rsidR="00251A67" w:rsidRPr="00962211" w:rsidRDefault="0082143A" w:rsidP="00C3165F">
      <w:pPr>
        <w:pStyle w:val="CPLPadrao"/>
        <w:spacing w:before="240" w:after="240"/>
      </w:pPr>
      <w:r w:rsidRPr="00962211">
        <w:rPr>
          <w:b/>
          <w:bCs/>
        </w:rPr>
        <w:t>1.3</w:t>
      </w:r>
      <w:r w:rsidRPr="00962211">
        <w:t xml:space="preserve"> –</w:t>
      </w:r>
      <w:r w:rsidR="006873F6" w:rsidRPr="00962211">
        <w:t xml:space="preserve"> </w:t>
      </w:r>
      <w:r w:rsidRPr="00962211">
        <w:t>Ato constitutivo, estatuto ou contrato social em vigor, devidamente registrado no Registro Civil das Pessoas Jurídicas do local de sua sede, no caso de sociedades não empresárias, acompanhada de prova de eleição da diretoria em exercício;</w:t>
      </w:r>
    </w:p>
    <w:p w:rsidR="00251A67" w:rsidRPr="00962211" w:rsidRDefault="0082143A" w:rsidP="00C3165F">
      <w:pPr>
        <w:pStyle w:val="CPLPadrao"/>
        <w:spacing w:before="240" w:after="240"/>
      </w:pPr>
      <w:r w:rsidRPr="00962211">
        <w:rPr>
          <w:b/>
          <w:bCs/>
        </w:rPr>
        <w:t>1.4</w:t>
      </w:r>
      <w:r w:rsidRPr="00962211">
        <w:t xml:space="preserve"> – Decreto de autorização, em se tratando de empresa ou sociedade estrangeira em funcionamento no País, e ato de registro ou autorização para funcionamento expedido pelo órgão competente, quando a atividade assim o exigir;</w:t>
      </w:r>
    </w:p>
    <w:p w:rsidR="00251A67" w:rsidRPr="00962211" w:rsidRDefault="0082143A" w:rsidP="00C3165F">
      <w:pPr>
        <w:pStyle w:val="CPLPadrao"/>
        <w:spacing w:before="240" w:after="240"/>
      </w:pPr>
      <w:r w:rsidRPr="00962211">
        <w:rPr>
          <w:b/>
          <w:bCs/>
        </w:rPr>
        <w:t>1.5</w:t>
      </w:r>
      <w:r w:rsidRPr="00962211">
        <w:t xml:space="preserve"> – O ato de constituição do licitante deverá expressar objetivo social pertinente e compatível com o objeto desta Licitação.</w:t>
      </w:r>
    </w:p>
    <w:p w:rsidR="005D51B5" w:rsidRPr="00962211" w:rsidRDefault="0082143A" w:rsidP="00C3165F">
      <w:pPr>
        <w:tabs>
          <w:tab w:val="num" w:pos="1440"/>
        </w:tabs>
        <w:suppressAutoHyphens w:val="0"/>
        <w:autoSpaceDN w:val="0"/>
        <w:adjustRightInd w:val="0"/>
        <w:spacing w:before="240" w:after="240"/>
        <w:jc w:val="both"/>
      </w:pPr>
      <w:r w:rsidRPr="00962211">
        <w:rPr>
          <w:b/>
          <w:bCs/>
        </w:rPr>
        <w:t>1.6</w:t>
      </w:r>
      <w:r w:rsidRPr="00962211">
        <w:t xml:space="preserve"> </w:t>
      </w:r>
      <w:r w:rsidR="006873F6" w:rsidRPr="00962211">
        <w:t>–</w:t>
      </w:r>
      <w:r w:rsidRPr="00962211">
        <w:t xml:space="preserve"> Documento de identificação, com foto, </w:t>
      </w:r>
      <w:r w:rsidR="00F51D8D" w:rsidRPr="00962211">
        <w:t>contendo número</w:t>
      </w:r>
      <w:r w:rsidR="00116327" w:rsidRPr="00962211">
        <w:t>s</w:t>
      </w:r>
      <w:r w:rsidR="00F51D8D" w:rsidRPr="00962211">
        <w:t xml:space="preserve"> do RG e CPF </w:t>
      </w:r>
      <w:r w:rsidRPr="00962211">
        <w:t>do responsável pelas assinaturas das propostas comerciais, das declarações constantes nos anexos deste Edital e do contrato.</w:t>
      </w:r>
    </w:p>
    <w:p w:rsidR="005D51B5" w:rsidRPr="00962211" w:rsidRDefault="0082143A" w:rsidP="00C3165F">
      <w:pPr>
        <w:tabs>
          <w:tab w:val="num" w:pos="1440"/>
        </w:tabs>
        <w:suppressAutoHyphens w:val="0"/>
        <w:autoSpaceDN w:val="0"/>
        <w:adjustRightInd w:val="0"/>
        <w:spacing w:before="240" w:after="240"/>
        <w:jc w:val="both"/>
      </w:pPr>
      <w:r w:rsidRPr="00962211">
        <w:rPr>
          <w:b/>
          <w:bCs/>
        </w:rPr>
        <w:t>1.7</w:t>
      </w:r>
      <w:r w:rsidRPr="00962211">
        <w:t xml:space="preserve"> </w:t>
      </w:r>
      <w:r w:rsidR="006873F6" w:rsidRPr="00962211">
        <w:t>–</w:t>
      </w:r>
      <w:r w:rsidRPr="00962211">
        <w:t xml:space="preserve"> Se for o caso, apresentar procuração conferindo poderes ao(s) responsável(s) pela empresa para praticar atos junto à Administração Pública. </w:t>
      </w:r>
    </w:p>
    <w:p w:rsidR="00251A67" w:rsidRPr="00962211" w:rsidRDefault="0082143A" w:rsidP="00C3165F">
      <w:pPr>
        <w:pStyle w:val="CPLPadraoNegrito"/>
        <w:spacing w:before="240" w:after="240"/>
      </w:pPr>
      <w:r w:rsidRPr="00962211">
        <w:t>2 – Relativa à Regularidade Fiscal e Trabalhista:</w:t>
      </w:r>
    </w:p>
    <w:p w:rsidR="00251A67" w:rsidRPr="00962211" w:rsidRDefault="0082143A" w:rsidP="00C3165F">
      <w:pPr>
        <w:pStyle w:val="CPLPadrao"/>
        <w:spacing w:before="240" w:after="240"/>
      </w:pPr>
      <w:r w:rsidRPr="00962211">
        <w:rPr>
          <w:b/>
          <w:bCs/>
        </w:rPr>
        <w:t>2.1</w:t>
      </w:r>
      <w:r w:rsidRPr="00962211">
        <w:t xml:space="preserve"> – </w:t>
      </w:r>
      <w:r w:rsidR="002328BE" w:rsidRPr="00962211">
        <w:t>Prova</w:t>
      </w:r>
      <w:r w:rsidRPr="00962211">
        <w:t xml:space="preserve"> de inscrição do licitante no Cadastro Nacional de Pessoa Jurídica (CNPJ), da unidade da empresa que participará da licitação, nos termos da </w:t>
      </w:r>
      <w:r w:rsidR="00A61CE9" w:rsidRPr="00962211">
        <w:t>IN RFB 1863/2018</w:t>
      </w:r>
      <w:r w:rsidRPr="00962211">
        <w:t>;</w:t>
      </w:r>
    </w:p>
    <w:p w:rsidR="00251A67" w:rsidRPr="00962211" w:rsidRDefault="0082143A" w:rsidP="00C3165F">
      <w:pPr>
        <w:pStyle w:val="CPLPadrao"/>
        <w:spacing w:before="240" w:after="240"/>
      </w:pPr>
      <w:r w:rsidRPr="00962211">
        <w:rPr>
          <w:b/>
          <w:bCs/>
        </w:rPr>
        <w:t>2.2</w:t>
      </w:r>
      <w:r w:rsidRPr="00962211">
        <w:t xml:space="preserve"> – Prova de regularidade perante a Fazenda Federal, mediante apresentação de Certidão Conjunta de Débitos Relativos a Tributos Federais e Dívida Ativa da União, negativa ou equivalente, incluindo contribuições previdenciárias (INSS), fornecida pela Secretaria da Receita Federal ou pela Procuradoria-Geral da Fazenda Nacional, nos termos da Portaria MF nº 358</w:t>
      </w:r>
      <w:r w:rsidR="001D1896" w:rsidRPr="00962211">
        <w:t>/</w:t>
      </w:r>
      <w:r w:rsidRPr="00962211">
        <w:t>14, Receita Federal do Brasil;</w:t>
      </w:r>
    </w:p>
    <w:p w:rsidR="00251A67" w:rsidRPr="00962211" w:rsidRDefault="0082143A" w:rsidP="00C3165F">
      <w:pPr>
        <w:pStyle w:val="CPLPadrao"/>
        <w:spacing w:before="240" w:after="240"/>
      </w:pPr>
      <w:r w:rsidRPr="00962211">
        <w:rPr>
          <w:b/>
          <w:bCs/>
        </w:rPr>
        <w:t>2.3</w:t>
      </w:r>
      <w:r w:rsidRPr="00962211">
        <w:t xml:space="preserve"> – Prova de regularidade perante a Fazenda Estadual do domicílio ou sede do licitante, através da Certidão de Débitos Tributários, negativa ou equivalente;</w:t>
      </w:r>
    </w:p>
    <w:p w:rsidR="00251A67" w:rsidRPr="00962211" w:rsidRDefault="0082143A" w:rsidP="00C3165F">
      <w:pPr>
        <w:pStyle w:val="CPLPadrao"/>
        <w:spacing w:before="240" w:after="240"/>
      </w:pPr>
      <w:r w:rsidRPr="00962211">
        <w:rPr>
          <w:b/>
          <w:bCs/>
        </w:rPr>
        <w:lastRenderedPageBreak/>
        <w:t>2.3.1</w:t>
      </w:r>
      <w:r w:rsidRPr="00962211">
        <w:t xml:space="preserve"> – Caso o fornecedor não esteja inscrito no cadastro de contribuintes do Estado de Minas Gerais, deverá comprovar também a inexistência de débitos relativos a tributos estaduais em Minas Gerais por meio de Certidão de Débitos Tributários – CDT, que poderá ser solicitada pelo site </w:t>
      </w:r>
      <w:r w:rsidRPr="00962211">
        <w:rPr>
          <w:u w:val="single"/>
        </w:rPr>
        <w:t>www.fazenda.mg.gov.br</w:t>
      </w:r>
      <w:r w:rsidRPr="00962211">
        <w:t>;</w:t>
      </w:r>
    </w:p>
    <w:p w:rsidR="00251A67" w:rsidRPr="00962211" w:rsidRDefault="0082143A" w:rsidP="00C3165F">
      <w:pPr>
        <w:pStyle w:val="CPLPadrao"/>
        <w:spacing w:before="240" w:after="240"/>
      </w:pPr>
      <w:r w:rsidRPr="00962211">
        <w:rPr>
          <w:b/>
          <w:bCs/>
        </w:rPr>
        <w:t>2.4</w:t>
      </w:r>
      <w:r w:rsidRPr="00962211">
        <w:t xml:space="preserve"> – Prova de regularidade perante a Fazenda Municipal do domicílio ou sede do licitante, através da Certidão de Imposto sobre Serviços de Qualquer Natureza (ISS), negativa ou equivalente;</w:t>
      </w:r>
    </w:p>
    <w:p w:rsidR="00251A67" w:rsidRPr="00962211" w:rsidRDefault="0082143A" w:rsidP="00C3165F">
      <w:pPr>
        <w:pStyle w:val="CPLPadrao"/>
        <w:spacing w:before="240" w:after="240"/>
      </w:pPr>
      <w:r w:rsidRPr="00962211">
        <w:rPr>
          <w:b/>
          <w:bCs/>
        </w:rPr>
        <w:t>2.</w:t>
      </w:r>
      <w:r w:rsidR="0001512B" w:rsidRPr="00962211">
        <w:rPr>
          <w:b/>
          <w:bCs/>
        </w:rPr>
        <w:t>5</w:t>
      </w:r>
      <w:r w:rsidRPr="00962211">
        <w:t xml:space="preserve"> – Prova de regularidade perante o Fundo de Garantia por Tempo de Serviço, através do Certificado de Regularidade do FGTS (CRF), emitido pela Caixa Econômica Federal;</w:t>
      </w:r>
    </w:p>
    <w:p w:rsidR="00251A67" w:rsidRPr="00962211" w:rsidRDefault="0082143A" w:rsidP="00C3165F">
      <w:pPr>
        <w:pStyle w:val="CPLPadrao"/>
        <w:spacing w:before="240" w:after="240"/>
      </w:pPr>
      <w:r w:rsidRPr="00962211">
        <w:rPr>
          <w:b/>
          <w:bCs/>
        </w:rPr>
        <w:t>2.</w:t>
      </w:r>
      <w:r w:rsidR="0001512B" w:rsidRPr="00962211">
        <w:rPr>
          <w:b/>
          <w:bCs/>
        </w:rPr>
        <w:t>6</w:t>
      </w:r>
      <w:r w:rsidRPr="00962211">
        <w:t xml:space="preserve"> – Prova de regularidade perante a Justiça do Trabalho, através da Certidão Negativa de Débitos Trabalhistas (CNDT), ou equivalente;</w:t>
      </w:r>
    </w:p>
    <w:p w:rsidR="00251A67" w:rsidRPr="00962211" w:rsidRDefault="0082143A" w:rsidP="00C3165F">
      <w:pPr>
        <w:pStyle w:val="CPLPadraoNegrito"/>
        <w:spacing w:before="240" w:after="240"/>
      </w:pPr>
      <w:r w:rsidRPr="00962211">
        <w:t>3 – Relativa à Qualificação Econômico-Financeira:</w:t>
      </w:r>
    </w:p>
    <w:p w:rsidR="00251A67" w:rsidRPr="00962211" w:rsidRDefault="0082143A" w:rsidP="00C3165F">
      <w:pPr>
        <w:pStyle w:val="CPLPadrao"/>
        <w:spacing w:before="240" w:after="240"/>
      </w:pPr>
      <w:r w:rsidRPr="00962211">
        <w:rPr>
          <w:b/>
          <w:bCs/>
        </w:rPr>
        <w:t>3.1</w:t>
      </w:r>
      <w:r w:rsidRPr="00962211">
        <w:t xml:space="preserve"> – Certidão Negativa de Falência, Concordata e Recuperação Judicial (Lei Federal nº 11.101/05) expedida pelo distribuidor da sede da pessoa jurídica</w:t>
      </w:r>
      <w:r w:rsidR="002D49EA" w:rsidRPr="00962211">
        <w:rPr>
          <w:rFonts w:eastAsia="Times New Roman"/>
          <w:kern w:val="0"/>
          <w:lang w:eastAsia="pt-BR" w:bidi="ar-SA"/>
        </w:rPr>
        <w:t xml:space="preserve"> </w:t>
      </w:r>
      <w:r w:rsidR="002D49EA" w:rsidRPr="00962211">
        <w:t>ou, no caso de empresa em recuperação judicial, certidão emitida pela instância judicial competente, que certifique que a interessada está apta econômica e financeiramente a participar de procedimento licitatório</w:t>
      </w:r>
      <w:r w:rsidRPr="00962211">
        <w:t>;</w:t>
      </w:r>
    </w:p>
    <w:p w:rsidR="00251A67" w:rsidRPr="00962211" w:rsidRDefault="0082143A" w:rsidP="00C3165F">
      <w:pPr>
        <w:pStyle w:val="CPLPadrao"/>
        <w:spacing w:before="240" w:after="240"/>
      </w:pPr>
      <w:r w:rsidRPr="00962211">
        <w:rPr>
          <w:b/>
          <w:bCs/>
        </w:rPr>
        <w:t>3.2</w:t>
      </w:r>
      <w:r w:rsidRPr="00962211">
        <w:t xml:space="preserve"> – Balanço patrimonial e demais demonstrações contábeis do último exercício social, já exigíveis e apresentados </w:t>
      </w:r>
      <w:r w:rsidRPr="00962211">
        <w:rPr>
          <w:u w:val="single"/>
        </w:rPr>
        <w:t>na forma da lei</w:t>
      </w:r>
      <w:r w:rsidRPr="00962211">
        <w:t>, que comprovem a boa situação financeira da empresa, vedada a sua substituição por balancetes ou balanços provisórios;</w:t>
      </w:r>
    </w:p>
    <w:p w:rsidR="00251A67" w:rsidRPr="00962211" w:rsidRDefault="0082143A" w:rsidP="00C3165F">
      <w:pPr>
        <w:pStyle w:val="CPLPadrao"/>
        <w:spacing w:before="240" w:after="240"/>
      </w:pPr>
      <w:r w:rsidRPr="00962211">
        <w:rPr>
          <w:b/>
          <w:bCs/>
        </w:rPr>
        <w:t>3.2.1</w:t>
      </w:r>
      <w:r w:rsidRPr="00962211">
        <w:t xml:space="preserve"> – A empresa com menos de um exercício financeiro, para cumprir essa exigência, deverá apresentar o Balanço de Abertura ou o último Balanço Patrimonial levantado;</w:t>
      </w:r>
    </w:p>
    <w:p w:rsidR="00251A67" w:rsidRPr="00962211" w:rsidRDefault="0082143A" w:rsidP="00C3165F">
      <w:pPr>
        <w:pStyle w:val="CPLPadrao"/>
        <w:spacing w:before="240" w:after="240"/>
      </w:pPr>
      <w:r w:rsidRPr="00962211">
        <w:rPr>
          <w:b/>
          <w:bCs/>
        </w:rPr>
        <w:t>3.2.2</w:t>
      </w:r>
      <w:r w:rsidRPr="00962211">
        <w:t xml:space="preserve"> – Serão aceitos como </w:t>
      </w:r>
      <w:r w:rsidRPr="00962211">
        <w:rPr>
          <w:b/>
          <w:bCs/>
          <w:u w:val="single"/>
        </w:rPr>
        <w:t>na forma da lei</w:t>
      </w:r>
      <w:r w:rsidRPr="00962211">
        <w:t xml:space="preserve"> o Balanço Patrimonial e demonstrações contábeis assim apresentados:</w:t>
      </w:r>
    </w:p>
    <w:p w:rsidR="00251A67" w:rsidRPr="00962211" w:rsidRDefault="0082143A" w:rsidP="00C3165F">
      <w:pPr>
        <w:pStyle w:val="CPLPadrao"/>
        <w:spacing w:before="240" w:after="240"/>
      </w:pPr>
      <w:r w:rsidRPr="00962211">
        <w:rPr>
          <w:b/>
          <w:bCs/>
        </w:rPr>
        <w:t>3.2.2.1</w:t>
      </w:r>
      <w:r w:rsidRPr="00962211">
        <w:t xml:space="preserve"> – Sociedades regidas pela Lei Federal nº 6.404/76 (Sociedade Anônima):</w:t>
      </w:r>
    </w:p>
    <w:p w:rsidR="00251A67" w:rsidRPr="00962211" w:rsidRDefault="0082143A" w:rsidP="00C3165F">
      <w:pPr>
        <w:pStyle w:val="CPLPadrao"/>
        <w:spacing w:before="240" w:after="240"/>
      </w:pPr>
      <w:r w:rsidRPr="00962211">
        <w:rPr>
          <w:b/>
          <w:bCs/>
        </w:rPr>
        <w:t>3.2.2.1.1</w:t>
      </w:r>
      <w:r w:rsidRPr="00962211">
        <w:t xml:space="preserve"> – Publicados em Diário Oficial; ou</w:t>
      </w:r>
    </w:p>
    <w:p w:rsidR="00251A67" w:rsidRPr="00962211" w:rsidRDefault="0082143A" w:rsidP="00C3165F">
      <w:pPr>
        <w:pStyle w:val="CPLPadrao"/>
        <w:spacing w:before="240" w:after="240"/>
      </w:pPr>
      <w:r w:rsidRPr="00962211">
        <w:rPr>
          <w:b/>
          <w:bCs/>
        </w:rPr>
        <w:t>3.2.2.1.2</w:t>
      </w:r>
      <w:r w:rsidRPr="00962211">
        <w:t xml:space="preserve"> – Publicados em jornal; ou</w:t>
      </w:r>
    </w:p>
    <w:p w:rsidR="00251A67" w:rsidRPr="00962211" w:rsidRDefault="0082143A" w:rsidP="00C3165F">
      <w:pPr>
        <w:pStyle w:val="CPLPadrao"/>
        <w:spacing w:before="240" w:after="240"/>
      </w:pPr>
      <w:r w:rsidRPr="00962211">
        <w:rPr>
          <w:b/>
          <w:bCs/>
        </w:rPr>
        <w:t>3.2.2.1.3</w:t>
      </w:r>
      <w:r w:rsidRPr="00962211">
        <w:t xml:space="preserve"> – Por cópia registrada ou autenticada na Junta Comercial da sede ou domicílio do licitante;</w:t>
      </w:r>
    </w:p>
    <w:p w:rsidR="00251A67" w:rsidRPr="00962211" w:rsidRDefault="0082143A" w:rsidP="00C3165F">
      <w:pPr>
        <w:pStyle w:val="CPLPadrao"/>
        <w:spacing w:before="240" w:after="240"/>
      </w:pPr>
      <w:r w:rsidRPr="00962211">
        <w:rPr>
          <w:b/>
          <w:bCs/>
        </w:rPr>
        <w:t>3.2.2.2</w:t>
      </w:r>
      <w:r w:rsidRPr="00962211">
        <w:t xml:space="preserve"> – Sociedades Limitadas (LTDA):</w:t>
      </w:r>
    </w:p>
    <w:p w:rsidR="00251A67" w:rsidRPr="00962211" w:rsidRDefault="0082143A" w:rsidP="00C3165F">
      <w:pPr>
        <w:pStyle w:val="CPLPadrao"/>
        <w:spacing w:before="240" w:after="240"/>
      </w:pPr>
      <w:r w:rsidRPr="00962211">
        <w:rPr>
          <w:b/>
          <w:bCs/>
        </w:rPr>
        <w:lastRenderedPageBreak/>
        <w:t>3.2.2.2.1</w:t>
      </w:r>
      <w:r w:rsidRPr="00962211">
        <w:t xml:space="preserve"> – Por cópia do Livro Diário, devidamente autenticado na Junta Comercial da sede ou domicílio do licitante ou em outro órgão equivalente, inclusive com os Termos de Abertura e de Encerramento; ou</w:t>
      </w:r>
    </w:p>
    <w:p w:rsidR="00251A67" w:rsidRPr="00962211" w:rsidRDefault="0082143A" w:rsidP="00C3165F">
      <w:pPr>
        <w:pStyle w:val="CPLPadrao"/>
        <w:spacing w:before="240" w:after="240"/>
      </w:pPr>
      <w:r w:rsidRPr="00962211">
        <w:rPr>
          <w:b/>
          <w:bCs/>
        </w:rPr>
        <w:t>3.2.2.2.2</w:t>
      </w:r>
      <w:r w:rsidRPr="00962211">
        <w:t xml:space="preserve"> – Por cópia do Balanço e das Demonstrações Contábeis devidamente registrados ou autenticados na Junta Comercial da sede ou do domicílio do licitante;</w:t>
      </w:r>
    </w:p>
    <w:p w:rsidR="00251A67" w:rsidRPr="00962211" w:rsidRDefault="0082143A" w:rsidP="00C3165F">
      <w:pPr>
        <w:pStyle w:val="CPLPadrao"/>
        <w:spacing w:before="240" w:after="240"/>
      </w:pPr>
      <w:r w:rsidRPr="00962211">
        <w:rPr>
          <w:b/>
          <w:bCs/>
        </w:rPr>
        <w:t>3.2.2.3</w:t>
      </w:r>
      <w:r w:rsidRPr="00962211">
        <w:t xml:space="preserve"> – Sociedades sujeitas ao regime estabelec</w:t>
      </w:r>
      <w:r w:rsidR="001D1896" w:rsidRPr="00962211">
        <w:t xml:space="preserve">ido na Lei Complementar </w:t>
      </w:r>
      <w:r w:rsidR="006636CC" w:rsidRPr="00962211">
        <w:t xml:space="preserve">Federal </w:t>
      </w:r>
      <w:r w:rsidR="001D1896" w:rsidRPr="00962211">
        <w:t>nº 123/</w:t>
      </w:r>
      <w:r w:rsidRPr="00962211">
        <w:t>06 (Lei das Microempresas e das Empresas de Pequeno Porte) – “SIMPLES NACIONAL”:</w:t>
      </w:r>
    </w:p>
    <w:p w:rsidR="00251A67" w:rsidRPr="00962211" w:rsidRDefault="0082143A" w:rsidP="00C3165F">
      <w:pPr>
        <w:pStyle w:val="CPLPadrao"/>
        <w:spacing w:before="240" w:after="240"/>
      </w:pPr>
      <w:r w:rsidRPr="00962211">
        <w:rPr>
          <w:b/>
          <w:bCs/>
        </w:rPr>
        <w:t>3.2.2.3.1</w:t>
      </w:r>
      <w:r w:rsidRPr="00962211">
        <w:t xml:space="preserve"> – Por cópia do Balanço e das Demonstrações Contábeis devidamente registrados ou autenticados na Junta Comercial da sede ou do domicílio do licitante;</w:t>
      </w:r>
    </w:p>
    <w:p w:rsidR="00251A67" w:rsidRPr="00962211" w:rsidRDefault="0082143A" w:rsidP="00C3165F">
      <w:pPr>
        <w:pStyle w:val="CPLPadrao"/>
        <w:spacing w:before="240" w:after="240"/>
      </w:pPr>
      <w:r w:rsidRPr="00962211">
        <w:rPr>
          <w:b/>
          <w:bCs/>
        </w:rPr>
        <w:t>3.2.3</w:t>
      </w:r>
      <w:r w:rsidRPr="00962211">
        <w:t xml:space="preserve"> – Os documentos exigidos neste subitem, quando forem próprios, deverão ser assinados pelo representante legal do licitante e pelo seu contador ou, quando publicados em Órgão de Imprensa Oficial, deverão permitir a identificação do veículo e da data de sua publicação e conter o nome do contador e o número de seu registro no Conselho Regional de Contabilidade;</w:t>
      </w:r>
    </w:p>
    <w:p w:rsidR="00251A67" w:rsidRPr="00962211" w:rsidRDefault="0082143A" w:rsidP="00C3165F">
      <w:pPr>
        <w:pStyle w:val="CPLPadrao"/>
        <w:spacing w:before="240" w:after="240"/>
      </w:pPr>
      <w:r w:rsidRPr="00962211">
        <w:rPr>
          <w:b/>
          <w:bCs/>
        </w:rPr>
        <w:t>3.2.4</w:t>
      </w:r>
      <w:r w:rsidRPr="00962211">
        <w:t xml:space="preserve"> – A boa situação financeira do licitante será avaliada pelos índices de Liquidez Corrente (LC), Liquidez Geral (LG) e Solvência Geral (SG), que deverão ser iguais ou superiores a 1,0 para que o licitante seja considerado apto financeiramente;</w:t>
      </w:r>
      <w:r w:rsidR="00284AE3" w:rsidRPr="00962211">
        <w:t xml:space="preserve"> </w:t>
      </w:r>
      <w:r w:rsidR="00284AE3" w:rsidRPr="00962211">
        <w:rPr>
          <w:b/>
          <w:u w:val="single"/>
        </w:rPr>
        <w:t>OU</w:t>
      </w:r>
    </w:p>
    <w:p w:rsidR="0057318B" w:rsidRPr="00962211" w:rsidRDefault="0082143A" w:rsidP="00C3165F">
      <w:pPr>
        <w:pStyle w:val="CPLPadrao"/>
        <w:spacing w:before="240" w:after="240"/>
      </w:pPr>
      <w:r w:rsidRPr="00962211">
        <w:rPr>
          <w:b/>
          <w:bCs/>
        </w:rPr>
        <w:t>3.2.5</w:t>
      </w:r>
      <w:r w:rsidRPr="00962211">
        <w:t xml:space="preserve"> – O licitante deverá comprovar</w:t>
      </w:r>
      <w:r w:rsidR="00284AE3" w:rsidRPr="00962211">
        <w:t xml:space="preserve"> </w:t>
      </w:r>
      <w:r w:rsidRPr="00962211">
        <w:t>que possui Patrimônio Líquido igual ou superior a 10% (dez por cento) do valor estimado da contratação.</w:t>
      </w:r>
      <w:r w:rsidR="00232A84" w:rsidRPr="00962211">
        <w:t xml:space="preserve"> </w:t>
      </w:r>
    </w:p>
    <w:p w:rsidR="004D6810" w:rsidRPr="00962211" w:rsidRDefault="004D6810" w:rsidP="00C3165F">
      <w:pPr>
        <w:pStyle w:val="CPLPadraoNegrito"/>
        <w:spacing w:before="240" w:after="240"/>
        <w:rPr>
          <w:kern w:val="0"/>
          <w:lang w:eastAsia="pt-BR"/>
        </w:rPr>
      </w:pPr>
      <w:r w:rsidRPr="00962211">
        <w:t>4 –</w:t>
      </w:r>
      <w:r w:rsidRPr="00962211">
        <w:rPr>
          <w:kern w:val="0"/>
          <w:lang w:eastAsia="pt-BR"/>
        </w:rPr>
        <w:t xml:space="preserve"> Relativa à Qualificação Técnica:</w:t>
      </w:r>
    </w:p>
    <w:p w:rsidR="00B94A85" w:rsidRPr="00962211" w:rsidRDefault="00B94A85" w:rsidP="00B94A85">
      <w:pPr>
        <w:suppressAutoHyphens w:val="0"/>
        <w:autoSpaceDE/>
        <w:spacing w:before="200" w:after="200"/>
        <w:jc w:val="both"/>
        <w:rPr>
          <w:b/>
          <w:bCs/>
          <w:kern w:val="0"/>
          <w:lang w:eastAsia="pt-BR"/>
        </w:rPr>
      </w:pPr>
      <w:r w:rsidRPr="00962211">
        <w:rPr>
          <w:b/>
          <w:bCs/>
          <w:kern w:val="0"/>
          <w:lang w:eastAsia="pt-BR"/>
        </w:rPr>
        <w:t>(APRESENTAR A DOCUMENTAÇÃO DESTE ITEM MESMO QUE CONSTE DO CRC)</w:t>
      </w:r>
    </w:p>
    <w:p w:rsidR="00423643" w:rsidRPr="00962211" w:rsidRDefault="00B94A85" w:rsidP="00B94A85">
      <w:pPr>
        <w:pStyle w:val="western"/>
        <w:spacing w:before="240" w:beforeAutospacing="0" w:after="240"/>
        <w:rPr>
          <w:rFonts w:eastAsia="SimSun"/>
          <w:color w:val="auto"/>
          <w:kern w:val="1"/>
          <w:lang w:eastAsia="hi-IN" w:bidi="hi-IN"/>
        </w:rPr>
      </w:pPr>
      <w:r w:rsidRPr="00962211">
        <w:rPr>
          <w:b/>
          <w:bCs/>
          <w:color w:val="auto"/>
        </w:rPr>
        <w:t>4.1</w:t>
      </w:r>
      <w:r w:rsidRPr="00962211">
        <w:rPr>
          <w:color w:val="auto"/>
        </w:rPr>
        <w:t xml:space="preserve"> </w:t>
      </w:r>
      <w:r w:rsidRPr="00962211">
        <w:rPr>
          <w:rFonts w:eastAsia="SimSun"/>
          <w:color w:val="auto"/>
          <w:lang w:eastAsia="hi-IN" w:bidi="hi-IN"/>
        </w:rPr>
        <w:t>–</w:t>
      </w:r>
      <w:r w:rsidRPr="00962211">
        <w:rPr>
          <w:rFonts w:eastAsia="SimSun"/>
          <w:color w:val="auto"/>
          <w:kern w:val="1"/>
          <w:lang w:eastAsia="hi-IN" w:bidi="hi-IN"/>
        </w:rPr>
        <w:t xml:space="preserve"> Atestado(s) de capacidade técnica</w:t>
      </w:r>
      <w:r w:rsidR="00423643" w:rsidRPr="00962211">
        <w:rPr>
          <w:rFonts w:eastAsia="SimSun"/>
          <w:color w:val="auto"/>
          <w:kern w:val="1"/>
          <w:lang w:eastAsia="hi-IN" w:bidi="hi-IN"/>
        </w:rPr>
        <w:t xml:space="preserve"> em nome do licitante</w:t>
      </w:r>
      <w:r w:rsidRPr="00962211">
        <w:rPr>
          <w:rFonts w:eastAsia="SimSun"/>
          <w:color w:val="auto"/>
          <w:kern w:val="1"/>
          <w:lang w:eastAsia="hi-IN" w:bidi="hi-IN"/>
        </w:rPr>
        <w:t>, detalhado, fornecido(s) por pessoa jurídica de direito público ou privado, que comprove(m) haver a empresa licitante (pessoa jurídica) executado e fornecido, com bom desempenho, serviço(s) com características semelhantes com o objeto desta licitação</w:t>
      </w:r>
      <w:r w:rsidR="00017F74" w:rsidRPr="00962211">
        <w:rPr>
          <w:rFonts w:eastAsia="SimSun"/>
          <w:color w:val="auto"/>
          <w:kern w:val="1"/>
          <w:lang w:eastAsia="hi-IN" w:bidi="hi-IN"/>
        </w:rPr>
        <w:t xml:space="preserve">, com a prestação de manutenção pelo período </w:t>
      </w:r>
      <w:r w:rsidR="00295174" w:rsidRPr="00962211">
        <w:rPr>
          <w:rFonts w:eastAsia="SimSun"/>
          <w:color w:val="auto"/>
          <w:kern w:val="1"/>
          <w:lang w:eastAsia="hi-IN" w:bidi="hi-IN"/>
        </w:rPr>
        <w:t>mínimo de 12 (doze) meses</w:t>
      </w:r>
      <w:r w:rsidRPr="00962211">
        <w:rPr>
          <w:rFonts w:eastAsia="SimSun"/>
          <w:color w:val="auto"/>
          <w:kern w:val="1"/>
          <w:lang w:eastAsia="hi-IN" w:bidi="hi-IN"/>
        </w:rPr>
        <w:t xml:space="preserve">; </w:t>
      </w:r>
    </w:p>
    <w:p w:rsidR="00B94A85" w:rsidRPr="00962211" w:rsidRDefault="00B94A85" w:rsidP="00B94A85">
      <w:pPr>
        <w:suppressAutoHyphens w:val="0"/>
        <w:autoSpaceDE/>
        <w:spacing w:before="240" w:after="240"/>
        <w:jc w:val="both"/>
        <w:rPr>
          <w:rFonts w:eastAsia="SimSun"/>
          <w:lang w:eastAsia="hi-IN" w:bidi="hi-IN"/>
        </w:rPr>
      </w:pPr>
      <w:r w:rsidRPr="00962211">
        <w:rPr>
          <w:b/>
          <w:bCs/>
        </w:rPr>
        <w:t>4.1.1</w:t>
      </w:r>
      <w:r w:rsidRPr="00962211">
        <w:t xml:space="preserve"> </w:t>
      </w:r>
      <w:r w:rsidR="00555E20" w:rsidRPr="00962211">
        <w:t>–</w:t>
      </w:r>
      <w:r w:rsidRPr="00962211">
        <w:t xml:space="preserve"> </w:t>
      </w:r>
      <w:r w:rsidRPr="00962211">
        <w:rPr>
          <w:rFonts w:eastAsia="SimSun"/>
          <w:lang w:eastAsia="hi-IN" w:bidi="hi-IN"/>
        </w:rPr>
        <w:t>Serão aceitos, na licitação, tão somente, atestados de capacitação técnico-operacional emitidos em nome da empresa licitante. Caso tenha havido alteração na razão social, e o atestado de capacidade técnica tenha sido com o nome anterior da empresa, esta deverá anexar à documentação cópia da respectiva alteração contratual, devidamente autenticada pela Junta Comercial;</w:t>
      </w:r>
    </w:p>
    <w:p w:rsidR="004D6810" w:rsidRPr="00962211" w:rsidRDefault="004D6810" w:rsidP="00C3165F">
      <w:pPr>
        <w:pStyle w:val="CPLPadraoNegrito"/>
        <w:spacing w:before="240" w:after="240"/>
        <w:rPr>
          <w:b w:val="0"/>
        </w:rPr>
      </w:pPr>
      <w:r w:rsidRPr="00962211">
        <w:rPr>
          <w:bCs w:val="0"/>
        </w:rPr>
        <w:t>4.</w:t>
      </w:r>
      <w:r w:rsidR="008B627A" w:rsidRPr="00962211">
        <w:rPr>
          <w:bCs w:val="0"/>
        </w:rPr>
        <w:t>2</w:t>
      </w:r>
      <w:r w:rsidRPr="00962211">
        <w:rPr>
          <w:b w:val="0"/>
        </w:rPr>
        <w:t xml:space="preserve"> – Certificado de Registro de Pessoa Jurídica, emitido pelo Conselho Regional de Engenharia e Agronomia (CREA)</w:t>
      </w:r>
      <w:r w:rsidR="00A50486" w:rsidRPr="00962211">
        <w:rPr>
          <w:b w:val="0"/>
        </w:rPr>
        <w:t>, que comprove ati</w:t>
      </w:r>
      <w:r w:rsidR="0038413D" w:rsidRPr="00962211">
        <w:rPr>
          <w:b w:val="0"/>
        </w:rPr>
        <w:t>vidade relacionada com o objeto licitado</w:t>
      </w:r>
      <w:r w:rsidRPr="00962211">
        <w:rPr>
          <w:b w:val="0"/>
        </w:rPr>
        <w:t>. O Certificado deverá estar dentro do prazo de validade;</w:t>
      </w:r>
    </w:p>
    <w:p w:rsidR="0038413D" w:rsidRPr="00962211" w:rsidRDefault="004D6810" w:rsidP="00C3165F">
      <w:pPr>
        <w:suppressAutoHyphens w:val="0"/>
        <w:autoSpaceDE/>
        <w:spacing w:before="240" w:after="240"/>
        <w:jc w:val="both"/>
        <w:rPr>
          <w:rFonts w:eastAsia="SimSun"/>
          <w:lang w:eastAsia="hi-IN" w:bidi="hi-IN"/>
        </w:rPr>
      </w:pPr>
      <w:r w:rsidRPr="00962211">
        <w:rPr>
          <w:b/>
          <w:kern w:val="0"/>
          <w:lang w:eastAsia="pt-BR"/>
        </w:rPr>
        <w:lastRenderedPageBreak/>
        <w:t>4.3</w:t>
      </w:r>
      <w:r w:rsidRPr="00962211">
        <w:rPr>
          <w:kern w:val="0"/>
          <w:lang w:eastAsia="pt-BR"/>
        </w:rPr>
        <w:t xml:space="preserve"> – Declaração de compromisso</w:t>
      </w:r>
      <w:r w:rsidRPr="00962211">
        <w:rPr>
          <w:rFonts w:eastAsia="SimSun"/>
          <w:lang w:eastAsia="hi-IN" w:bidi="hi-IN"/>
        </w:rPr>
        <w:t xml:space="preserve"> </w:t>
      </w:r>
      <w:r w:rsidRPr="00962211">
        <w:rPr>
          <w:kern w:val="0"/>
          <w:lang w:eastAsia="pt-BR"/>
        </w:rPr>
        <w:t xml:space="preserve">da empresa licitante, </w:t>
      </w:r>
      <w:r w:rsidRPr="00962211">
        <w:rPr>
          <w:rFonts w:eastAsia="SimSun"/>
          <w:lang w:eastAsia="hi-IN" w:bidi="hi-IN"/>
        </w:rPr>
        <w:t xml:space="preserve">conforme modelo constante do Anexo </w:t>
      </w:r>
      <w:r w:rsidR="00047637" w:rsidRPr="00962211">
        <w:rPr>
          <w:rFonts w:eastAsia="SimSun"/>
          <w:lang w:eastAsia="hi-IN" w:bidi="hi-IN"/>
        </w:rPr>
        <w:t>VIII</w:t>
      </w:r>
      <w:r w:rsidRPr="00962211">
        <w:rPr>
          <w:rFonts w:eastAsia="SimSun"/>
          <w:lang w:eastAsia="hi-IN" w:bidi="hi-IN"/>
        </w:rPr>
        <w:t>,</w:t>
      </w:r>
      <w:r w:rsidRPr="00962211">
        <w:rPr>
          <w:kern w:val="0"/>
          <w:lang w:eastAsia="pt-BR"/>
        </w:rPr>
        <w:t xml:space="preserve"> indicando um profissional como responsável técnico pelo objeto desta licitação, assinado em conjunto pelo representante legal da empresa e pelo responsável técnico indicado</w:t>
      </w:r>
      <w:r w:rsidR="003977C6" w:rsidRPr="00962211">
        <w:rPr>
          <w:rFonts w:eastAsia="SimSun"/>
          <w:u w:val="dotted"/>
          <w:lang w:eastAsia="hi-IN" w:bidi="hi-IN"/>
        </w:rPr>
        <w:t>;</w:t>
      </w:r>
    </w:p>
    <w:p w:rsidR="002541A1" w:rsidRPr="00962211" w:rsidRDefault="004D6810" w:rsidP="00C3165F">
      <w:pPr>
        <w:spacing w:before="240" w:after="240"/>
        <w:jc w:val="both"/>
      </w:pPr>
      <w:r w:rsidRPr="00962211">
        <w:rPr>
          <w:b/>
        </w:rPr>
        <w:t>4.</w:t>
      </w:r>
      <w:r w:rsidR="008E314D" w:rsidRPr="00962211">
        <w:rPr>
          <w:b/>
        </w:rPr>
        <w:t>4</w:t>
      </w:r>
      <w:r w:rsidRPr="00962211">
        <w:t xml:space="preserve"> – Certificado de Registro de Pessoa Física, </w:t>
      </w:r>
      <w:r w:rsidR="002541A1" w:rsidRPr="00962211">
        <w:t>em nome do Responsável Técnico (Engenheiro Mecânico, Engen</w:t>
      </w:r>
      <w:r w:rsidR="00AD7C52" w:rsidRPr="00962211">
        <w:t>heiro Eletricista, Engenheiro Eletrônico ou Técnico Eletrotécnico)</w:t>
      </w:r>
      <w:r w:rsidR="004847CF" w:rsidRPr="00962211">
        <w:t xml:space="preserve">, </w:t>
      </w:r>
      <w:r w:rsidRPr="00962211">
        <w:t>emitido pelo Conselho Regional de Engenharia e Agronomia (CREA). O Certificado deverá estar dentro do prazo de validade;</w:t>
      </w:r>
    </w:p>
    <w:p w:rsidR="00AA0852" w:rsidRPr="00962211" w:rsidRDefault="004D6810" w:rsidP="00C3165F">
      <w:pPr>
        <w:spacing w:before="240" w:after="240"/>
        <w:jc w:val="both"/>
      </w:pPr>
      <w:r w:rsidRPr="00962211">
        <w:rPr>
          <w:b/>
        </w:rPr>
        <w:t>4.</w:t>
      </w:r>
      <w:r w:rsidR="008E314D" w:rsidRPr="00962211">
        <w:rPr>
          <w:b/>
        </w:rPr>
        <w:t>5</w:t>
      </w:r>
      <w:r w:rsidRPr="00962211">
        <w:t xml:space="preserve"> – A comprovação do vínculo profissional formal do responsável técnico com o licitante deverá ser feita mediante apresentação de um dos seguintes documentos:</w:t>
      </w:r>
    </w:p>
    <w:p w:rsidR="004D6810" w:rsidRPr="00962211" w:rsidRDefault="004D6810" w:rsidP="00C3165F">
      <w:pPr>
        <w:spacing w:before="240" w:after="240"/>
        <w:jc w:val="both"/>
      </w:pPr>
      <w:r w:rsidRPr="00962211">
        <w:t xml:space="preserve">a) Vínculo empregatício: cópia da Carteira de Trabalho e Previdência Social (CTPS), expedida pelo Ministério do Trabalho, contendo as folhas que demonstrem o número de registro, qualificação civil, contrato de trabalho e última alteração de salário; </w:t>
      </w:r>
    </w:p>
    <w:p w:rsidR="004D6810" w:rsidRPr="00962211" w:rsidRDefault="004D6810" w:rsidP="00C3165F">
      <w:pPr>
        <w:spacing w:before="240" w:after="240"/>
        <w:jc w:val="both"/>
      </w:pPr>
      <w:r w:rsidRPr="00962211">
        <w:t>b) Vínculo societário: ato constitutivo da empresa devidamente registrado no órgão de Registro de Comércio competente, do domicílio ou da sede do licitante;</w:t>
      </w:r>
    </w:p>
    <w:p w:rsidR="004D6810" w:rsidRPr="00962211" w:rsidRDefault="004D6810" w:rsidP="00C3165F">
      <w:pPr>
        <w:spacing w:before="240" w:after="240"/>
        <w:jc w:val="both"/>
      </w:pPr>
      <w:r w:rsidRPr="00962211">
        <w:t>c) Profissional autônomo: contrato de prestação de serviço devidamente registrado em Cartório de Registro de Títulos e Documentos e no CREA;</w:t>
      </w:r>
    </w:p>
    <w:p w:rsidR="003977C6" w:rsidRPr="00962211" w:rsidRDefault="004D6810" w:rsidP="00C3165F">
      <w:pPr>
        <w:spacing w:before="240" w:after="240"/>
        <w:jc w:val="both"/>
      </w:pPr>
      <w:r w:rsidRPr="00962211">
        <w:t>d) Outros documentos hábeis para comprovação deste vínculo.</w:t>
      </w:r>
    </w:p>
    <w:p w:rsidR="00251A67" w:rsidRPr="00962211" w:rsidRDefault="008E314D" w:rsidP="00C3165F">
      <w:pPr>
        <w:pStyle w:val="CPLPadraoNegrito"/>
        <w:spacing w:before="240" w:after="240"/>
      </w:pPr>
      <w:r w:rsidRPr="00962211">
        <w:t>5</w:t>
      </w:r>
      <w:r w:rsidR="0082143A" w:rsidRPr="00962211">
        <w:t xml:space="preserve"> – Declaraç</w:t>
      </w:r>
      <w:r w:rsidR="001C48A8" w:rsidRPr="00962211">
        <w:t>ão</w:t>
      </w:r>
      <w:r w:rsidR="0082143A" w:rsidRPr="00962211">
        <w:t xml:space="preserve"> exigida para habilitação:</w:t>
      </w:r>
    </w:p>
    <w:p w:rsidR="00251A67" w:rsidRPr="00962211" w:rsidRDefault="008E314D" w:rsidP="00C3165F">
      <w:pPr>
        <w:pStyle w:val="CPLPadrao"/>
        <w:spacing w:before="240" w:after="240"/>
      </w:pPr>
      <w:r w:rsidRPr="00962211">
        <w:rPr>
          <w:b/>
          <w:bCs/>
        </w:rPr>
        <w:t>5</w:t>
      </w:r>
      <w:r w:rsidR="0082143A" w:rsidRPr="00962211">
        <w:rPr>
          <w:b/>
          <w:bCs/>
        </w:rPr>
        <w:t>.</w:t>
      </w:r>
      <w:r w:rsidR="001C48A8" w:rsidRPr="00962211">
        <w:rPr>
          <w:b/>
          <w:bCs/>
        </w:rPr>
        <w:t>1</w:t>
      </w:r>
      <w:r w:rsidR="0082143A" w:rsidRPr="00962211">
        <w:t xml:space="preserve"> – Declaração de que não emprega menor nas situações proibidas pelo inciso XXXIII, do art. 7º, da Constituição Federal, conforme modelo constante do Anexo V</w:t>
      </w:r>
      <w:r w:rsidR="00D73DC5" w:rsidRPr="00962211">
        <w:t xml:space="preserve"> deste Edital</w:t>
      </w:r>
      <w:r w:rsidR="0082143A" w:rsidRPr="00962211">
        <w:t>.</w:t>
      </w:r>
    </w:p>
    <w:p w:rsidR="00251A67" w:rsidRPr="00962211" w:rsidRDefault="00B041FE" w:rsidP="00C3165F">
      <w:pPr>
        <w:pStyle w:val="CPLPadraoNegrito"/>
        <w:spacing w:before="240" w:after="240"/>
      </w:pPr>
      <w:r w:rsidRPr="00962211">
        <w:t>6</w:t>
      </w:r>
      <w:r w:rsidR="0082143A" w:rsidRPr="00962211">
        <w:t xml:space="preserve"> – Declaração de microempresa/empresa de pequeno porte </w:t>
      </w:r>
      <w:r w:rsidR="00116327" w:rsidRPr="00962211">
        <w:t xml:space="preserve">ou equiparada </w:t>
      </w:r>
      <w:r w:rsidR="0082143A" w:rsidRPr="00962211">
        <w:t>(LCF 123/06):</w:t>
      </w:r>
    </w:p>
    <w:p w:rsidR="00251A67" w:rsidRPr="00962211" w:rsidRDefault="00B041FE" w:rsidP="00C3165F">
      <w:pPr>
        <w:pStyle w:val="CPLPadrao"/>
        <w:spacing w:before="240" w:after="240"/>
      </w:pPr>
      <w:r w:rsidRPr="00962211">
        <w:rPr>
          <w:b/>
          <w:bCs/>
        </w:rPr>
        <w:t>6</w:t>
      </w:r>
      <w:r w:rsidR="0082143A" w:rsidRPr="00962211">
        <w:rPr>
          <w:b/>
          <w:bCs/>
        </w:rPr>
        <w:t>.1</w:t>
      </w:r>
      <w:r w:rsidR="0082143A" w:rsidRPr="00962211">
        <w:t xml:space="preserve"> – Para usufruir do direito ao tratamento favorecido, previsto na Lei Complementar Federal nº 123/06, o licitante deverá apresentar declaração de que é microempresa/empresa de pequeno porte</w:t>
      </w:r>
      <w:r w:rsidR="00116327" w:rsidRPr="00962211">
        <w:t xml:space="preserve"> ou equiparada</w:t>
      </w:r>
      <w:r w:rsidR="0082143A" w:rsidRPr="00962211">
        <w:t>, conforme modelo constante do Anexo V</w:t>
      </w:r>
      <w:r w:rsidR="00A86435" w:rsidRPr="00962211">
        <w:t>I</w:t>
      </w:r>
      <w:r w:rsidR="00D73DC5" w:rsidRPr="00962211">
        <w:t xml:space="preserve"> deste Edital</w:t>
      </w:r>
      <w:r w:rsidR="0082143A" w:rsidRPr="00962211">
        <w:t>.</w:t>
      </w:r>
    </w:p>
    <w:p w:rsidR="00251A67" w:rsidRPr="00962211" w:rsidRDefault="00B041FE" w:rsidP="00C3165F">
      <w:pPr>
        <w:pStyle w:val="CPLPadraoNegrito"/>
        <w:spacing w:before="240" w:after="240"/>
      </w:pPr>
      <w:r w:rsidRPr="00962211">
        <w:t>7</w:t>
      </w:r>
      <w:r w:rsidR="0082143A" w:rsidRPr="00962211">
        <w:t xml:space="preserve"> – Condições para aceitabilidade dos documentos:</w:t>
      </w:r>
    </w:p>
    <w:p w:rsidR="00251A67" w:rsidRPr="00962211" w:rsidRDefault="00B041FE" w:rsidP="00C3165F">
      <w:pPr>
        <w:pStyle w:val="CPLPadrao"/>
        <w:spacing w:before="240" w:after="240"/>
      </w:pPr>
      <w:r w:rsidRPr="00962211">
        <w:rPr>
          <w:b/>
          <w:bCs/>
        </w:rPr>
        <w:t>7</w:t>
      </w:r>
      <w:r w:rsidR="0082143A" w:rsidRPr="00962211">
        <w:rPr>
          <w:b/>
          <w:bCs/>
        </w:rPr>
        <w:t>.1</w:t>
      </w:r>
      <w:r w:rsidR="0082143A" w:rsidRPr="00962211">
        <w:t xml:space="preserve"> – Todos os documentos deverão estar em nome da matriz, se o licitante for a matriz, e em nome da filial, se o licitante for a filial;</w:t>
      </w:r>
    </w:p>
    <w:p w:rsidR="00251A67" w:rsidRPr="00962211" w:rsidRDefault="00B041FE" w:rsidP="00C3165F">
      <w:pPr>
        <w:pStyle w:val="CPLPadrao"/>
        <w:spacing w:before="240" w:after="240"/>
      </w:pPr>
      <w:r w:rsidRPr="00962211">
        <w:rPr>
          <w:b/>
          <w:bCs/>
        </w:rPr>
        <w:t>7</w:t>
      </w:r>
      <w:r w:rsidR="0082143A" w:rsidRPr="00962211">
        <w:rPr>
          <w:b/>
          <w:bCs/>
        </w:rPr>
        <w:t>.2</w:t>
      </w:r>
      <w:r w:rsidR="0082143A" w:rsidRPr="00962211">
        <w:t xml:space="preserve"> – Poderá ainda o licitante, se filial, apresentar aqueles documentos que, pela própria natureza, comprovadamente, forem emitidos somente em nome da matriz;</w:t>
      </w:r>
    </w:p>
    <w:p w:rsidR="00251A67" w:rsidRPr="00962211" w:rsidRDefault="00B041FE" w:rsidP="00C3165F">
      <w:pPr>
        <w:pStyle w:val="CPLPadrao"/>
        <w:spacing w:before="240" w:after="240"/>
      </w:pPr>
      <w:r w:rsidRPr="00962211">
        <w:rPr>
          <w:b/>
          <w:bCs/>
        </w:rPr>
        <w:lastRenderedPageBreak/>
        <w:t>7</w:t>
      </w:r>
      <w:r w:rsidR="0082143A" w:rsidRPr="00962211">
        <w:rPr>
          <w:b/>
          <w:bCs/>
        </w:rPr>
        <w:t>.3</w:t>
      </w:r>
      <w:r w:rsidR="0082143A" w:rsidRPr="00962211">
        <w:t xml:space="preserve"> – Caso a filial, licitante habilitada, posteriormente se apresente impossibilitada de providenciar o faturamento pertinente, este deverá ser efetuado pela matriz do licitante, mediante prévia justificativa aceita pela PGJ;</w:t>
      </w:r>
    </w:p>
    <w:p w:rsidR="00251A67" w:rsidRPr="00962211" w:rsidRDefault="00B041FE" w:rsidP="00C3165F">
      <w:pPr>
        <w:pStyle w:val="CPLPadrao"/>
        <w:spacing w:before="240" w:after="240"/>
      </w:pPr>
      <w:r w:rsidRPr="00962211">
        <w:rPr>
          <w:b/>
          <w:bCs/>
        </w:rPr>
        <w:t>7</w:t>
      </w:r>
      <w:r w:rsidR="0082143A" w:rsidRPr="00962211">
        <w:rPr>
          <w:b/>
          <w:bCs/>
        </w:rPr>
        <w:t>.4</w:t>
      </w:r>
      <w:r w:rsidR="0082143A" w:rsidRPr="00962211">
        <w:t xml:space="preserve"> – Os licitantes deverão manter válidos, durante todo o procedimento licitatório, os documentos apresentados para habilitação, sendo exigida essa condição para assinatura do Contrato;</w:t>
      </w:r>
    </w:p>
    <w:p w:rsidR="00CF2D53" w:rsidRPr="00962211" w:rsidRDefault="00B041FE" w:rsidP="00C3165F">
      <w:pPr>
        <w:pStyle w:val="CPLPadrao"/>
        <w:spacing w:before="240" w:after="240"/>
      </w:pPr>
      <w:r w:rsidRPr="00962211">
        <w:rPr>
          <w:b/>
          <w:bCs/>
        </w:rPr>
        <w:t>7</w:t>
      </w:r>
      <w:r w:rsidR="0082143A" w:rsidRPr="00962211">
        <w:rPr>
          <w:b/>
          <w:bCs/>
        </w:rPr>
        <w:t>.5</w:t>
      </w:r>
      <w:r w:rsidR="0082143A" w:rsidRPr="00962211">
        <w:t xml:space="preserve"> – Os documentos exigidos não poderão ser substituídos por nenhum tipo de protocolo.</w:t>
      </w:r>
    </w:p>
    <w:p w:rsidR="00CF2D53" w:rsidRPr="00962211" w:rsidRDefault="00CF2D53" w:rsidP="00C3165F">
      <w:pPr>
        <w:suppressAutoHyphens w:val="0"/>
        <w:autoSpaceDE/>
        <w:spacing w:before="240" w:after="240"/>
        <w:rPr>
          <w:rFonts w:eastAsia="SimSun"/>
          <w:lang w:eastAsia="hi-IN" w:bidi="hi-IN"/>
        </w:rPr>
      </w:pPr>
      <w:r w:rsidRPr="00962211">
        <w:br w:type="page"/>
      </w:r>
    </w:p>
    <w:p w:rsidR="00891D53" w:rsidRPr="00962211" w:rsidRDefault="00891D53" w:rsidP="00C3165F">
      <w:pPr>
        <w:pStyle w:val="Ttulo3"/>
        <w:spacing w:after="240"/>
        <w:rPr>
          <w:rFonts w:ascii="Arial" w:hAnsi="Arial" w:cs="Arial"/>
          <w:sz w:val="24"/>
          <w:szCs w:val="24"/>
        </w:rPr>
      </w:pPr>
      <w:bookmarkStart w:id="61" w:name="_Toc476925667"/>
      <w:bookmarkStart w:id="62" w:name="_Toc99971912"/>
      <w:r w:rsidRPr="00962211">
        <w:rPr>
          <w:rFonts w:ascii="Arial" w:hAnsi="Arial" w:cs="Arial"/>
          <w:sz w:val="24"/>
          <w:szCs w:val="24"/>
        </w:rPr>
        <w:lastRenderedPageBreak/>
        <w:t>ANEXO IV – MODELO DE DECLARAÇÃO (REGULARIDADE)</w:t>
      </w:r>
      <w:bookmarkEnd w:id="61"/>
      <w:bookmarkEnd w:id="62"/>
    </w:p>
    <w:p w:rsidR="00891D53" w:rsidRPr="00962211" w:rsidRDefault="00891D53" w:rsidP="00C3165F">
      <w:pPr>
        <w:pStyle w:val="CPLPadrao"/>
        <w:spacing w:before="240" w:after="240"/>
      </w:pPr>
    </w:p>
    <w:p w:rsidR="00891D53" w:rsidRPr="00962211" w:rsidRDefault="00891D53" w:rsidP="00C3165F">
      <w:pPr>
        <w:pStyle w:val="CPLPadrao"/>
        <w:spacing w:before="240" w:after="240"/>
      </w:pPr>
      <w:r w:rsidRPr="00D116F4">
        <w:t xml:space="preserve">Processo Licitatório nº </w:t>
      </w:r>
      <w:r w:rsidR="00717C5C" w:rsidRPr="00D116F4">
        <w:t>XXX/2021</w:t>
      </w:r>
      <w:r w:rsidRPr="00962211">
        <w:t xml:space="preserve"> </w:t>
      </w:r>
    </w:p>
    <w:p w:rsidR="00891D53" w:rsidRPr="00962211" w:rsidRDefault="00891D53" w:rsidP="00C3165F">
      <w:pPr>
        <w:pStyle w:val="CPLPadrao"/>
        <w:spacing w:before="240" w:after="240"/>
      </w:pPr>
    </w:p>
    <w:p w:rsidR="00DF7611" w:rsidRPr="000F793A" w:rsidRDefault="00891D53" w:rsidP="00DF7611">
      <w:pPr>
        <w:pStyle w:val="CPLPadrao"/>
        <w:spacing w:before="360" w:after="360"/>
        <w:rPr>
          <w:rFonts w:eastAsia="Times New Roman"/>
          <w:bCs/>
        </w:rPr>
      </w:pPr>
      <w:r w:rsidRPr="00962211">
        <w:t xml:space="preserve">Objeto: </w:t>
      </w:r>
      <w:r w:rsidR="00DF7611" w:rsidRPr="000F793A">
        <w:rPr>
          <w:rFonts w:eastAsia="Times New Roman"/>
          <w:bCs/>
        </w:rPr>
        <w:t>Contratação de empresa especializada para execução de serviços de manutenção preventiva e corretiva de grupos motogeradores instalados nos imóveis da Procuradoria Geral de Justiça do Estado de Minas Gerais, na cidade de Belo Horizonte, pelo período de 36 (trinta e seis) meses.</w:t>
      </w:r>
    </w:p>
    <w:p w:rsidR="00891D53" w:rsidRPr="00962211" w:rsidRDefault="00891D53" w:rsidP="00C3165F">
      <w:pPr>
        <w:pStyle w:val="CPLPadrao"/>
        <w:spacing w:before="240" w:after="240"/>
      </w:pPr>
    </w:p>
    <w:p w:rsidR="00891D53" w:rsidRPr="00962211" w:rsidRDefault="00891D53" w:rsidP="00C3165F">
      <w:pPr>
        <w:pStyle w:val="CPLPadrao"/>
        <w:spacing w:before="240" w:after="240"/>
      </w:pPr>
    </w:p>
    <w:p w:rsidR="00891D53" w:rsidRPr="00962211" w:rsidRDefault="00891D53" w:rsidP="00C3165F">
      <w:pPr>
        <w:pStyle w:val="CPLPadrao"/>
        <w:tabs>
          <w:tab w:val="left" w:pos="709"/>
        </w:tabs>
        <w:spacing w:before="240" w:after="240"/>
      </w:pPr>
      <w:r w:rsidRPr="00962211">
        <w:t>A empresa ...........................................................................................inscrita no CNPJ nº ...................................., por intermédio de seu representante legal</w:t>
      </w:r>
      <w:r w:rsidR="00D015BD" w:rsidRPr="00962211">
        <w:t>,</w:t>
      </w:r>
      <w:r w:rsidRPr="00962211">
        <w:t xml:space="preserve"> ........................................................................., portador(a) da Carteira de Identidade nº ........................... e do CPF nº ........................................, DECLARA, </w:t>
      </w:r>
      <w:r w:rsidRPr="00962211">
        <w:rPr>
          <w:bCs/>
        </w:rPr>
        <w:t xml:space="preserve">sob as penas da lei, </w:t>
      </w:r>
      <w:r w:rsidRPr="00962211">
        <w:t>que não está sob controle de grupo de pessoas, físicas ou jurídicas, já participante desta licitação como controlador de outra empresa.</w:t>
      </w:r>
    </w:p>
    <w:p w:rsidR="00891D53" w:rsidRPr="00962211" w:rsidRDefault="005072FF" w:rsidP="00C3165F">
      <w:pPr>
        <w:pStyle w:val="CPLPadrao"/>
        <w:spacing w:before="240" w:after="240"/>
      </w:pPr>
      <w:r w:rsidRPr="00962211">
        <w:t xml:space="preserve">DECLARA ainda, </w:t>
      </w:r>
      <w:r w:rsidRPr="00962211">
        <w:rPr>
          <w:bCs/>
        </w:rPr>
        <w:t>em cumprimento</w:t>
      </w:r>
      <w:r w:rsidRPr="00962211">
        <w:t xml:space="preserve"> </w:t>
      </w:r>
      <w:r w:rsidRPr="00962211">
        <w:rPr>
          <w:rFonts w:eastAsia="Times New Roman"/>
        </w:rPr>
        <w:t xml:space="preserve">ao disposto na Resolução </w:t>
      </w:r>
      <w:r w:rsidRPr="00962211">
        <w:rPr>
          <w:rFonts w:eastAsia="Times New Roman"/>
          <w:bCs/>
          <w:shd w:val="clear" w:color="auto" w:fill="FFFFFF"/>
        </w:rPr>
        <w:t xml:space="preserve">37/09 </w:t>
      </w:r>
      <w:r w:rsidRPr="00962211">
        <w:rPr>
          <w:rFonts w:eastAsia="Times New Roman"/>
          <w:shd w:val="clear" w:color="auto" w:fill="FFFFFF"/>
        </w:rPr>
        <w:t xml:space="preserve">do Conselho Nacional do Ministério Público, </w:t>
      </w:r>
      <w:r w:rsidRPr="00962211">
        <w:t>alterada pela Resolução nº 172/17, que não possui em seu quadro societário cônjuge, companheiro ou parente em linha reta, colateral ou por afinidade, até o terceiro grau, inclusive, de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inclusive no período compreendido entre os 6 (seis) meses anteriores à publicação de</w:t>
      </w:r>
      <w:r w:rsidR="00C04691">
        <w:t>ste Edital até a presente data.</w:t>
      </w:r>
    </w:p>
    <w:p w:rsidR="00891D53" w:rsidRPr="00962211" w:rsidRDefault="00891D53" w:rsidP="00C3165F">
      <w:pPr>
        <w:pStyle w:val="CPLPadrao"/>
        <w:spacing w:before="240" w:after="240"/>
      </w:pPr>
    </w:p>
    <w:p w:rsidR="00891D53" w:rsidRPr="00962211" w:rsidRDefault="005D6D62" w:rsidP="00C3165F">
      <w:pPr>
        <w:pStyle w:val="CPLPadrao"/>
        <w:spacing w:before="240" w:after="240"/>
        <w:jc w:val="center"/>
      </w:pPr>
      <w:r w:rsidRPr="00962211">
        <w:t>................................,  ..... de ....................... de ........</w:t>
      </w:r>
    </w:p>
    <w:p w:rsidR="00891D53" w:rsidRPr="00962211" w:rsidRDefault="00891D53" w:rsidP="00C04691">
      <w:pPr>
        <w:pStyle w:val="CPLPadrao"/>
        <w:spacing w:before="240" w:after="240"/>
      </w:pPr>
    </w:p>
    <w:p w:rsidR="00891D53" w:rsidRPr="00962211" w:rsidRDefault="00891D53" w:rsidP="00C3165F">
      <w:pPr>
        <w:pStyle w:val="CPLPadrao"/>
        <w:spacing w:before="240" w:after="240"/>
        <w:jc w:val="center"/>
      </w:pPr>
      <w:r w:rsidRPr="00962211">
        <w:t>......................................................................</w:t>
      </w:r>
    </w:p>
    <w:p w:rsidR="00891D53" w:rsidRPr="00962211" w:rsidRDefault="00891D53" w:rsidP="00C3165F">
      <w:pPr>
        <w:spacing w:before="240" w:after="240"/>
        <w:jc w:val="center"/>
        <w:rPr>
          <w:rFonts w:eastAsia="SimSun"/>
          <w:lang w:eastAsia="hi-IN" w:bidi="hi-IN"/>
        </w:rPr>
      </w:pPr>
      <w:r w:rsidRPr="00962211">
        <w:rPr>
          <w:rFonts w:eastAsia="SimSun"/>
          <w:lang w:eastAsia="hi-IN" w:bidi="hi-IN"/>
        </w:rPr>
        <w:t>Assinatura do representante legal</w:t>
      </w:r>
    </w:p>
    <w:p w:rsidR="00251A67" w:rsidRPr="00962211" w:rsidRDefault="0082143A" w:rsidP="00C3165F">
      <w:pPr>
        <w:pStyle w:val="Ttulo3"/>
        <w:spacing w:after="240"/>
        <w:rPr>
          <w:rFonts w:ascii="Arial" w:hAnsi="Arial" w:cs="Arial"/>
          <w:sz w:val="24"/>
          <w:szCs w:val="24"/>
        </w:rPr>
      </w:pPr>
      <w:r w:rsidRPr="00962211">
        <w:rPr>
          <w:rFonts w:ascii="Arial" w:hAnsi="Arial" w:cs="Arial"/>
          <w:sz w:val="24"/>
          <w:szCs w:val="24"/>
        </w:rPr>
        <w:br w:type="page"/>
      </w:r>
      <w:bookmarkStart w:id="63" w:name="_Toc99971913"/>
      <w:r w:rsidRPr="00962211">
        <w:rPr>
          <w:rFonts w:ascii="Arial" w:hAnsi="Arial" w:cs="Arial"/>
          <w:sz w:val="24"/>
          <w:szCs w:val="24"/>
        </w:rPr>
        <w:lastRenderedPageBreak/>
        <w:t>ANEXO V – MODELO DE DECLARAÇÃO (NÃO EMPREGA MENOR)</w:t>
      </w:r>
      <w:bookmarkEnd w:id="63"/>
    </w:p>
    <w:p w:rsidR="005D51B5" w:rsidRPr="00962211" w:rsidRDefault="005D51B5" w:rsidP="00C3165F">
      <w:pPr>
        <w:pStyle w:val="CPLPadrao"/>
        <w:spacing w:before="240" w:after="240"/>
      </w:pPr>
    </w:p>
    <w:p w:rsidR="005D51B5" w:rsidRPr="00962211" w:rsidRDefault="0082143A" w:rsidP="00C3165F">
      <w:pPr>
        <w:pStyle w:val="CPLPadrao"/>
        <w:spacing w:before="240" w:after="240"/>
      </w:pPr>
      <w:r w:rsidRPr="00962211">
        <w:t xml:space="preserve">Processo </w:t>
      </w:r>
      <w:r w:rsidRPr="00D116F4">
        <w:t xml:space="preserve">Licitatório nº </w:t>
      </w:r>
      <w:r w:rsidR="00C04691">
        <w:t>50</w:t>
      </w:r>
      <w:r w:rsidR="00717C5C" w:rsidRPr="00D116F4">
        <w:t>/202</w:t>
      </w:r>
      <w:r w:rsidR="00C04691">
        <w:t>2</w:t>
      </w:r>
      <w:r w:rsidRPr="00962211">
        <w:t xml:space="preserve"> </w:t>
      </w:r>
    </w:p>
    <w:p w:rsidR="005D51B5" w:rsidRPr="00962211" w:rsidRDefault="005D51B5" w:rsidP="00C3165F">
      <w:pPr>
        <w:pStyle w:val="CPLPadrao"/>
        <w:spacing w:before="240" w:after="240"/>
      </w:pPr>
    </w:p>
    <w:p w:rsidR="00DF7611" w:rsidRPr="000F793A" w:rsidRDefault="0082143A" w:rsidP="00DF7611">
      <w:pPr>
        <w:pStyle w:val="CPLPadrao"/>
        <w:spacing w:before="360" w:after="360"/>
        <w:rPr>
          <w:rFonts w:eastAsia="Times New Roman"/>
          <w:bCs/>
        </w:rPr>
      </w:pPr>
      <w:r w:rsidRPr="00962211">
        <w:t xml:space="preserve">Objeto: </w:t>
      </w:r>
      <w:r w:rsidR="00DF7611" w:rsidRPr="000F793A">
        <w:rPr>
          <w:rFonts w:eastAsia="Times New Roman"/>
          <w:bCs/>
        </w:rPr>
        <w:t>Contratação de empresa especializada para execução de serviços de manutenção preventiva e corretiva de grupos motogeradores instalados nos imóveis da Procuradoria Geral de Justiça do Estado de Minas Gerais, na cidade de Belo Horizonte, pelo período de 36 (trinta e seis) meses.</w:t>
      </w:r>
    </w:p>
    <w:p w:rsidR="005D51B5" w:rsidRPr="00962211" w:rsidRDefault="005D51B5" w:rsidP="00C3165F">
      <w:pPr>
        <w:pStyle w:val="CPLPadrao"/>
        <w:spacing w:before="240" w:after="240"/>
      </w:pPr>
    </w:p>
    <w:p w:rsidR="005D51B5" w:rsidRPr="00962211" w:rsidRDefault="005D51B5" w:rsidP="00C3165F">
      <w:pPr>
        <w:pStyle w:val="CPLPadrao"/>
        <w:spacing w:before="240" w:after="240"/>
      </w:pPr>
    </w:p>
    <w:p w:rsidR="005D51B5" w:rsidRPr="00962211" w:rsidRDefault="0082143A" w:rsidP="00C3165F">
      <w:pPr>
        <w:pStyle w:val="CPLPadrao"/>
        <w:spacing w:before="240" w:after="240"/>
      </w:pPr>
      <w:r w:rsidRPr="00962211">
        <w:t>A empresa ...........................................................................................inscrita no CNPJ nº ...................................., por intermédio de seu representante legal</w:t>
      </w:r>
      <w:r w:rsidR="00D015BD" w:rsidRPr="00962211">
        <w:t>,</w:t>
      </w:r>
      <w:r w:rsidRPr="00962211">
        <w:t xml:space="preserve">........................................................................., portador(a) da Carteira de Identidade nº ........................... e do CPF nº ........................................, DECLARA, para os fins do disposto no inciso V do art. 27 da Lei </w:t>
      </w:r>
      <w:r w:rsidR="00116327" w:rsidRPr="00962211">
        <w:t xml:space="preserve">Federal </w:t>
      </w:r>
      <w:r w:rsidRPr="00962211">
        <w:t>nº 8.666</w:t>
      </w:r>
      <w:r w:rsidR="00E254FE" w:rsidRPr="00962211">
        <w:t>/</w:t>
      </w:r>
      <w:r w:rsidRPr="00962211">
        <w:t>93, que não emprega menor de dezoito anos em trabalho noturno, perigoso ou insalubre e não emprega menor de dezesseis anos.</w:t>
      </w:r>
    </w:p>
    <w:p w:rsidR="005D51B5" w:rsidRPr="00962211" w:rsidRDefault="005D51B5" w:rsidP="00C3165F">
      <w:pPr>
        <w:pStyle w:val="CPLPadrao"/>
        <w:spacing w:before="240" w:after="240"/>
      </w:pPr>
    </w:p>
    <w:p w:rsidR="005D51B5" w:rsidRPr="00962211" w:rsidRDefault="0082143A" w:rsidP="00C3165F">
      <w:pPr>
        <w:pStyle w:val="CPLPadrao"/>
        <w:spacing w:before="240" w:after="240"/>
      </w:pPr>
      <w:r w:rsidRPr="00962211">
        <w:t>(.....) Ressalva: emprega menor, a partir de quatorze anos, na condição de aprendiz.</w:t>
      </w:r>
    </w:p>
    <w:p w:rsidR="00D64701" w:rsidRPr="00962211" w:rsidRDefault="00D64701" w:rsidP="00C3165F">
      <w:pPr>
        <w:pStyle w:val="CPLPadrao"/>
        <w:spacing w:before="240" w:after="240"/>
      </w:pPr>
      <w:r w:rsidRPr="00962211">
        <w:t>Observação: em caso afirmativo, assinalar a ressalva acima.</w:t>
      </w:r>
    </w:p>
    <w:p w:rsidR="005D51B5" w:rsidRPr="00962211" w:rsidRDefault="005D51B5" w:rsidP="00C3165F">
      <w:pPr>
        <w:pStyle w:val="CPLPadrao"/>
        <w:spacing w:before="240" w:after="240"/>
      </w:pPr>
    </w:p>
    <w:p w:rsidR="005D51B5" w:rsidRPr="00962211" w:rsidRDefault="005D51B5" w:rsidP="00C3165F">
      <w:pPr>
        <w:pStyle w:val="CPLPadrao"/>
        <w:spacing w:before="240" w:after="240"/>
      </w:pPr>
    </w:p>
    <w:p w:rsidR="005D51B5" w:rsidRPr="00962211" w:rsidRDefault="005D6D62" w:rsidP="00C3165F">
      <w:pPr>
        <w:pStyle w:val="CPLPadrao"/>
        <w:spacing w:before="240" w:after="240"/>
        <w:jc w:val="center"/>
      </w:pPr>
      <w:r w:rsidRPr="00962211">
        <w:t>................................,  ..... de ....................... de ........</w:t>
      </w:r>
    </w:p>
    <w:p w:rsidR="005D51B5" w:rsidRPr="00962211" w:rsidRDefault="005D51B5" w:rsidP="00C3165F">
      <w:pPr>
        <w:pStyle w:val="CPLPadrao"/>
        <w:spacing w:before="240" w:after="240"/>
        <w:jc w:val="center"/>
      </w:pPr>
    </w:p>
    <w:p w:rsidR="005D51B5" w:rsidRPr="00962211" w:rsidRDefault="0082143A" w:rsidP="00C3165F">
      <w:pPr>
        <w:pStyle w:val="CPLPadrao"/>
        <w:spacing w:before="240" w:after="240"/>
        <w:jc w:val="center"/>
      </w:pPr>
      <w:r w:rsidRPr="00962211">
        <w:t>......................................................................</w:t>
      </w:r>
    </w:p>
    <w:p w:rsidR="00D64701" w:rsidRPr="00962211" w:rsidRDefault="00D64701" w:rsidP="00C3165F">
      <w:pPr>
        <w:spacing w:before="240" w:after="240"/>
        <w:jc w:val="center"/>
        <w:rPr>
          <w:rFonts w:eastAsia="SimSun"/>
          <w:lang w:eastAsia="hi-IN" w:bidi="hi-IN"/>
        </w:rPr>
      </w:pPr>
      <w:r w:rsidRPr="00962211">
        <w:rPr>
          <w:rFonts w:eastAsia="SimSun"/>
          <w:lang w:eastAsia="hi-IN" w:bidi="hi-IN"/>
        </w:rPr>
        <w:t>Assinatura do representante legal</w:t>
      </w:r>
    </w:p>
    <w:p w:rsidR="005D51B5" w:rsidRPr="00962211" w:rsidRDefault="00D64701" w:rsidP="00C3165F">
      <w:pPr>
        <w:pStyle w:val="CPLPadrao"/>
        <w:spacing w:before="240" w:after="240"/>
      </w:pPr>
      <w:r w:rsidRPr="00962211" w:rsidDel="00D64701">
        <w:t xml:space="preserve"> </w:t>
      </w:r>
    </w:p>
    <w:p w:rsidR="00E62407" w:rsidRPr="00962211" w:rsidRDefault="0082143A" w:rsidP="00C3165F">
      <w:pPr>
        <w:pStyle w:val="Ttulo3"/>
        <w:spacing w:after="240"/>
        <w:rPr>
          <w:rFonts w:ascii="Arial" w:hAnsi="Arial" w:cs="Arial"/>
          <w:sz w:val="24"/>
          <w:szCs w:val="24"/>
        </w:rPr>
      </w:pPr>
      <w:r w:rsidRPr="00962211">
        <w:rPr>
          <w:rFonts w:ascii="Arial" w:hAnsi="Arial" w:cs="Arial"/>
          <w:sz w:val="24"/>
          <w:szCs w:val="24"/>
        </w:rPr>
        <w:br w:type="page"/>
      </w:r>
      <w:bookmarkStart w:id="64" w:name="_Toc476925669"/>
      <w:bookmarkStart w:id="65" w:name="_Toc99971914"/>
      <w:r w:rsidR="00E62407" w:rsidRPr="00962211">
        <w:rPr>
          <w:rFonts w:ascii="Arial" w:hAnsi="Arial" w:cs="Arial"/>
          <w:sz w:val="24"/>
          <w:szCs w:val="24"/>
        </w:rPr>
        <w:lastRenderedPageBreak/>
        <w:t>ANEXO VI – MODELO DE DECLARAÇÃO (ME/EPP</w:t>
      </w:r>
      <w:r w:rsidR="00116327" w:rsidRPr="00962211">
        <w:rPr>
          <w:rFonts w:ascii="Arial" w:hAnsi="Arial" w:cs="Arial"/>
          <w:sz w:val="24"/>
          <w:szCs w:val="24"/>
        </w:rPr>
        <w:t xml:space="preserve"> OU EQUIPARADA</w:t>
      </w:r>
      <w:r w:rsidR="00E62407" w:rsidRPr="00962211">
        <w:rPr>
          <w:rFonts w:ascii="Arial" w:hAnsi="Arial" w:cs="Arial"/>
          <w:sz w:val="24"/>
          <w:szCs w:val="24"/>
        </w:rPr>
        <w:t>)</w:t>
      </w:r>
      <w:bookmarkEnd w:id="64"/>
      <w:bookmarkEnd w:id="65"/>
    </w:p>
    <w:p w:rsidR="00E62407" w:rsidRPr="00962211" w:rsidRDefault="00E62407" w:rsidP="00C3165F">
      <w:pPr>
        <w:spacing w:before="240" w:after="240"/>
      </w:pPr>
    </w:p>
    <w:p w:rsidR="00E62407" w:rsidRPr="00962211" w:rsidRDefault="00E62407" w:rsidP="00C3165F">
      <w:pPr>
        <w:spacing w:before="240" w:after="240"/>
        <w:jc w:val="both"/>
      </w:pPr>
      <w:r w:rsidRPr="00962211">
        <w:t xml:space="preserve">Processo Licitatório nº </w:t>
      </w:r>
      <w:r w:rsidR="00C04691">
        <w:t>50/2022</w:t>
      </w:r>
      <w:r w:rsidRPr="00962211">
        <w:t xml:space="preserve"> </w:t>
      </w:r>
    </w:p>
    <w:p w:rsidR="00DF7611" w:rsidRPr="000F793A" w:rsidRDefault="00E62407" w:rsidP="00DF7611">
      <w:pPr>
        <w:pStyle w:val="CPLPadrao"/>
        <w:spacing w:before="360" w:after="360"/>
        <w:rPr>
          <w:rFonts w:eastAsia="Times New Roman"/>
          <w:bCs/>
        </w:rPr>
      </w:pPr>
      <w:r w:rsidRPr="00962211">
        <w:t xml:space="preserve">Objeto: </w:t>
      </w:r>
      <w:r w:rsidR="00DF7611" w:rsidRPr="000F793A">
        <w:rPr>
          <w:rFonts w:eastAsia="Times New Roman"/>
          <w:bCs/>
        </w:rPr>
        <w:t>Contratação de empresa especializada para execução de serviços de manutenção preventiva e corretiva de grupos motogeradores instalados nos imóveis da Procuradoria Geral de Justiça do Estado de Minas Gerais, na cidade de Belo Horizonte, pelo período de 36 (trinta e seis) meses.</w:t>
      </w:r>
    </w:p>
    <w:p w:rsidR="00E62407" w:rsidRPr="00962211" w:rsidRDefault="00E62407" w:rsidP="00DF7611">
      <w:pPr>
        <w:spacing w:before="240" w:after="240"/>
        <w:jc w:val="both"/>
      </w:pPr>
      <w:r w:rsidRPr="00962211">
        <w:tab/>
      </w:r>
    </w:p>
    <w:p w:rsidR="00767CBA" w:rsidRPr="00962211" w:rsidRDefault="00E62407" w:rsidP="00767CBA">
      <w:pPr>
        <w:pStyle w:val="CPLPadrao"/>
        <w:spacing w:before="240" w:after="240"/>
        <w:rPr>
          <w:rFonts w:eastAsia="Times New Roman"/>
          <w:lang w:eastAsia="ar-SA" w:bidi="ar-SA"/>
        </w:rPr>
      </w:pPr>
      <w:r w:rsidRPr="00962211">
        <w:t xml:space="preserve">A empresa ........................................................................................................... inscrita no CNPJ nº ........................................, por intermédio de seu representante </w:t>
      </w:r>
      <w:r w:rsidR="00D015BD" w:rsidRPr="00962211">
        <w:t>legal,</w:t>
      </w:r>
      <w:r w:rsidRPr="00962211">
        <w:t xml:space="preserve">......................................................................................... (nome do representante), portador do documento de Identidade nº ..............................................................., e do CPF nº ............................................................ </w:t>
      </w:r>
      <w:r w:rsidR="00767CBA" w:rsidRPr="00962211">
        <w:t>DECLARA, sob pena de responder pelo crime de falsidade ideológica (art. 299 do Código Penal) e demais cominações penais cabíveis, que cumpre os requisitos legais para sua qualificação como Microempresa, Empresa de Pequeno Porte ou equiparada, estando apta a usufruir do tratamento favorecido estabelecido na Lei Complementar Federal nº 123/06, e na Lei Estadual nº 20.826/13.</w:t>
      </w:r>
    </w:p>
    <w:p w:rsidR="00E62407" w:rsidRPr="00962211" w:rsidRDefault="00E62407" w:rsidP="00C3165F">
      <w:pPr>
        <w:spacing w:before="240" w:after="240"/>
        <w:jc w:val="both"/>
      </w:pPr>
      <w:r w:rsidRPr="00962211">
        <w:t xml:space="preserve">DECLARA ainda ter conhecimento de que, para fruição do tratamento favorecido retromencionado, as informações registradas no Sistema Integrado de Administração da Receita </w:t>
      </w:r>
      <w:r w:rsidR="006636CC" w:rsidRPr="00962211">
        <w:t xml:space="preserve">Estadual </w:t>
      </w:r>
      <w:r w:rsidRPr="00962211">
        <w:t>– SIARE</w:t>
      </w:r>
      <w:r w:rsidR="006636CC" w:rsidRPr="00962211">
        <w:t xml:space="preserve"> </w:t>
      </w:r>
      <w:r w:rsidRPr="00962211">
        <w:t>-</w:t>
      </w:r>
      <w:r w:rsidR="006636CC" w:rsidRPr="00962211">
        <w:t xml:space="preserve"> SEF/</w:t>
      </w:r>
      <w:r w:rsidRPr="00962211">
        <w:t xml:space="preserve">MG e no Cadastro Geral de Fornecedores – CAGEF acerca de seu porte devem corresponder à realidade, sendo seu dever conferir sua exatidão e mantê-las em conformidade com as regras de enquadramento previstas no art. 3º da Lei </w:t>
      </w:r>
      <w:r w:rsidR="006636CC" w:rsidRPr="00962211">
        <w:t xml:space="preserve">Complementar </w:t>
      </w:r>
      <w:r w:rsidRPr="00962211">
        <w:t>Federal nº 123/06.</w:t>
      </w:r>
    </w:p>
    <w:p w:rsidR="00E62407" w:rsidRPr="00962211" w:rsidRDefault="00E62407" w:rsidP="00C3165F">
      <w:pPr>
        <w:spacing w:before="240" w:after="240"/>
        <w:jc w:val="both"/>
      </w:pPr>
      <w:r w:rsidRPr="00962211">
        <w:t xml:space="preserve">(…..) </w:t>
      </w:r>
      <w:r w:rsidR="00E406DB" w:rsidRPr="00962211">
        <w:t>Ressalva: declaro que minha empresa possui restrição referente à documentação fiscal e trabalhista e que utilizarei o prazo previsto no art. 43, §1º, da Lei Complementar Federal nº 123/06, para que possa regularizar a situação quando for declarado vencedor do certame.</w:t>
      </w:r>
    </w:p>
    <w:p w:rsidR="00E62407" w:rsidRPr="00962211" w:rsidRDefault="00E62407" w:rsidP="00C3165F">
      <w:pPr>
        <w:pStyle w:val="CPLPadrao"/>
        <w:spacing w:before="240" w:after="240"/>
      </w:pPr>
      <w:r w:rsidRPr="00962211">
        <w:t>Observação: em caso afirmativo, assinalar a ressalva acima.</w:t>
      </w:r>
    </w:p>
    <w:p w:rsidR="00E62407" w:rsidRPr="00962211" w:rsidRDefault="005D6D62" w:rsidP="00C3165F">
      <w:pPr>
        <w:spacing w:before="240" w:after="240"/>
        <w:jc w:val="center"/>
      </w:pPr>
      <w:r w:rsidRPr="00962211">
        <w:t>................................,  ..... de ....................... de ........</w:t>
      </w:r>
    </w:p>
    <w:p w:rsidR="00E62407" w:rsidRPr="00962211" w:rsidRDefault="00E62407" w:rsidP="00C3165F">
      <w:pPr>
        <w:spacing w:before="240" w:after="240"/>
        <w:jc w:val="center"/>
      </w:pPr>
    </w:p>
    <w:p w:rsidR="00E62407" w:rsidRPr="00962211" w:rsidRDefault="00E62407" w:rsidP="00C3165F">
      <w:pPr>
        <w:spacing w:before="240" w:after="240"/>
        <w:jc w:val="center"/>
      </w:pPr>
      <w:r w:rsidRPr="00962211">
        <w:t>..............................................................................</w:t>
      </w:r>
    </w:p>
    <w:p w:rsidR="00E62407" w:rsidRPr="00962211" w:rsidRDefault="00E62407" w:rsidP="00C3165F">
      <w:pPr>
        <w:spacing w:before="240" w:after="240"/>
        <w:jc w:val="center"/>
        <w:rPr>
          <w:rFonts w:eastAsia="SimSun"/>
          <w:lang w:eastAsia="hi-IN" w:bidi="hi-IN"/>
        </w:rPr>
      </w:pPr>
      <w:r w:rsidRPr="00962211">
        <w:rPr>
          <w:rFonts w:eastAsia="SimSun"/>
          <w:lang w:eastAsia="hi-IN" w:bidi="hi-IN"/>
        </w:rPr>
        <w:t>Assinatura do representante legal</w:t>
      </w:r>
    </w:p>
    <w:p w:rsidR="00251A67" w:rsidRPr="00962211" w:rsidRDefault="00E62407" w:rsidP="00C3165F">
      <w:pPr>
        <w:pStyle w:val="Ttulo3"/>
        <w:spacing w:after="240"/>
        <w:rPr>
          <w:rFonts w:ascii="Arial" w:hAnsi="Arial" w:cs="Arial"/>
          <w:sz w:val="24"/>
          <w:szCs w:val="24"/>
        </w:rPr>
      </w:pPr>
      <w:r w:rsidRPr="00962211">
        <w:rPr>
          <w:rFonts w:ascii="Arial" w:hAnsi="Arial" w:cs="Arial"/>
          <w:sz w:val="24"/>
          <w:szCs w:val="24"/>
        </w:rPr>
        <w:br w:type="page"/>
      </w:r>
      <w:bookmarkStart w:id="66" w:name="_Toc99971915"/>
      <w:r w:rsidR="0082143A" w:rsidRPr="00962211">
        <w:rPr>
          <w:rFonts w:ascii="Arial" w:hAnsi="Arial" w:cs="Arial"/>
          <w:sz w:val="24"/>
          <w:szCs w:val="24"/>
        </w:rPr>
        <w:lastRenderedPageBreak/>
        <w:t>ANEXO VI</w:t>
      </w:r>
      <w:r w:rsidRPr="00962211">
        <w:rPr>
          <w:rFonts w:ascii="Arial" w:hAnsi="Arial" w:cs="Arial"/>
          <w:sz w:val="24"/>
          <w:szCs w:val="24"/>
        </w:rPr>
        <w:t>I</w:t>
      </w:r>
      <w:r w:rsidR="0082143A" w:rsidRPr="00962211">
        <w:rPr>
          <w:rFonts w:ascii="Arial" w:hAnsi="Arial" w:cs="Arial"/>
          <w:sz w:val="24"/>
          <w:szCs w:val="24"/>
        </w:rPr>
        <w:t xml:space="preserve"> – TERMO DE REFERÊNCIA</w:t>
      </w:r>
      <w:bookmarkEnd w:id="66"/>
    </w:p>
    <w:p w:rsidR="00C53D4B" w:rsidRPr="00962211" w:rsidRDefault="00C53D4B" w:rsidP="00C3165F">
      <w:pPr>
        <w:suppressAutoHyphens w:val="0"/>
        <w:autoSpaceDE/>
        <w:spacing w:before="240" w:after="240"/>
        <w:jc w:val="center"/>
        <w:rPr>
          <w:b/>
          <w:kern w:val="0"/>
          <w:lang w:eastAsia="pt-BR"/>
        </w:rPr>
      </w:pPr>
      <w:r w:rsidRPr="00962211">
        <w:rPr>
          <w:b/>
          <w:kern w:val="0"/>
          <w:lang w:eastAsia="pt-BR"/>
        </w:rPr>
        <w:t>(Anexo II do Contrato nº......./</w:t>
      </w:r>
      <w:r w:rsidR="00313098" w:rsidRPr="00962211">
        <w:rPr>
          <w:b/>
          <w:kern w:val="0"/>
          <w:lang w:eastAsia="pt-BR"/>
        </w:rPr>
        <w:t>202</w:t>
      </w:r>
      <w:r w:rsidR="007D6DE7" w:rsidRPr="00962211">
        <w:rPr>
          <w:b/>
          <w:kern w:val="0"/>
          <w:lang w:eastAsia="pt-BR"/>
        </w:rPr>
        <w:t>1</w:t>
      </w:r>
    </w:p>
    <w:p w:rsidR="00C53D4B" w:rsidRPr="00962211" w:rsidRDefault="00C53D4B" w:rsidP="00C3165F">
      <w:pPr>
        <w:suppressAutoHyphens w:val="0"/>
        <w:autoSpaceDE/>
        <w:spacing w:before="240" w:after="240"/>
        <w:jc w:val="center"/>
        <w:rPr>
          <w:b/>
          <w:kern w:val="0"/>
          <w:lang w:eastAsia="pt-BR"/>
        </w:rPr>
      </w:pPr>
      <w:r w:rsidRPr="00962211">
        <w:rPr>
          <w:b/>
          <w:kern w:val="0"/>
          <w:lang w:eastAsia="pt-BR"/>
        </w:rPr>
        <w:t>CT SIAD..............)</w:t>
      </w:r>
    </w:p>
    <w:p w:rsidR="00251A67" w:rsidRPr="00962211" w:rsidRDefault="0082143A" w:rsidP="00C3165F">
      <w:pPr>
        <w:suppressAutoHyphens w:val="0"/>
        <w:autoSpaceDE/>
        <w:spacing w:before="240" w:after="240"/>
        <w:jc w:val="both"/>
        <w:rPr>
          <w:kern w:val="0"/>
          <w:lang w:eastAsia="pt-BR"/>
        </w:rPr>
      </w:pPr>
      <w:r w:rsidRPr="00962211">
        <w:rPr>
          <w:kern w:val="0"/>
          <w:lang w:eastAsia="pt-BR"/>
        </w:rPr>
        <w:t xml:space="preserve">Processo </w:t>
      </w:r>
      <w:r w:rsidRPr="00D116F4">
        <w:rPr>
          <w:kern w:val="0"/>
          <w:lang w:eastAsia="pt-BR"/>
        </w:rPr>
        <w:t xml:space="preserve">Licitatório nº </w:t>
      </w:r>
      <w:r w:rsidR="00C04691">
        <w:rPr>
          <w:kern w:val="0"/>
          <w:lang w:eastAsia="pt-BR"/>
        </w:rPr>
        <w:t>50/2022</w:t>
      </w:r>
      <w:r w:rsidRPr="00962211">
        <w:rPr>
          <w:kern w:val="0"/>
          <w:lang w:eastAsia="pt-BR"/>
        </w:rPr>
        <w:t xml:space="preserve"> </w:t>
      </w:r>
    </w:p>
    <w:p w:rsidR="0023346C" w:rsidRPr="00962211"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962211">
        <w:rPr>
          <w:b/>
        </w:rPr>
        <w:t>1 - OBJETO:</w:t>
      </w:r>
    </w:p>
    <w:p w:rsidR="00DF7611" w:rsidRPr="00962211" w:rsidRDefault="00DF7611" w:rsidP="00DF7611">
      <w:pPr>
        <w:jc w:val="both"/>
      </w:pPr>
      <w:r w:rsidRPr="00962211">
        <w:t xml:space="preserve">Contratação de empresa especializada para execução de serviços de manutenção preventiva e corretiva, </w:t>
      </w:r>
      <w:r w:rsidRPr="00962211">
        <w:rPr>
          <w:b/>
          <w:u w:val="single"/>
        </w:rPr>
        <w:t>por um período de 36 meses</w:t>
      </w:r>
      <w:r w:rsidRPr="00962211">
        <w:t>, de grupos motogeradores instalados nos imóveis da Procuradoria Geral de Justiça, localizados nos seguintes endereços em Belo Horizonte: Avenida Álvares Cabral 1740, Avenida Álvares Cabral, 1690, Rua Dias Adorno, 367 e Rua Gonçalves Dias,</w:t>
      </w:r>
      <w:r w:rsidR="00FC2E54">
        <w:t xml:space="preserve"> </w:t>
      </w:r>
      <w:r w:rsidRPr="00962211">
        <w:t>2039.</w:t>
      </w:r>
    </w:p>
    <w:p w:rsidR="0023346C" w:rsidRPr="00962211"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962211">
        <w:rPr>
          <w:b/>
        </w:rPr>
        <w:t>2 - JUSTIFICATIVA E FINALIDADE DA CONTRATAÇÃO:</w:t>
      </w:r>
    </w:p>
    <w:p w:rsidR="00687D92" w:rsidRDefault="00687D92" w:rsidP="00DF7611">
      <w:pPr>
        <w:jc w:val="both"/>
      </w:pPr>
      <w:r>
        <w:t xml:space="preserve">Justificativa: </w:t>
      </w:r>
      <w:r w:rsidR="00DF7611" w:rsidRPr="00962211">
        <w:t xml:space="preserve">Os sistemas grupo geradores fornecem energia elétrica emergencial para o Datacenter da PGJ e as áreas comuns cobertas pelo condomínio dos prédios Castellar Guimarães, José campomizzi, Carlos Ferreira </w:t>
      </w:r>
      <w:r w:rsidR="00DF7611" w:rsidRPr="00D74CDE">
        <w:t>Brandão e Iracema.</w:t>
      </w:r>
      <w:r w:rsidR="00DF7611" w:rsidRPr="00962211">
        <w:t xml:space="preserve"> </w:t>
      </w:r>
    </w:p>
    <w:p w:rsidR="00687D92" w:rsidRDefault="00687D92" w:rsidP="00DF7611">
      <w:pPr>
        <w:jc w:val="both"/>
      </w:pPr>
    </w:p>
    <w:p w:rsidR="00DF7611" w:rsidRPr="00962211" w:rsidRDefault="00DF7611" w:rsidP="00DF7611">
      <w:pPr>
        <w:jc w:val="both"/>
      </w:pPr>
      <w:r w:rsidRPr="00962211">
        <w:t>Finalidade:</w:t>
      </w:r>
      <w:r w:rsidR="00687D92">
        <w:t xml:space="preserve"> </w:t>
      </w:r>
      <w:r w:rsidRPr="00962211">
        <w:t>Garantir o funcionamento correto dos sistemas grupos geradores existentes nas 4 torres da PGJ.</w:t>
      </w:r>
    </w:p>
    <w:p w:rsidR="00962211" w:rsidRPr="00962211" w:rsidRDefault="00962211"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3- DIVISÃO EM LOTES:</w:t>
      </w:r>
    </w:p>
    <w:p w:rsidR="00962211" w:rsidRDefault="00962211" w:rsidP="00DF7611">
      <w:pPr>
        <w:jc w:val="both"/>
      </w:pPr>
    </w:p>
    <w:p w:rsidR="00DF7611" w:rsidRDefault="00DF7611" w:rsidP="00DF7611">
      <w:pPr>
        <w:jc w:val="both"/>
      </w:pPr>
      <w:r w:rsidRPr="00962211">
        <w:t>Lote Único</w:t>
      </w:r>
    </w:p>
    <w:p w:rsidR="00962211" w:rsidRPr="00962211" w:rsidRDefault="00962211" w:rsidP="00DF7611">
      <w:pPr>
        <w:jc w:val="both"/>
      </w:pPr>
    </w:p>
    <w:p w:rsidR="00DF7611" w:rsidRPr="00962211" w:rsidRDefault="00DF7611" w:rsidP="00DF7611">
      <w:pPr>
        <w:jc w:val="both"/>
      </w:pPr>
      <w:r w:rsidRPr="00962211">
        <w:rPr>
          <w:b/>
        </w:rPr>
        <w:t xml:space="preserve">Justificativa: </w:t>
      </w:r>
      <w:r w:rsidRPr="00962211">
        <w:t>Garantir melhores preços e melhor administração do contrato de manutenção.  A execução dos serviços de manutenção dos sistemas motogeradores por apenas uma empresa contratada possibilita que a Administração:</w:t>
      </w:r>
    </w:p>
    <w:p w:rsidR="00DF7611" w:rsidRPr="00962211" w:rsidRDefault="00DF7611" w:rsidP="00DF7611">
      <w:pPr>
        <w:jc w:val="both"/>
      </w:pPr>
      <w:r w:rsidRPr="00962211">
        <w:t xml:space="preserve">- Gerencie com mais eficiência a execução do contrato; </w:t>
      </w:r>
    </w:p>
    <w:p w:rsidR="00DF7611" w:rsidRPr="00962211" w:rsidRDefault="00DF7611" w:rsidP="00DF7611">
      <w:pPr>
        <w:jc w:val="both"/>
      </w:pPr>
      <w:r w:rsidRPr="00962211">
        <w:t xml:space="preserve">- Otimize o recurso do engenheiro eletricista fiscal do contrato para acompanhamento dos serviços; </w:t>
      </w:r>
    </w:p>
    <w:p w:rsidR="00DF7611" w:rsidRDefault="00DF7611" w:rsidP="00DF7611">
      <w:pPr>
        <w:jc w:val="both"/>
      </w:pPr>
      <w:r w:rsidRPr="00962211">
        <w:t>- Obtenha preços mais vantajosos na contratação dos serviços.</w:t>
      </w:r>
    </w:p>
    <w:p w:rsidR="00962211" w:rsidRPr="00962211" w:rsidRDefault="00962211"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4 - CÓDIGOS DO CATÁLOGO DE MATERIAIS E SERVIÇOS DO SIAD, PREÇO UNITÁRIO E GLOBAL:</w:t>
      </w:r>
    </w:p>
    <w:p w:rsidR="00DF7611" w:rsidRPr="00962211" w:rsidRDefault="00DF7611" w:rsidP="00DF7611">
      <w:pPr>
        <w:jc w:val="center"/>
      </w:pPr>
      <w:r w:rsidRPr="00962211">
        <w:rPr>
          <w:b/>
        </w:rPr>
        <w:t>LOTE 1</w:t>
      </w:r>
    </w:p>
    <w:tbl>
      <w:tblPr>
        <w:tblW w:w="0" w:type="auto"/>
        <w:tblInd w:w="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80" w:type="dxa"/>
          <w:left w:w="80" w:type="dxa"/>
          <w:bottom w:w="80" w:type="dxa"/>
          <w:right w:w="80" w:type="dxa"/>
        </w:tblCellMar>
        <w:tblLook w:val="04A0"/>
      </w:tblPr>
      <w:tblGrid>
        <w:gridCol w:w="734"/>
        <w:gridCol w:w="1251"/>
        <w:gridCol w:w="1276"/>
        <w:gridCol w:w="2551"/>
        <w:gridCol w:w="1276"/>
        <w:gridCol w:w="1559"/>
      </w:tblGrid>
      <w:tr w:rsidR="00962211" w:rsidRPr="00962211" w:rsidTr="00A40323">
        <w:trPr>
          <w:trHeight w:val="200"/>
        </w:trPr>
        <w:tc>
          <w:tcPr>
            <w:tcW w:w="734" w:type="dxa"/>
            <w:vAlign w:val="center"/>
          </w:tcPr>
          <w:p w:rsidR="00962211" w:rsidRPr="00A40323" w:rsidRDefault="00962211" w:rsidP="004A4A18">
            <w:pPr>
              <w:jc w:val="center"/>
              <w:rPr>
                <w:sz w:val="22"/>
                <w:szCs w:val="22"/>
              </w:rPr>
            </w:pPr>
            <w:r w:rsidRPr="00A40323">
              <w:rPr>
                <w:sz w:val="22"/>
                <w:szCs w:val="22"/>
              </w:rPr>
              <w:t>ITEM</w:t>
            </w:r>
          </w:p>
        </w:tc>
        <w:tc>
          <w:tcPr>
            <w:tcW w:w="1251" w:type="dxa"/>
            <w:vAlign w:val="center"/>
          </w:tcPr>
          <w:p w:rsidR="00962211" w:rsidRPr="00A40323" w:rsidRDefault="00962211" w:rsidP="004A4A18">
            <w:pPr>
              <w:jc w:val="center"/>
              <w:rPr>
                <w:sz w:val="22"/>
                <w:szCs w:val="22"/>
              </w:rPr>
            </w:pPr>
            <w:r w:rsidRPr="00A40323">
              <w:rPr>
                <w:sz w:val="22"/>
                <w:szCs w:val="22"/>
              </w:rPr>
              <w:t>QUANTIDADE</w:t>
            </w:r>
          </w:p>
        </w:tc>
        <w:tc>
          <w:tcPr>
            <w:tcW w:w="1276" w:type="dxa"/>
            <w:vAlign w:val="center"/>
          </w:tcPr>
          <w:p w:rsidR="00962211" w:rsidRPr="00A40323" w:rsidRDefault="00962211" w:rsidP="004A4A18">
            <w:pPr>
              <w:jc w:val="center"/>
              <w:rPr>
                <w:sz w:val="22"/>
                <w:szCs w:val="22"/>
              </w:rPr>
            </w:pPr>
            <w:r w:rsidRPr="00A40323">
              <w:rPr>
                <w:sz w:val="22"/>
                <w:szCs w:val="22"/>
              </w:rPr>
              <w:t>UNIDADE</w:t>
            </w:r>
          </w:p>
        </w:tc>
        <w:tc>
          <w:tcPr>
            <w:tcW w:w="2551" w:type="dxa"/>
            <w:vAlign w:val="center"/>
          </w:tcPr>
          <w:p w:rsidR="00962211" w:rsidRPr="00A40323" w:rsidRDefault="00962211" w:rsidP="004A4A18">
            <w:pPr>
              <w:jc w:val="center"/>
              <w:rPr>
                <w:sz w:val="22"/>
                <w:szCs w:val="22"/>
              </w:rPr>
            </w:pPr>
            <w:r w:rsidRPr="00A40323">
              <w:rPr>
                <w:sz w:val="22"/>
                <w:szCs w:val="22"/>
              </w:rPr>
              <w:t>DESCRIÇÃO</w:t>
            </w:r>
          </w:p>
        </w:tc>
        <w:tc>
          <w:tcPr>
            <w:tcW w:w="1276" w:type="dxa"/>
            <w:vAlign w:val="center"/>
          </w:tcPr>
          <w:p w:rsidR="00962211" w:rsidRPr="00A40323" w:rsidRDefault="00962211" w:rsidP="004A4A18">
            <w:pPr>
              <w:jc w:val="center"/>
              <w:rPr>
                <w:sz w:val="22"/>
                <w:szCs w:val="22"/>
              </w:rPr>
            </w:pPr>
            <w:r w:rsidRPr="00A40323">
              <w:rPr>
                <w:sz w:val="22"/>
                <w:szCs w:val="22"/>
              </w:rPr>
              <w:t>CÓDIGO SIAD</w:t>
            </w:r>
          </w:p>
        </w:tc>
        <w:tc>
          <w:tcPr>
            <w:tcW w:w="1559" w:type="dxa"/>
            <w:vAlign w:val="center"/>
          </w:tcPr>
          <w:p w:rsidR="00962211" w:rsidRPr="00A40323" w:rsidRDefault="00962211" w:rsidP="004A4A18">
            <w:pPr>
              <w:jc w:val="center"/>
              <w:rPr>
                <w:sz w:val="22"/>
                <w:szCs w:val="22"/>
              </w:rPr>
            </w:pPr>
            <w:r w:rsidRPr="00A40323">
              <w:rPr>
                <w:sz w:val="22"/>
                <w:szCs w:val="22"/>
              </w:rPr>
              <w:t>TOTAL (R$)</w:t>
            </w:r>
          </w:p>
        </w:tc>
      </w:tr>
      <w:tr w:rsidR="00962211" w:rsidRPr="00962211" w:rsidTr="00A40323">
        <w:trPr>
          <w:trHeight w:val="200"/>
        </w:trPr>
        <w:tc>
          <w:tcPr>
            <w:tcW w:w="734" w:type="dxa"/>
            <w:vAlign w:val="center"/>
          </w:tcPr>
          <w:p w:rsidR="00962211" w:rsidRPr="00A40323" w:rsidRDefault="00962211" w:rsidP="004A4A18">
            <w:pPr>
              <w:jc w:val="center"/>
              <w:rPr>
                <w:sz w:val="22"/>
                <w:szCs w:val="22"/>
              </w:rPr>
            </w:pPr>
            <w:r w:rsidRPr="00A40323">
              <w:rPr>
                <w:sz w:val="22"/>
                <w:szCs w:val="22"/>
              </w:rPr>
              <w:t>1</w:t>
            </w:r>
          </w:p>
        </w:tc>
        <w:tc>
          <w:tcPr>
            <w:tcW w:w="1251" w:type="dxa"/>
            <w:vAlign w:val="center"/>
          </w:tcPr>
          <w:p w:rsidR="00962211" w:rsidRPr="00A40323" w:rsidRDefault="00962211" w:rsidP="004A4A18">
            <w:pPr>
              <w:jc w:val="center"/>
              <w:rPr>
                <w:sz w:val="22"/>
                <w:szCs w:val="22"/>
              </w:rPr>
            </w:pPr>
            <w:r w:rsidRPr="00A40323">
              <w:rPr>
                <w:sz w:val="22"/>
                <w:szCs w:val="22"/>
              </w:rPr>
              <w:t>01</w:t>
            </w:r>
          </w:p>
        </w:tc>
        <w:tc>
          <w:tcPr>
            <w:tcW w:w="1276" w:type="dxa"/>
            <w:vAlign w:val="center"/>
          </w:tcPr>
          <w:p w:rsidR="00962211" w:rsidRPr="00A40323" w:rsidRDefault="00962211" w:rsidP="004A4A18">
            <w:pPr>
              <w:jc w:val="center"/>
              <w:rPr>
                <w:sz w:val="22"/>
                <w:szCs w:val="22"/>
              </w:rPr>
            </w:pPr>
            <w:r w:rsidRPr="00A40323">
              <w:rPr>
                <w:sz w:val="22"/>
                <w:szCs w:val="22"/>
              </w:rPr>
              <w:t>Unidade</w:t>
            </w:r>
          </w:p>
        </w:tc>
        <w:tc>
          <w:tcPr>
            <w:tcW w:w="2551" w:type="dxa"/>
            <w:vAlign w:val="center"/>
          </w:tcPr>
          <w:p w:rsidR="00962211" w:rsidRPr="00A40323" w:rsidRDefault="00962211" w:rsidP="004A4A18">
            <w:pPr>
              <w:jc w:val="both"/>
              <w:rPr>
                <w:sz w:val="22"/>
                <w:szCs w:val="22"/>
              </w:rPr>
            </w:pPr>
            <w:r w:rsidRPr="00A40323">
              <w:rPr>
                <w:sz w:val="22"/>
                <w:szCs w:val="22"/>
              </w:rPr>
              <w:t xml:space="preserve">Manutenção preventiva e corretiva do Gerador DCML- instalado na Torre 4, com </w:t>
            </w:r>
            <w:r w:rsidRPr="00A40323">
              <w:rPr>
                <w:sz w:val="22"/>
                <w:szCs w:val="22"/>
              </w:rPr>
              <w:lastRenderedPageBreak/>
              <w:t>ressarcimento de peças.</w:t>
            </w:r>
          </w:p>
        </w:tc>
        <w:tc>
          <w:tcPr>
            <w:tcW w:w="1276" w:type="dxa"/>
            <w:vAlign w:val="center"/>
          </w:tcPr>
          <w:p w:rsidR="00962211" w:rsidRPr="00A40323" w:rsidRDefault="00962211" w:rsidP="004A4A18">
            <w:pPr>
              <w:jc w:val="center"/>
              <w:rPr>
                <w:sz w:val="22"/>
                <w:szCs w:val="22"/>
              </w:rPr>
            </w:pPr>
            <w:r w:rsidRPr="00A40323">
              <w:rPr>
                <w:sz w:val="22"/>
                <w:szCs w:val="22"/>
              </w:rPr>
              <w:lastRenderedPageBreak/>
              <w:t>11940</w:t>
            </w:r>
          </w:p>
        </w:tc>
        <w:tc>
          <w:tcPr>
            <w:tcW w:w="1559" w:type="dxa"/>
            <w:vAlign w:val="center"/>
          </w:tcPr>
          <w:p w:rsidR="00962211" w:rsidRPr="00A40323" w:rsidRDefault="00962211" w:rsidP="004A4A18">
            <w:pPr>
              <w:jc w:val="center"/>
              <w:rPr>
                <w:sz w:val="22"/>
                <w:szCs w:val="22"/>
              </w:rPr>
            </w:pPr>
            <w:r w:rsidRPr="00A40323">
              <w:rPr>
                <w:sz w:val="22"/>
                <w:szCs w:val="22"/>
              </w:rPr>
              <w:t>0,00</w:t>
            </w:r>
          </w:p>
        </w:tc>
      </w:tr>
      <w:tr w:rsidR="00962211" w:rsidRPr="00962211" w:rsidTr="00A40323">
        <w:trPr>
          <w:trHeight w:val="200"/>
        </w:trPr>
        <w:tc>
          <w:tcPr>
            <w:tcW w:w="734" w:type="dxa"/>
            <w:vAlign w:val="center"/>
          </w:tcPr>
          <w:p w:rsidR="00962211" w:rsidRPr="00A40323" w:rsidRDefault="00962211" w:rsidP="004A4A18">
            <w:pPr>
              <w:jc w:val="center"/>
              <w:rPr>
                <w:sz w:val="22"/>
                <w:szCs w:val="22"/>
              </w:rPr>
            </w:pPr>
            <w:r w:rsidRPr="00A40323">
              <w:rPr>
                <w:sz w:val="22"/>
                <w:szCs w:val="22"/>
              </w:rPr>
              <w:lastRenderedPageBreak/>
              <w:t>2</w:t>
            </w:r>
          </w:p>
        </w:tc>
        <w:tc>
          <w:tcPr>
            <w:tcW w:w="1251" w:type="dxa"/>
            <w:vAlign w:val="center"/>
          </w:tcPr>
          <w:p w:rsidR="00962211" w:rsidRPr="00A40323" w:rsidRDefault="00962211" w:rsidP="004A4A18">
            <w:pPr>
              <w:jc w:val="center"/>
              <w:rPr>
                <w:sz w:val="22"/>
                <w:szCs w:val="22"/>
              </w:rPr>
            </w:pPr>
            <w:r w:rsidRPr="00A40323">
              <w:rPr>
                <w:sz w:val="22"/>
                <w:szCs w:val="22"/>
              </w:rPr>
              <w:t>01</w:t>
            </w:r>
          </w:p>
        </w:tc>
        <w:tc>
          <w:tcPr>
            <w:tcW w:w="1276" w:type="dxa"/>
            <w:vAlign w:val="center"/>
          </w:tcPr>
          <w:p w:rsidR="00962211" w:rsidRPr="00A40323" w:rsidRDefault="00962211" w:rsidP="004A4A18">
            <w:pPr>
              <w:jc w:val="center"/>
              <w:rPr>
                <w:sz w:val="22"/>
                <w:szCs w:val="22"/>
              </w:rPr>
            </w:pPr>
            <w:r w:rsidRPr="00A40323">
              <w:rPr>
                <w:sz w:val="22"/>
                <w:szCs w:val="22"/>
              </w:rPr>
              <w:t>Unidade</w:t>
            </w:r>
          </w:p>
        </w:tc>
        <w:tc>
          <w:tcPr>
            <w:tcW w:w="2551" w:type="dxa"/>
            <w:vAlign w:val="center"/>
          </w:tcPr>
          <w:p w:rsidR="00962211" w:rsidRPr="00A40323" w:rsidRDefault="00962211" w:rsidP="004A4A18">
            <w:pPr>
              <w:jc w:val="both"/>
              <w:rPr>
                <w:sz w:val="22"/>
                <w:szCs w:val="22"/>
              </w:rPr>
            </w:pPr>
            <w:r w:rsidRPr="00A40323">
              <w:rPr>
                <w:sz w:val="22"/>
                <w:szCs w:val="22"/>
              </w:rPr>
              <w:t>Manutenção preventiva e corretiva do Gerador Geraforte - instalado na Torre 1, com ressarcimento de peças.</w:t>
            </w:r>
          </w:p>
        </w:tc>
        <w:tc>
          <w:tcPr>
            <w:tcW w:w="1276" w:type="dxa"/>
            <w:vAlign w:val="center"/>
          </w:tcPr>
          <w:p w:rsidR="00962211" w:rsidRPr="00A40323" w:rsidRDefault="00962211" w:rsidP="004A4A18">
            <w:pPr>
              <w:jc w:val="center"/>
              <w:rPr>
                <w:sz w:val="22"/>
                <w:szCs w:val="22"/>
              </w:rPr>
            </w:pPr>
            <w:r w:rsidRPr="00A40323">
              <w:rPr>
                <w:sz w:val="22"/>
                <w:szCs w:val="22"/>
              </w:rPr>
              <w:t>11940</w:t>
            </w:r>
          </w:p>
        </w:tc>
        <w:tc>
          <w:tcPr>
            <w:tcW w:w="1559" w:type="dxa"/>
            <w:vAlign w:val="center"/>
          </w:tcPr>
          <w:p w:rsidR="00962211" w:rsidRPr="00A40323" w:rsidRDefault="00962211" w:rsidP="004A4A18">
            <w:pPr>
              <w:jc w:val="center"/>
              <w:rPr>
                <w:sz w:val="22"/>
                <w:szCs w:val="22"/>
              </w:rPr>
            </w:pPr>
            <w:r w:rsidRPr="00A40323">
              <w:rPr>
                <w:sz w:val="22"/>
                <w:szCs w:val="22"/>
              </w:rPr>
              <w:t>0,00</w:t>
            </w:r>
          </w:p>
        </w:tc>
      </w:tr>
      <w:tr w:rsidR="00962211" w:rsidRPr="00962211" w:rsidTr="00A40323">
        <w:trPr>
          <w:trHeight w:val="200"/>
        </w:trPr>
        <w:tc>
          <w:tcPr>
            <w:tcW w:w="734" w:type="dxa"/>
            <w:vAlign w:val="center"/>
          </w:tcPr>
          <w:p w:rsidR="00962211" w:rsidRPr="00A40323" w:rsidRDefault="00962211" w:rsidP="004A4A18">
            <w:pPr>
              <w:jc w:val="center"/>
              <w:rPr>
                <w:sz w:val="22"/>
                <w:szCs w:val="22"/>
              </w:rPr>
            </w:pPr>
            <w:r w:rsidRPr="00A40323">
              <w:rPr>
                <w:sz w:val="22"/>
                <w:szCs w:val="22"/>
              </w:rPr>
              <w:t>3</w:t>
            </w:r>
          </w:p>
        </w:tc>
        <w:tc>
          <w:tcPr>
            <w:tcW w:w="1251" w:type="dxa"/>
            <w:vAlign w:val="center"/>
          </w:tcPr>
          <w:p w:rsidR="00962211" w:rsidRPr="00A40323" w:rsidRDefault="00962211" w:rsidP="004A4A18">
            <w:pPr>
              <w:jc w:val="center"/>
              <w:rPr>
                <w:sz w:val="22"/>
                <w:szCs w:val="22"/>
              </w:rPr>
            </w:pPr>
            <w:r w:rsidRPr="00A40323">
              <w:rPr>
                <w:sz w:val="22"/>
                <w:szCs w:val="22"/>
              </w:rPr>
              <w:t>01</w:t>
            </w:r>
          </w:p>
        </w:tc>
        <w:tc>
          <w:tcPr>
            <w:tcW w:w="1276" w:type="dxa"/>
            <w:vAlign w:val="center"/>
          </w:tcPr>
          <w:p w:rsidR="00962211" w:rsidRPr="00A40323" w:rsidRDefault="00962211" w:rsidP="004A4A18">
            <w:pPr>
              <w:jc w:val="center"/>
              <w:rPr>
                <w:sz w:val="22"/>
                <w:szCs w:val="22"/>
              </w:rPr>
            </w:pPr>
            <w:r w:rsidRPr="00A40323">
              <w:rPr>
                <w:sz w:val="22"/>
                <w:szCs w:val="22"/>
              </w:rPr>
              <w:t>Unidade</w:t>
            </w:r>
          </w:p>
        </w:tc>
        <w:tc>
          <w:tcPr>
            <w:tcW w:w="2551" w:type="dxa"/>
            <w:vAlign w:val="center"/>
          </w:tcPr>
          <w:p w:rsidR="00962211" w:rsidRPr="00A40323" w:rsidRDefault="00962211" w:rsidP="004A4A18">
            <w:pPr>
              <w:jc w:val="both"/>
              <w:rPr>
                <w:sz w:val="22"/>
                <w:szCs w:val="22"/>
              </w:rPr>
            </w:pPr>
            <w:r w:rsidRPr="00A40323">
              <w:rPr>
                <w:sz w:val="22"/>
                <w:szCs w:val="22"/>
              </w:rPr>
              <w:t>Manutenção preventiva e corretiva do Gerador Maquigeral - instalado na Torre 2, com ressarcimento de peças.</w:t>
            </w:r>
          </w:p>
        </w:tc>
        <w:tc>
          <w:tcPr>
            <w:tcW w:w="1276" w:type="dxa"/>
            <w:vAlign w:val="center"/>
          </w:tcPr>
          <w:p w:rsidR="00962211" w:rsidRPr="00A40323" w:rsidRDefault="00962211" w:rsidP="004A4A18">
            <w:pPr>
              <w:jc w:val="center"/>
              <w:rPr>
                <w:sz w:val="22"/>
                <w:szCs w:val="22"/>
              </w:rPr>
            </w:pPr>
            <w:r w:rsidRPr="00A40323">
              <w:rPr>
                <w:sz w:val="22"/>
                <w:szCs w:val="22"/>
              </w:rPr>
              <w:t>11940</w:t>
            </w:r>
          </w:p>
        </w:tc>
        <w:tc>
          <w:tcPr>
            <w:tcW w:w="1559" w:type="dxa"/>
            <w:vAlign w:val="center"/>
          </w:tcPr>
          <w:p w:rsidR="00962211" w:rsidRPr="00A40323" w:rsidRDefault="00962211" w:rsidP="004A4A18">
            <w:pPr>
              <w:jc w:val="center"/>
              <w:rPr>
                <w:sz w:val="22"/>
                <w:szCs w:val="22"/>
              </w:rPr>
            </w:pPr>
            <w:r w:rsidRPr="00A40323">
              <w:rPr>
                <w:sz w:val="22"/>
                <w:szCs w:val="22"/>
              </w:rPr>
              <w:t>0,00</w:t>
            </w:r>
          </w:p>
        </w:tc>
      </w:tr>
      <w:tr w:rsidR="00962211" w:rsidRPr="00962211" w:rsidTr="00A40323">
        <w:trPr>
          <w:trHeight w:val="200"/>
        </w:trPr>
        <w:tc>
          <w:tcPr>
            <w:tcW w:w="734" w:type="dxa"/>
            <w:vAlign w:val="center"/>
          </w:tcPr>
          <w:p w:rsidR="00962211" w:rsidRPr="00A40323" w:rsidRDefault="00962211" w:rsidP="004A4A18">
            <w:pPr>
              <w:jc w:val="center"/>
              <w:rPr>
                <w:sz w:val="22"/>
                <w:szCs w:val="22"/>
              </w:rPr>
            </w:pPr>
            <w:r w:rsidRPr="00A40323">
              <w:rPr>
                <w:sz w:val="22"/>
                <w:szCs w:val="22"/>
              </w:rPr>
              <w:t>4</w:t>
            </w:r>
          </w:p>
        </w:tc>
        <w:tc>
          <w:tcPr>
            <w:tcW w:w="1251" w:type="dxa"/>
            <w:vAlign w:val="center"/>
          </w:tcPr>
          <w:p w:rsidR="00962211" w:rsidRPr="00A40323" w:rsidRDefault="00962211" w:rsidP="004A4A18">
            <w:pPr>
              <w:jc w:val="center"/>
              <w:rPr>
                <w:sz w:val="22"/>
                <w:szCs w:val="22"/>
              </w:rPr>
            </w:pPr>
            <w:r w:rsidRPr="00A40323">
              <w:rPr>
                <w:sz w:val="22"/>
                <w:szCs w:val="22"/>
              </w:rPr>
              <w:t>01</w:t>
            </w:r>
          </w:p>
        </w:tc>
        <w:tc>
          <w:tcPr>
            <w:tcW w:w="1276" w:type="dxa"/>
            <w:vAlign w:val="center"/>
          </w:tcPr>
          <w:p w:rsidR="00962211" w:rsidRPr="00A40323" w:rsidRDefault="00962211" w:rsidP="004A4A18">
            <w:pPr>
              <w:jc w:val="center"/>
              <w:rPr>
                <w:sz w:val="22"/>
                <w:szCs w:val="22"/>
              </w:rPr>
            </w:pPr>
            <w:r w:rsidRPr="00A40323">
              <w:rPr>
                <w:sz w:val="22"/>
                <w:szCs w:val="22"/>
              </w:rPr>
              <w:t>Unidade</w:t>
            </w:r>
          </w:p>
        </w:tc>
        <w:tc>
          <w:tcPr>
            <w:tcW w:w="2551" w:type="dxa"/>
            <w:vAlign w:val="center"/>
          </w:tcPr>
          <w:p w:rsidR="00962211" w:rsidRPr="00A40323" w:rsidRDefault="00962211" w:rsidP="004A4A18">
            <w:pPr>
              <w:jc w:val="both"/>
              <w:rPr>
                <w:sz w:val="22"/>
                <w:szCs w:val="22"/>
              </w:rPr>
            </w:pPr>
            <w:r w:rsidRPr="00A40323">
              <w:rPr>
                <w:sz w:val="22"/>
                <w:szCs w:val="22"/>
              </w:rPr>
              <w:t>Manutenção preventiva e corretiva do Gerador DCML - Datacenter - instalado na Torre 2, com ressarcimento de peças.</w:t>
            </w:r>
          </w:p>
        </w:tc>
        <w:tc>
          <w:tcPr>
            <w:tcW w:w="1276" w:type="dxa"/>
            <w:vAlign w:val="center"/>
          </w:tcPr>
          <w:p w:rsidR="00962211" w:rsidRPr="00A40323" w:rsidRDefault="00962211" w:rsidP="004A4A18">
            <w:pPr>
              <w:jc w:val="center"/>
              <w:rPr>
                <w:sz w:val="22"/>
                <w:szCs w:val="22"/>
              </w:rPr>
            </w:pPr>
            <w:r w:rsidRPr="00A40323">
              <w:rPr>
                <w:sz w:val="22"/>
                <w:szCs w:val="22"/>
              </w:rPr>
              <w:t>11940</w:t>
            </w:r>
          </w:p>
        </w:tc>
        <w:tc>
          <w:tcPr>
            <w:tcW w:w="1559" w:type="dxa"/>
            <w:vAlign w:val="center"/>
          </w:tcPr>
          <w:p w:rsidR="00962211" w:rsidRPr="00A40323" w:rsidRDefault="00962211" w:rsidP="004A4A18">
            <w:pPr>
              <w:jc w:val="center"/>
              <w:rPr>
                <w:sz w:val="22"/>
                <w:szCs w:val="22"/>
              </w:rPr>
            </w:pPr>
            <w:r w:rsidRPr="00A40323">
              <w:rPr>
                <w:sz w:val="22"/>
                <w:szCs w:val="22"/>
              </w:rPr>
              <w:t>0,00</w:t>
            </w:r>
          </w:p>
        </w:tc>
      </w:tr>
      <w:tr w:rsidR="00962211" w:rsidRPr="00962211" w:rsidTr="00A40323">
        <w:trPr>
          <w:trHeight w:val="200"/>
        </w:trPr>
        <w:tc>
          <w:tcPr>
            <w:tcW w:w="734" w:type="dxa"/>
            <w:vAlign w:val="center"/>
          </w:tcPr>
          <w:p w:rsidR="00962211" w:rsidRPr="00A40323" w:rsidRDefault="00962211" w:rsidP="004A4A18">
            <w:pPr>
              <w:jc w:val="center"/>
              <w:rPr>
                <w:sz w:val="22"/>
                <w:szCs w:val="22"/>
              </w:rPr>
            </w:pPr>
            <w:r w:rsidRPr="00A40323">
              <w:rPr>
                <w:sz w:val="22"/>
                <w:szCs w:val="22"/>
              </w:rPr>
              <w:t>5</w:t>
            </w:r>
          </w:p>
        </w:tc>
        <w:tc>
          <w:tcPr>
            <w:tcW w:w="1251" w:type="dxa"/>
            <w:vAlign w:val="center"/>
          </w:tcPr>
          <w:p w:rsidR="00962211" w:rsidRPr="00A40323" w:rsidRDefault="00962211" w:rsidP="004A4A18">
            <w:pPr>
              <w:jc w:val="center"/>
              <w:rPr>
                <w:sz w:val="22"/>
                <w:szCs w:val="22"/>
              </w:rPr>
            </w:pPr>
            <w:r w:rsidRPr="00A40323">
              <w:rPr>
                <w:sz w:val="22"/>
                <w:szCs w:val="22"/>
              </w:rPr>
              <w:t>01</w:t>
            </w:r>
          </w:p>
        </w:tc>
        <w:tc>
          <w:tcPr>
            <w:tcW w:w="1276" w:type="dxa"/>
            <w:vAlign w:val="center"/>
          </w:tcPr>
          <w:p w:rsidR="00962211" w:rsidRPr="00A40323" w:rsidRDefault="00962211" w:rsidP="004A4A18">
            <w:pPr>
              <w:jc w:val="center"/>
              <w:rPr>
                <w:sz w:val="22"/>
                <w:szCs w:val="22"/>
              </w:rPr>
            </w:pPr>
            <w:r w:rsidRPr="00A40323">
              <w:rPr>
                <w:sz w:val="22"/>
                <w:szCs w:val="22"/>
              </w:rPr>
              <w:t>Unidade</w:t>
            </w:r>
          </w:p>
        </w:tc>
        <w:tc>
          <w:tcPr>
            <w:tcW w:w="2551" w:type="dxa"/>
            <w:vAlign w:val="center"/>
          </w:tcPr>
          <w:p w:rsidR="00962211" w:rsidRPr="00A40323" w:rsidRDefault="00962211" w:rsidP="004A4A18">
            <w:pPr>
              <w:jc w:val="both"/>
              <w:rPr>
                <w:sz w:val="22"/>
                <w:szCs w:val="22"/>
              </w:rPr>
            </w:pPr>
            <w:r w:rsidRPr="00A40323">
              <w:rPr>
                <w:sz w:val="22"/>
                <w:szCs w:val="22"/>
              </w:rPr>
              <w:t>Manutenção preventiva e corretiva do Gerador Rodoagro - instalado na Torre 3, com ressarcimento de peças</w:t>
            </w:r>
          </w:p>
        </w:tc>
        <w:tc>
          <w:tcPr>
            <w:tcW w:w="1276" w:type="dxa"/>
            <w:vAlign w:val="center"/>
          </w:tcPr>
          <w:p w:rsidR="00962211" w:rsidRPr="00A40323" w:rsidRDefault="00962211" w:rsidP="004A4A18">
            <w:pPr>
              <w:jc w:val="center"/>
              <w:rPr>
                <w:sz w:val="22"/>
                <w:szCs w:val="22"/>
              </w:rPr>
            </w:pPr>
            <w:r w:rsidRPr="00A40323">
              <w:rPr>
                <w:sz w:val="22"/>
                <w:szCs w:val="22"/>
              </w:rPr>
              <w:t>11940</w:t>
            </w:r>
          </w:p>
        </w:tc>
        <w:tc>
          <w:tcPr>
            <w:tcW w:w="1559" w:type="dxa"/>
            <w:vAlign w:val="center"/>
          </w:tcPr>
          <w:p w:rsidR="00962211" w:rsidRPr="00A40323" w:rsidRDefault="00962211" w:rsidP="004A4A18">
            <w:pPr>
              <w:jc w:val="center"/>
              <w:rPr>
                <w:sz w:val="22"/>
                <w:szCs w:val="22"/>
              </w:rPr>
            </w:pPr>
            <w:r w:rsidRPr="00A40323">
              <w:rPr>
                <w:sz w:val="22"/>
                <w:szCs w:val="22"/>
              </w:rPr>
              <w:t>0,00</w:t>
            </w:r>
          </w:p>
        </w:tc>
      </w:tr>
      <w:tr w:rsidR="00962211" w:rsidRPr="00962211" w:rsidTr="00A40323">
        <w:trPr>
          <w:trHeight w:val="200"/>
        </w:trPr>
        <w:tc>
          <w:tcPr>
            <w:tcW w:w="734" w:type="dxa"/>
            <w:vAlign w:val="center"/>
          </w:tcPr>
          <w:p w:rsidR="00962211" w:rsidRPr="00A40323" w:rsidRDefault="00962211" w:rsidP="004A4A18">
            <w:pPr>
              <w:jc w:val="center"/>
              <w:rPr>
                <w:sz w:val="22"/>
                <w:szCs w:val="22"/>
              </w:rPr>
            </w:pPr>
            <w:r w:rsidRPr="00A40323">
              <w:rPr>
                <w:sz w:val="22"/>
                <w:szCs w:val="22"/>
              </w:rPr>
              <w:t>6</w:t>
            </w:r>
          </w:p>
        </w:tc>
        <w:tc>
          <w:tcPr>
            <w:tcW w:w="1251" w:type="dxa"/>
            <w:vAlign w:val="center"/>
          </w:tcPr>
          <w:p w:rsidR="00962211" w:rsidRPr="00A40323" w:rsidRDefault="00962211" w:rsidP="004A4A18">
            <w:pPr>
              <w:jc w:val="center"/>
              <w:rPr>
                <w:sz w:val="22"/>
                <w:szCs w:val="22"/>
              </w:rPr>
            </w:pPr>
            <w:r w:rsidRPr="00A40323">
              <w:rPr>
                <w:sz w:val="22"/>
                <w:szCs w:val="22"/>
              </w:rPr>
              <w:t>3000</w:t>
            </w:r>
          </w:p>
        </w:tc>
        <w:tc>
          <w:tcPr>
            <w:tcW w:w="1276" w:type="dxa"/>
            <w:vAlign w:val="center"/>
          </w:tcPr>
          <w:p w:rsidR="00962211" w:rsidRPr="00A40323" w:rsidRDefault="00D116F4" w:rsidP="004A4A18">
            <w:pPr>
              <w:jc w:val="center"/>
              <w:rPr>
                <w:sz w:val="22"/>
                <w:szCs w:val="22"/>
              </w:rPr>
            </w:pPr>
            <w:r>
              <w:rPr>
                <w:sz w:val="22"/>
                <w:szCs w:val="22"/>
              </w:rPr>
              <w:t>litros</w:t>
            </w:r>
          </w:p>
        </w:tc>
        <w:tc>
          <w:tcPr>
            <w:tcW w:w="2551" w:type="dxa"/>
            <w:vAlign w:val="center"/>
          </w:tcPr>
          <w:p w:rsidR="00962211" w:rsidRPr="00A40323" w:rsidRDefault="00962211" w:rsidP="004A4A18">
            <w:pPr>
              <w:jc w:val="both"/>
              <w:rPr>
                <w:sz w:val="22"/>
                <w:szCs w:val="22"/>
              </w:rPr>
            </w:pPr>
            <w:r w:rsidRPr="00A40323">
              <w:rPr>
                <w:sz w:val="22"/>
                <w:szCs w:val="22"/>
              </w:rPr>
              <w:t>Fornecimento de Combustível - ´Óleo Diesel - para abastecimento dos 05 equipamentos do contrato.</w:t>
            </w:r>
          </w:p>
        </w:tc>
        <w:tc>
          <w:tcPr>
            <w:tcW w:w="1276" w:type="dxa"/>
            <w:vAlign w:val="center"/>
          </w:tcPr>
          <w:p w:rsidR="00962211" w:rsidRPr="00A40323" w:rsidRDefault="00962211" w:rsidP="004A4A18">
            <w:pPr>
              <w:jc w:val="center"/>
              <w:rPr>
                <w:sz w:val="22"/>
                <w:szCs w:val="22"/>
              </w:rPr>
            </w:pPr>
            <w:r w:rsidRPr="00A40323">
              <w:rPr>
                <w:sz w:val="22"/>
                <w:szCs w:val="22"/>
              </w:rPr>
              <w:t>248410</w:t>
            </w:r>
          </w:p>
        </w:tc>
        <w:tc>
          <w:tcPr>
            <w:tcW w:w="1559" w:type="dxa"/>
            <w:vAlign w:val="center"/>
          </w:tcPr>
          <w:p w:rsidR="00962211" w:rsidRPr="00A40323" w:rsidRDefault="00962211" w:rsidP="004A4A18">
            <w:pPr>
              <w:jc w:val="center"/>
              <w:rPr>
                <w:sz w:val="22"/>
                <w:szCs w:val="22"/>
              </w:rPr>
            </w:pPr>
            <w:r w:rsidRPr="00A40323">
              <w:rPr>
                <w:sz w:val="22"/>
                <w:szCs w:val="22"/>
              </w:rPr>
              <w:t>0,00</w:t>
            </w:r>
          </w:p>
        </w:tc>
      </w:tr>
      <w:tr w:rsidR="00962211" w:rsidRPr="00962211" w:rsidTr="00A40323">
        <w:trPr>
          <w:trHeight w:val="200"/>
        </w:trPr>
        <w:tc>
          <w:tcPr>
            <w:tcW w:w="734" w:type="dxa"/>
            <w:vAlign w:val="center"/>
          </w:tcPr>
          <w:p w:rsidR="00962211" w:rsidRPr="00A40323" w:rsidRDefault="00962211" w:rsidP="004A4A18">
            <w:pPr>
              <w:jc w:val="center"/>
              <w:rPr>
                <w:sz w:val="22"/>
                <w:szCs w:val="22"/>
              </w:rPr>
            </w:pPr>
            <w:r w:rsidRPr="00A40323">
              <w:rPr>
                <w:sz w:val="22"/>
                <w:szCs w:val="22"/>
              </w:rPr>
              <w:t>7</w:t>
            </w:r>
          </w:p>
        </w:tc>
        <w:tc>
          <w:tcPr>
            <w:tcW w:w="1251" w:type="dxa"/>
            <w:vAlign w:val="center"/>
          </w:tcPr>
          <w:p w:rsidR="00962211" w:rsidRPr="00A40323" w:rsidRDefault="00962211" w:rsidP="004A4A18">
            <w:pPr>
              <w:jc w:val="center"/>
              <w:rPr>
                <w:sz w:val="22"/>
                <w:szCs w:val="22"/>
              </w:rPr>
            </w:pPr>
            <w:r w:rsidRPr="00A40323">
              <w:rPr>
                <w:sz w:val="22"/>
                <w:szCs w:val="22"/>
              </w:rPr>
              <w:t>1</w:t>
            </w:r>
          </w:p>
        </w:tc>
        <w:tc>
          <w:tcPr>
            <w:tcW w:w="1276" w:type="dxa"/>
            <w:vAlign w:val="center"/>
          </w:tcPr>
          <w:p w:rsidR="00962211" w:rsidRPr="00A40323" w:rsidRDefault="00962211" w:rsidP="004A4A18">
            <w:pPr>
              <w:jc w:val="center"/>
              <w:rPr>
                <w:sz w:val="22"/>
                <w:szCs w:val="22"/>
              </w:rPr>
            </w:pPr>
            <w:r w:rsidRPr="00A40323">
              <w:rPr>
                <w:sz w:val="22"/>
                <w:szCs w:val="22"/>
              </w:rPr>
              <w:t>Unidade</w:t>
            </w:r>
          </w:p>
        </w:tc>
        <w:tc>
          <w:tcPr>
            <w:tcW w:w="2551" w:type="dxa"/>
            <w:vAlign w:val="center"/>
          </w:tcPr>
          <w:p w:rsidR="00962211" w:rsidRPr="00A40323" w:rsidRDefault="00962211" w:rsidP="004A4A18">
            <w:pPr>
              <w:jc w:val="both"/>
              <w:rPr>
                <w:sz w:val="22"/>
                <w:szCs w:val="22"/>
              </w:rPr>
            </w:pPr>
            <w:r w:rsidRPr="00A40323">
              <w:rPr>
                <w:sz w:val="22"/>
                <w:szCs w:val="22"/>
              </w:rPr>
              <w:t>Ressarcimento de peças, limitado no valor definido em contrato</w:t>
            </w:r>
          </w:p>
        </w:tc>
        <w:tc>
          <w:tcPr>
            <w:tcW w:w="1276" w:type="dxa"/>
            <w:vAlign w:val="center"/>
          </w:tcPr>
          <w:p w:rsidR="00962211" w:rsidRPr="00A40323" w:rsidRDefault="00962211" w:rsidP="004A4A18">
            <w:pPr>
              <w:jc w:val="center"/>
              <w:rPr>
                <w:sz w:val="22"/>
                <w:szCs w:val="22"/>
              </w:rPr>
            </w:pPr>
            <w:r w:rsidRPr="00A40323">
              <w:rPr>
                <w:sz w:val="22"/>
                <w:szCs w:val="22"/>
              </w:rPr>
              <w:t>11940</w:t>
            </w:r>
          </w:p>
        </w:tc>
        <w:tc>
          <w:tcPr>
            <w:tcW w:w="1559" w:type="dxa"/>
            <w:vAlign w:val="center"/>
          </w:tcPr>
          <w:p w:rsidR="00962211" w:rsidRPr="00A40323" w:rsidRDefault="00962211" w:rsidP="004A4A18">
            <w:pPr>
              <w:jc w:val="center"/>
              <w:rPr>
                <w:sz w:val="22"/>
                <w:szCs w:val="22"/>
              </w:rPr>
            </w:pPr>
            <w:r w:rsidRPr="00A40323">
              <w:rPr>
                <w:sz w:val="22"/>
                <w:szCs w:val="22"/>
              </w:rPr>
              <w:t>36.000,00</w:t>
            </w:r>
          </w:p>
        </w:tc>
      </w:tr>
    </w:tbl>
    <w:p w:rsidR="00DF7611" w:rsidRPr="00962211" w:rsidRDefault="00DF7611" w:rsidP="00DF7611"/>
    <w:p w:rsidR="00DF7611" w:rsidRPr="00962211" w:rsidRDefault="00DF7611" w:rsidP="00DF7611"/>
    <w:p w:rsidR="000C53DC" w:rsidRPr="000C53DC" w:rsidRDefault="00DF7611" w:rsidP="000C53DC">
      <w:pPr>
        <w:pBdr>
          <w:top w:val="single" w:sz="4" w:space="1" w:color="auto"/>
          <w:left w:val="single" w:sz="4" w:space="1" w:color="auto"/>
          <w:bottom w:val="single" w:sz="4" w:space="1" w:color="auto"/>
          <w:right w:val="single" w:sz="4" w:space="1" w:color="auto"/>
        </w:pBdr>
      </w:pPr>
      <w:r w:rsidRPr="00962211">
        <w:rPr>
          <w:b/>
        </w:rPr>
        <w:t>5- DOCUMENTOS TÉCNICOS:</w:t>
      </w:r>
    </w:p>
    <w:p w:rsidR="000C53DC" w:rsidRPr="00962211" w:rsidRDefault="000C53DC" w:rsidP="000C53DC">
      <w:pPr>
        <w:spacing w:before="240" w:after="240"/>
        <w:jc w:val="both"/>
      </w:pPr>
      <w:r w:rsidRPr="005C7CD8">
        <w:t xml:space="preserve">Não </w:t>
      </w:r>
      <w:r>
        <w:t>h</w:t>
      </w:r>
      <w:r w:rsidRPr="005C7CD8">
        <w:t>á necessidade de documentos técnicos.</w:t>
      </w: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6- AMOSTRA:</w:t>
      </w:r>
    </w:p>
    <w:p w:rsidR="000C53DC" w:rsidRDefault="000C53DC" w:rsidP="00DF7611">
      <w:pPr>
        <w:jc w:val="both"/>
      </w:pPr>
    </w:p>
    <w:p w:rsidR="00DF7611" w:rsidRDefault="00DF7611" w:rsidP="00DF7611">
      <w:pPr>
        <w:jc w:val="both"/>
      </w:pPr>
      <w:r w:rsidRPr="00962211">
        <w:t>Não há necessidade de amostra.</w:t>
      </w:r>
    </w:p>
    <w:p w:rsidR="000C53DC" w:rsidRPr="00962211" w:rsidRDefault="000C53DC"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7- VISITA TÉCNICA:</w:t>
      </w:r>
    </w:p>
    <w:p w:rsidR="000C53DC" w:rsidRDefault="000C53DC" w:rsidP="00DF7611">
      <w:pPr>
        <w:rPr>
          <w:b/>
        </w:rPr>
      </w:pPr>
    </w:p>
    <w:p w:rsidR="00DF7611" w:rsidRPr="00962211" w:rsidRDefault="00DF7611" w:rsidP="00DF7611">
      <w:r w:rsidRPr="00962211">
        <w:rPr>
          <w:b/>
        </w:rPr>
        <w:t xml:space="preserve">Em quais lotes será feita a visita: </w:t>
      </w:r>
      <w:r w:rsidRPr="00962211">
        <w:t>Lote único</w:t>
      </w:r>
      <w:r w:rsidR="000C53DC">
        <w:t>;</w:t>
      </w:r>
    </w:p>
    <w:p w:rsidR="00DF7611" w:rsidRDefault="00DF7611" w:rsidP="00DF7611">
      <w:pPr>
        <w:jc w:val="both"/>
      </w:pPr>
      <w:r w:rsidRPr="00962211">
        <w:rPr>
          <w:b/>
        </w:rPr>
        <w:t xml:space="preserve">O que será verificado na visita técnica: </w:t>
      </w:r>
      <w:r w:rsidRPr="00962211">
        <w:t>Estado de conservação e funcionamento dos equipamentos</w:t>
      </w:r>
      <w:r w:rsidR="000C53DC">
        <w:t>;</w:t>
      </w:r>
    </w:p>
    <w:p w:rsidR="000C53DC" w:rsidRPr="00962211" w:rsidRDefault="000C53DC" w:rsidP="00DF7611">
      <w:pPr>
        <w:jc w:val="both"/>
      </w:pPr>
    </w:p>
    <w:p w:rsidR="00DF7611" w:rsidRPr="00962211" w:rsidRDefault="00DF7611" w:rsidP="00DF7611">
      <w:r w:rsidRPr="00962211">
        <w:rPr>
          <w:b/>
        </w:rPr>
        <w:t>Visita técnica do Licitante</w:t>
      </w:r>
    </w:p>
    <w:p w:rsidR="00DF7611" w:rsidRDefault="00DF7611" w:rsidP="00DF7611">
      <w:r w:rsidRPr="00962211">
        <w:rPr>
          <w:b/>
        </w:rPr>
        <w:t xml:space="preserve">Contato: </w:t>
      </w:r>
      <w:r w:rsidR="000C53DC" w:rsidRPr="000C53DC">
        <w:rPr>
          <w:bCs/>
        </w:rPr>
        <w:t>Sr.</w:t>
      </w:r>
      <w:r w:rsidR="000C53DC">
        <w:rPr>
          <w:b/>
        </w:rPr>
        <w:t xml:space="preserve"> </w:t>
      </w:r>
      <w:r w:rsidR="000C53DC" w:rsidRPr="00962211">
        <w:t>Marcelo Alves Pinheiro</w:t>
      </w:r>
    </w:p>
    <w:p w:rsidR="000C53DC" w:rsidRPr="00962211" w:rsidRDefault="000C53DC" w:rsidP="00DF7611"/>
    <w:p w:rsidR="00DF7611" w:rsidRDefault="00DF7611" w:rsidP="00DF7611">
      <w:r w:rsidRPr="00962211">
        <w:rPr>
          <w:b/>
        </w:rPr>
        <w:t xml:space="preserve">Telefone Contato: </w:t>
      </w:r>
      <w:r w:rsidRPr="00962211">
        <w:t>3330</w:t>
      </w:r>
      <w:r w:rsidR="000C53DC">
        <w:t>-</w:t>
      </w:r>
      <w:r w:rsidRPr="00962211">
        <w:t>8410</w:t>
      </w:r>
      <w:r w:rsidR="000C53DC">
        <w:t xml:space="preserve"> ou e-mail:mpinheiro@mpmg.mp.br.</w:t>
      </w:r>
    </w:p>
    <w:p w:rsidR="000C53DC" w:rsidRPr="00962211" w:rsidRDefault="000C53DC" w:rsidP="00DF7611"/>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8- ATESTADOS E CERTIFICADOS ESPECÍFICOS AO OBJETO:</w:t>
      </w:r>
    </w:p>
    <w:p w:rsidR="00DF7611" w:rsidRPr="00962211" w:rsidRDefault="00DF7611" w:rsidP="00DF7611"/>
    <w:p w:rsidR="000C53DC" w:rsidRDefault="000C53DC" w:rsidP="00DF7611">
      <w:pPr>
        <w:jc w:val="both"/>
        <w:rPr>
          <w:b/>
        </w:rPr>
      </w:pPr>
      <w:r>
        <w:rPr>
          <w:b/>
        </w:rPr>
        <w:t xml:space="preserve">8.1 - </w:t>
      </w:r>
      <w:r w:rsidR="00DF7611" w:rsidRPr="00962211">
        <w:rPr>
          <w:b/>
        </w:rPr>
        <w:t xml:space="preserve">Em quais lotes/itens será exigido o documento: </w:t>
      </w:r>
    </w:p>
    <w:p w:rsidR="000C53DC" w:rsidRDefault="000C53DC" w:rsidP="00DF7611">
      <w:pPr>
        <w:jc w:val="both"/>
        <w:rPr>
          <w:b/>
        </w:rPr>
      </w:pPr>
    </w:p>
    <w:p w:rsidR="000C53DC" w:rsidRDefault="000C53DC" w:rsidP="00DF7611">
      <w:pPr>
        <w:jc w:val="both"/>
      </w:pPr>
      <w:r>
        <w:t xml:space="preserve">8.1.1. </w:t>
      </w:r>
      <w:r w:rsidR="00DF7611" w:rsidRPr="00962211">
        <w:t xml:space="preserve">Apresentar 1 (um) ou mais atestados de capacidade técnica, expedido(s) em nome do licitante, por pessoa(s) jurídica(s) de direito público ou privado, comprovando a prestação de serviços similares ao objeto da licitação, com a prestação de manutenção pelo período mínimo de 12 (doze) meses. </w:t>
      </w:r>
    </w:p>
    <w:p w:rsidR="000C53DC" w:rsidRDefault="000C53DC" w:rsidP="00DF7611">
      <w:pPr>
        <w:jc w:val="both"/>
      </w:pPr>
    </w:p>
    <w:p w:rsidR="000C53DC" w:rsidRDefault="00DF7611" w:rsidP="00DF7611">
      <w:pPr>
        <w:jc w:val="both"/>
      </w:pPr>
      <w:r w:rsidRPr="00962211">
        <w:t xml:space="preserve">Serão aceitos, na licitação, tão somente, atestados de capacitação técnico-operacional emitidos em nome da empresa licitante. </w:t>
      </w:r>
    </w:p>
    <w:p w:rsidR="000C53DC" w:rsidRDefault="000C53DC" w:rsidP="00DF7611">
      <w:pPr>
        <w:jc w:val="both"/>
      </w:pPr>
    </w:p>
    <w:p w:rsidR="00DF7611" w:rsidRDefault="00DF7611" w:rsidP="00DF7611">
      <w:pPr>
        <w:jc w:val="both"/>
      </w:pPr>
      <w:r w:rsidRPr="00962211">
        <w:t xml:space="preserve">Caso tenha havido alteração na razão social, e o atestado de capacidade técnica tenha sido com o nome anterior da empresa, esta deverá anexar à documentação cópia da respectiva alteração contratual, devidamente autenticada pela Junta Comercial. </w:t>
      </w:r>
    </w:p>
    <w:p w:rsidR="000C53DC" w:rsidRPr="00962211" w:rsidRDefault="000C53DC" w:rsidP="00DF7611">
      <w:pPr>
        <w:jc w:val="both"/>
      </w:pPr>
    </w:p>
    <w:p w:rsidR="000C53DC" w:rsidRDefault="000C53DC" w:rsidP="00DF7611">
      <w:pPr>
        <w:jc w:val="both"/>
        <w:rPr>
          <w:b/>
        </w:rPr>
      </w:pPr>
      <w:r>
        <w:rPr>
          <w:b/>
        </w:rPr>
        <w:t xml:space="preserve">8.2 - </w:t>
      </w:r>
      <w:r w:rsidR="00DF7611" w:rsidRPr="00962211">
        <w:rPr>
          <w:b/>
        </w:rPr>
        <w:t xml:space="preserve">Documentos que deverão ser apresentados: </w:t>
      </w:r>
    </w:p>
    <w:p w:rsidR="000C53DC" w:rsidRDefault="000C53DC" w:rsidP="00DF7611">
      <w:pPr>
        <w:jc w:val="both"/>
        <w:rPr>
          <w:b/>
        </w:rPr>
      </w:pPr>
    </w:p>
    <w:p w:rsidR="000C53DC" w:rsidRDefault="000C53DC" w:rsidP="00DF7611">
      <w:pPr>
        <w:jc w:val="both"/>
      </w:pPr>
      <w:r>
        <w:t xml:space="preserve">8.2.1. </w:t>
      </w:r>
      <w:r w:rsidR="00DF7611" w:rsidRPr="00962211">
        <w:t xml:space="preserve">Certificado de Registro de Pessoa Jurídica, emitido pelo Conselho Regional de Engenharia e Agronomia (CREA), que comprove atividade relacionada com o objeto licitado. </w:t>
      </w:r>
    </w:p>
    <w:p w:rsidR="000C53DC" w:rsidRDefault="000C53DC" w:rsidP="00DF7611">
      <w:pPr>
        <w:jc w:val="both"/>
      </w:pPr>
    </w:p>
    <w:p w:rsidR="000C53DC" w:rsidRDefault="009B05F4" w:rsidP="00DF7611">
      <w:pPr>
        <w:jc w:val="both"/>
      </w:pPr>
      <w:r>
        <w:t xml:space="preserve">8.2.1.1 - </w:t>
      </w:r>
      <w:r w:rsidR="00DF7611" w:rsidRPr="00962211">
        <w:t xml:space="preserve">O Certificado deverá estar dentro do prazo de validade. </w:t>
      </w:r>
    </w:p>
    <w:p w:rsidR="000C53DC" w:rsidRDefault="000C53DC" w:rsidP="00DF7611">
      <w:pPr>
        <w:jc w:val="both"/>
      </w:pPr>
    </w:p>
    <w:p w:rsidR="00DF7611" w:rsidRDefault="009B05F4" w:rsidP="00DF7611">
      <w:pPr>
        <w:jc w:val="both"/>
      </w:pPr>
      <w:r>
        <w:t xml:space="preserve">8.2.2 - </w:t>
      </w:r>
      <w:r w:rsidR="00DF7611" w:rsidRPr="00962211">
        <w:t xml:space="preserve">Declaração de compromisso da empresa licitante, indicando um profissional como responsável técnico pelo objeto desta licitação, assinada em conjunto pelo representante legal da empresa e pelo responsável técnico indicado.  </w:t>
      </w:r>
    </w:p>
    <w:p w:rsidR="000C53DC" w:rsidRDefault="000C53DC" w:rsidP="00DF7611">
      <w:pPr>
        <w:jc w:val="both"/>
      </w:pPr>
    </w:p>
    <w:p w:rsidR="000C53DC" w:rsidRPr="00962211" w:rsidRDefault="000C53DC"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9- ESPECIALIZAÇÃO DE PROFISSIONAL E ATESTADO DE CAPACIDADE:</w:t>
      </w:r>
    </w:p>
    <w:p w:rsidR="000C53DC" w:rsidRDefault="000C53DC" w:rsidP="00DF7611">
      <w:pPr>
        <w:jc w:val="both"/>
        <w:rPr>
          <w:b/>
        </w:rPr>
      </w:pPr>
    </w:p>
    <w:p w:rsidR="009B05F4" w:rsidRDefault="009B05F4" w:rsidP="00DF7611">
      <w:pPr>
        <w:jc w:val="both"/>
        <w:rPr>
          <w:b/>
        </w:rPr>
      </w:pPr>
      <w:r>
        <w:rPr>
          <w:b/>
        </w:rPr>
        <w:t xml:space="preserve">9.1. - </w:t>
      </w:r>
      <w:r w:rsidR="00DF7611" w:rsidRPr="00962211">
        <w:rPr>
          <w:b/>
        </w:rPr>
        <w:t xml:space="preserve">Especialização ou atestado exigido: </w:t>
      </w:r>
    </w:p>
    <w:p w:rsidR="009B05F4" w:rsidRDefault="009B05F4" w:rsidP="00DF7611">
      <w:pPr>
        <w:jc w:val="both"/>
        <w:rPr>
          <w:b/>
        </w:rPr>
      </w:pPr>
    </w:p>
    <w:p w:rsidR="009B05F4" w:rsidRDefault="009B05F4" w:rsidP="00DF7611">
      <w:pPr>
        <w:jc w:val="both"/>
      </w:pPr>
      <w:r>
        <w:lastRenderedPageBreak/>
        <w:t xml:space="preserve">9.1. </w:t>
      </w:r>
      <w:r w:rsidR="00DF7611" w:rsidRPr="00962211">
        <w:t xml:space="preserve">Certificado de Registro de Pessoa Física, em nome do Responsável Técnico (Engenheiro Mecânico, Engenheiro Eletricista, Engenheiro Eletrônico ou Técnico Eletrotécnico), emitido pelo Conselho Regional de Engenharia e Agronomia (CREA). </w:t>
      </w:r>
    </w:p>
    <w:p w:rsidR="009B05F4" w:rsidRDefault="009B05F4" w:rsidP="00DF7611">
      <w:pPr>
        <w:jc w:val="both"/>
      </w:pPr>
    </w:p>
    <w:p w:rsidR="00DF7611" w:rsidRDefault="009B05F4" w:rsidP="00DF7611">
      <w:pPr>
        <w:jc w:val="both"/>
      </w:pPr>
      <w:r>
        <w:t xml:space="preserve">9.1.1. </w:t>
      </w:r>
      <w:r w:rsidR="00DF7611" w:rsidRPr="00962211">
        <w:t xml:space="preserve">O Certificado deverá estar dentro do prazo de validade.  </w:t>
      </w:r>
    </w:p>
    <w:p w:rsidR="009B05F4" w:rsidRPr="00962211" w:rsidRDefault="009B05F4" w:rsidP="00DF7611">
      <w:pPr>
        <w:jc w:val="both"/>
      </w:pPr>
    </w:p>
    <w:p w:rsidR="00DF7611" w:rsidRDefault="009B05F4" w:rsidP="00DF7611">
      <w:pPr>
        <w:jc w:val="both"/>
      </w:pPr>
      <w:r>
        <w:t xml:space="preserve">9.2. </w:t>
      </w:r>
      <w:r w:rsidR="00DF7611" w:rsidRPr="00962211">
        <w:t xml:space="preserve">A comprovação do vínculo profissional formal do responsável técnico com o licitante deverá ser feita mediante apresentação de um dos seguintes documentos: </w:t>
      </w:r>
    </w:p>
    <w:p w:rsidR="009B05F4" w:rsidRPr="00962211" w:rsidRDefault="009B05F4" w:rsidP="00DF7611">
      <w:pPr>
        <w:jc w:val="both"/>
      </w:pPr>
    </w:p>
    <w:p w:rsidR="00DF7611" w:rsidRPr="00962211" w:rsidRDefault="00DF7611" w:rsidP="00DF7611">
      <w:pPr>
        <w:jc w:val="both"/>
      </w:pPr>
      <w:r w:rsidRPr="00962211">
        <w:t>I.  Vínculo empregatício: cópia da Carteira de Trabalho e Previdência Social (CTPS), expedida pelo Ministério do Trabalho;</w:t>
      </w:r>
    </w:p>
    <w:p w:rsidR="00DF7611" w:rsidRPr="00962211" w:rsidRDefault="00DF7611" w:rsidP="00DF7611">
      <w:pPr>
        <w:jc w:val="both"/>
      </w:pPr>
      <w:r w:rsidRPr="00962211">
        <w:t xml:space="preserve"> II. Vínculo societário: ato constitutivo da empresa devidamente registrado no órgão de Registro de Comércio competente, do domicílio ou da sede do licitante; </w:t>
      </w:r>
    </w:p>
    <w:p w:rsidR="00DF7611" w:rsidRPr="00962211" w:rsidRDefault="00DF7611" w:rsidP="00DF7611">
      <w:pPr>
        <w:jc w:val="both"/>
      </w:pPr>
      <w:r w:rsidRPr="00962211">
        <w:t xml:space="preserve">III. Profissional autônomo: contrato de prestação de serviço; </w:t>
      </w:r>
    </w:p>
    <w:p w:rsidR="00DF7611" w:rsidRDefault="00DF7611" w:rsidP="00DF7611">
      <w:pPr>
        <w:jc w:val="both"/>
      </w:pPr>
      <w:r w:rsidRPr="00962211">
        <w:t>IV. Outros documentos hábeis para comprovação deste vínculo.</w:t>
      </w:r>
    </w:p>
    <w:p w:rsidR="009B05F4" w:rsidRPr="00962211" w:rsidRDefault="009B05F4"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10- GARANTIA:</w:t>
      </w:r>
    </w:p>
    <w:p w:rsidR="009B05F4" w:rsidRDefault="009B05F4" w:rsidP="00DF7611">
      <w:pPr>
        <w:rPr>
          <w:b/>
        </w:rPr>
      </w:pPr>
    </w:p>
    <w:p w:rsidR="00DF7611" w:rsidRDefault="00DF7611" w:rsidP="00DF7611">
      <w:r w:rsidRPr="00962211">
        <w:rPr>
          <w:b/>
        </w:rPr>
        <w:t xml:space="preserve">Tipo de Garantia: </w:t>
      </w:r>
      <w:r w:rsidRPr="00962211">
        <w:t>Garantia do fabricante</w:t>
      </w:r>
    </w:p>
    <w:p w:rsidR="009B05F4" w:rsidRPr="00962211" w:rsidRDefault="009B05F4" w:rsidP="00DF7611"/>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11- ASSISTÊNCIA TÉCNICA:</w:t>
      </w:r>
    </w:p>
    <w:p w:rsidR="00DF7611" w:rsidRDefault="00DF7611" w:rsidP="00DF7611">
      <w:pPr>
        <w:jc w:val="both"/>
      </w:pPr>
      <w:r w:rsidRPr="00962211">
        <w:t>Não há necessidade de assistência técnica.</w:t>
      </w:r>
    </w:p>
    <w:p w:rsidR="009B05F4" w:rsidRPr="00962211" w:rsidRDefault="009B05F4"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12- CRITÉRIOS DE ACEITABILIDADE DO OBJETO:</w:t>
      </w:r>
    </w:p>
    <w:p w:rsidR="00DF7611" w:rsidRPr="00962211" w:rsidRDefault="00DF7611" w:rsidP="00DF7611"/>
    <w:p w:rsidR="00DF7611" w:rsidRPr="00962211" w:rsidRDefault="00DF7611" w:rsidP="00DF7611">
      <w:pPr>
        <w:jc w:val="both"/>
      </w:pPr>
      <w:r w:rsidRPr="00962211">
        <w:t>Execução dos serviços descritos no contrato de acordo com as especificações técnicas</w:t>
      </w:r>
    </w:p>
    <w:p w:rsidR="00DF7611" w:rsidRPr="00962211" w:rsidRDefault="00DF7611" w:rsidP="00DF7611"/>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13- PRAZO DE ENTREGA / EXECUÇÃO E PRAZO DE SUBSTITUIÇÃO / REFAZIMENTO:</w:t>
      </w:r>
    </w:p>
    <w:p w:rsidR="009B05F4" w:rsidRDefault="009B05F4" w:rsidP="00DF7611">
      <w:pPr>
        <w:jc w:val="both"/>
        <w:rPr>
          <w:b/>
        </w:rPr>
      </w:pPr>
    </w:p>
    <w:p w:rsidR="009B05F4" w:rsidRDefault="00DF7611" w:rsidP="00DF7611">
      <w:pPr>
        <w:jc w:val="both"/>
        <w:rPr>
          <w:b/>
        </w:rPr>
      </w:pPr>
      <w:r w:rsidRPr="00962211">
        <w:rPr>
          <w:b/>
        </w:rPr>
        <w:t xml:space="preserve">Prazo de Entrega / Execução: </w:t>
      </w:r>
    </w:p>
    <w:p w:rsidR="00D12CF8" w:rsidRDefault="00D12CF8" w:rsidP="00DF7611">
      <w:pPr>
        <w:jc w:val="both"/>
        <w:rPr>
          <w:b/>
        </w:rPr>
      </w:pPr>
    </w:p>
    <w:p w:rsidR="00E060A9" w:rsidRDefault="00DF7611" w:rsidP="00D12CF8">
      <w:pPr>
        <w:jc w:val="both"/>
      </w:pPr>
      <w:r w:rsidRPr="00687D92">
        <w:t xml:space="preserve">PRAZO DE INÍCIO DA EXECUÇÃO DOS SERVIÇOS: 15 </w:t>
      </w:r>
      <w:r w:rsidR="00687D92">
        <w:t xml:space="preserve">(quinze) </w:t>
      </w:r>
      <w:r w:rsidRPr="00687D92">
        <w:t>DIAS, contados</w:t>
      </w:r>
      <w:r w:rsidR="00E060A9">
        <w:t xml:space="preserve"> </w:t>
      </w:r>
      <w:r w:rsidRPr="00687D92">
        <w:t xml:space="preserve">do recebimento da Ordem de Serviço. As manutenções deverão ser executadas por </w:t>
      </w:r>
      <w:r w:rsidRPr="00E060A9">
        <w:t>um período de 12 (doze) meses</w:t>
      </w:r>
      <w:r w:rsidRPr="00687D92">
        <w:t xml:space="preserve">. As visitas técnicas serão executadas quinzenalmente e bimestralmente, conforme descrito </w:t>
      </w:r>
      <w:r w:rsidR="00E060A9">
        <w:t xml:space="preserve">no </w:t>
      </w:r>
      <w:r w:rsidR="00E060A9" w:rsidRPr="00E060A9">
        <w:t>APENSO I DO TERMO DE REFERÊNCIA</w:t>
      </w:r>
      <w:r w:rsidR="00E060A9">
        <w:t xml:space="preserve"> - </w:t>
      </w:r>
      <w:r w:rsidR="00E060A9" w:rsidRPr="00E060A9">
        <w:t>DESCRIÇÃO DOS SERVIÇOS DE MANUTENÇÃO</w:t>
      </w:r>
      <w:r w:rsidR="00E060A9">
        <w:t>.</w:t>
      </w:r>
    </w:p>
    <w:p w:rsidR="00D12CF8" w:rsidRPr="00E060A9" w:rsidRDefault="00D12CF8" w:rsidP="00D12CF8">
      <w:pPr>
        <w:jc w:val="both"/>
      </w:pPr>
    </w:p>
    <w:p w:rsidR="00DF7611" w:rsidRPr="00E060A9" w:rsidRDefault="00371248" w:rsidP="00D12CF8">
      <w:pPr>
        <w:jc w:val="both"/>
      </w:pPr>
      <w:r w:rsidRPr="00E060A9">
        <w:t xml:space="preserve">PRAZO DE SUBSTITUIÇÃO / REFAZIMENTO: </w:t>
      </w:r>
      <w:r w:rsidR="00DF7611" w:rsidRPr="00E060A9">
        <w:t>7 dias a partir da solicitação da D</w:t>
      </w:r>
      <w:r>
        <w:t>ivisão de Manutenção (DIMAN-PGJ)</w:t>
      </w:r>
    </w:p>
    <w:p w:rsidR="009B05F4" w:rsidRPr="00962211" w:rsidRDefault="009B05F4" w:rsidP="00DF7611"/>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14- LOCAL DE ENTREGA / DE PRESTAÇÃO DE SERVIÇOS:</w:t>
      </w:r>
    </w:p>
    <w:p w:rsidR="00687D92" w:rsidRDefault="00687D92" w:rsidP="00DF7611">
      <w:pPr>
        <w:jc w:val="both"/>
      </w:pPr>
    </w:p>
    <w:p w:rsidR="004C741D" w:rsidRDefault="00DF7611" w:rsidP="00DF7611">
      <w:pPr>
        <w:jc w:val="both"/>
      </w:pPr>
      <w:r w:rsidRPr="00962211">
        <w:t>Locais de instalação dos motogeradores</w:t>
      </w:r>
      <w:r w:rsidR="004C741D">
        <w:t>:</w:t>
      </w:r>
    </w:p>
    <w:p w:rsidR="004C741D" w:rsidRDefault="004C741D" w:rsidP="00DF7611">
      <w:pPr>
        <w:jc w:val="both"/>
      </w:pPr>
    </w:p>
    <w:p w:rsidR="004C741D" w:rsidRDefault="004C741D" w:rsidP="004C741D">
      <w:pPr>
        <w:suppressAutoHyphens w:val="0"/>
        <w:autoSpaceDE/>
        <w:jc w:val="both"/>
      </w:pPr>
      <w:r w:rsidRPr="004C741D">
        <w:t>TORRE 1: Avenida Álvares Cabral 1740</w:t>
      </w:r>
      <w:r>
        <w:t>, Bairro Santo Agostinho</w:t>
      </w:r>
      <w:r w:rsidRPr="00465669">
        <w:t>, Be</w:t>
      </w:r>
      <w:r>
        <w:t>lo Horizonte, Minas Gerais;</w:t>
      </w:r>
    </w:p>
    <w:p w:rsidR="004C741D" w:rsidRPr="004C741D" w:rsidRDefault="004C741D" w:rsidP="004C741D">
      <w:pPr>
        <w:suppressAutoHyphens w:val="0"/>
        <w:autoSpaceDE/>
        <w:jc w:val="both"/>
      </w:pPr>
    </w:p>
    <w:p w:rsidR="004C741D" w:rsidRPr="00465669" w:rsidRDefault="004C741D" w:rsidP="004C741D">
      <w:pPr>
        <w:suppressAutoHyphens w:val="0"/>
        <w:autoSpaceDE/>
        <w:jc w:val="both"/>
      </w:pPr>
      <w:r w:rsidRPr="004C741D">
        <w:t>TORRE 2: Avenida Álvares Cabral, 1690</w:t>
      </w:r>
      <w:r>
        <w:t>, Bairro Santo Agostinho</w:t>
      </w:r>
      <w:r w:rsidRPr="00465669">
        <w:t>, Be</w:t>
      </w:r>
      <w:r>
        <w:t>lo Horizonte, Minas Gerais;</w:t>
      </w:r>
    </w:p>
    <w:p w:rsidR="004C741D" w:rsidRPr="004C741D" w:rsidRDefault="004C741D" w:rsidP="004C741D">
      <w:pPr>
        <w:suppressAutoHyphens w:val="0"/>
        <w:autoSpaceDE/>
        <w:jc w:val="both"/>
      </w:pPr>
    </w:p>
    <w:p w:rsidR="004C741D" w:rsidRPr="00465669" w:rsidRDefault="004C741D" w:rsidP="004C741D">
      <w:pPr>
        <w:suppressAutoHyphens w:val="0"/>
        <w:autoSpaceDE/>
        <w:jc w:val="both"/>
      </w:pPr>
      <w:r w:rsidRPr="004C741D">
        <w:t>TORRE 3: Rua Dias Adorno, 367</w:t>
      </w:r>
      <w:r>
        <w:t>, Bairro Santo Agostinho</w:t>
      </w:r>
      <w:r w:rsidRPr="00465669">
        <w:t>, Be</w:t>
      </w:r>
      <w:r>
        <w:t>lo Horizonte, Minas Gerais;</w:t>
      </w:r>
    </w:p>
    <w:p w:rsidR="004C741D" w:rsidRPr="004C741D" w:rsidRDefault="004C741D" w:rsidP="004C741D">
      <w:pPr>
        <w:suppressAutoHyphens w:val="0"/>
        <w:autoSpaceDE/>
        <w:jc w:val="both"/>
      </w:pPr>
    </w:p>
    <w:p w:rsidR="004C741D" w:rsidRPr="00465669" w:rsidRDefault="004C741D" w:rsidP="004C741D">
      <w:pPr>
        <w:suppressAutoHyphens w:val="0"/>
        <w:autoSpaceDE/>
        <w:jc w:val="both"/>
      </w:pPr>
      <w:r w:rsidRPr="004C741D">
        <w:t>TORRE 4: Rua Gonçalves Dias, 2039</w:t>
      </w:r>
      <w:r>
        <w:t>, Bairro Santo Agostinho</w:t>
      </w:r>
      <w:r w:rsidRPr="00465669">
        <w:t>, Be</w:t>
      </w:r>
      <w:r>
        <w:t>lo Horizonte, Minas Gerais.</w:t>
      </w:r>
    </w:p>
    <w:p w:rsidR="004C741D" w:rsidRDefault="004C741D" w:rsidP="00DF7611">
      <w:pPr>
        <w:jc w:val="both"/>
      </w:pPr>
    </w:p>
    <w:p w:rsidR="00687D92" w:rsidRPr="00962211" w:rsidRDefault="00687D92"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15- VIGÊNCIA CONTRATUAL:</w:t>
      </w:r>
    </w:p>
    <w:p w:rsidR="00D74CDE" w:rsidRDefault="00D74CDE" w:rsidP="00DF7611">
      <w:pPr>
        <w:jc w:val="both"/>
      </w:pPr>
    </w:p>
    <w:p w:rsidR="00D74CDE" w:rsidRDefault="00DF7611" w:rsidP="00DF7611">
      <w:pPr>
        <w:jc w:val="both"/>
      </w:pPr>
      <w:r w:rsidRPr="00962211">
        <w:t xml:space="preserve">36 </w:t>
      </w:r>
      <w:r w:rsidR="00D74CDE">
        <w:t xml:space="preserve">(trinta e seis) </w:t>
      </w:r>
      <w:r w:rsidRPr="00962211">
        <w:t xml:space="preserve">meses.  É cediço que a formalização de um contrato por prazo superior a 12 (doze) meses reduz o custo para a Administração de forma considerável, computando-se o valor hora/homem dos servidores e demais custos do processo administrativo, e contratos mais duradouros tendem a ser mais atrativos ao mercado, diante da segurança que trazem a médio/longo prazo para as empresas, o que pode vir a trazer economia para a Procuradoria-Geral de Justiça.  Relevante ainda dizer que, embora se trate de serviço de natureza continuada, que pode ser prorrogado até o limite legal (60 meses), a efetiva prorrogação da avença depende de diversos fatores, não sendo uma certeza administrativa, posto que a futura Contratada não é obrigada a aceitar a prorrogação da vigência, o que acarretaria uma série de demandas ao Órgão, uma vez que, para se alcançar um padrão de qualidade desejável na prestação dos serviços que compõem o objeto deste Termo de Referência e se criar uma comunicação eficaz entre Contratada e Contratante, a fim de se alinharem os entendimentos acerca dos serviços de atualização e suporte que venham a ser realizados, há um esforço considerável, principalmente no início da vigência contratual, por parte tanto da Contratada quanto da Contratante e o serviço a ser prestado não pode sofrer solução de continuidade, sob pena de comprometer a própria atividade-fim da instituição. </w:t>
      </w:r>
    </w:p>
    <w:p w:rsidR="00DF7611" w:rsidRPr="00962211" w:rsidRDefault="00DF7611" w:rsidP="00DF7611">
      <w:pPr>
        <w:jc w:val="both"/>
      </w:pPr>
      <w:r w:rsidRPr="00962211">
        <w:t xml:space="preserve"> </w:t>
      </w: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16- POSSIBILIDADE DE PRORROGAÇÃO:</w:t>
      </w:r>
    </w:p>
    <w:p w:rsidR="00D74CDE" w:rsidRDefault="00D74CDE" w:rsidP="00DF7611"/>
    <w:p w:rsidR="00DF7611" w:rsidRDefault="00DF7611" w:rsidP="00DF7611">
      <w:r w:rsidRPr="00962211">
        <w:t xml:space="preserve">Até o limite legal, trata-se de serviço continuado. </w:t>
      </w:r>
    </w:p>
    <w:p w:rsidR="00D74CDE" w:rsidRPr="00962211" w:rsidRDefault="00D74CDE" w:rsidP="00DF7611"/>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17- CRONOGRAMA FÍSICO-FINANCEIRO:</w:t>
      </w:r>
    </w:p>
    <w:p w:rsidR="00DF7611" w:rsidRPr="00962211" w:rsidRDefault="00DF7611" w:rsidP="00DF7611"/>
    <w:p w:rsidR="00DF7611" w:rsidRDefault="00DF7611" w:rsidP="00DF7611">
      <w:pPr>
        <w:jc w:val="both"/>
      </w:pPr>
      <w:r w:rsidRPr="00962211">
        <w:t>Não há cronograma cadastrado.</w:t>
      </w:r>
    </w:p>
    <w:p w:rsidR="00D74CDE" w:rsidRPr="00962211" w:rsidRDefault="00D74CDE"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18- CONDIÇÕES DE PAGAMENTO:</w:t>
      </w:r>
    </w:p>
    <w:p w:rsidR="00D74CDE" w:rsidRDefault="00D74CDE" w:rsidP="00DF7611">
      <w:pPr>
        <w:jc w:val="both"/>
      </w:pPr>
    </w:p>
    <w:p w:rsidR="00D74CDE" w:rsidRDefault="00DF7611" w:rsidP="00DF7611">
      <w:pPr>
        <w:jc w:val="both"/>
      </w:pPr>
      <w:r w:rsidRPr="00962211">
        <w:lastRenderedPageBreak/>
        <w:t xml:space="preserve">As notas fiscais referentes aos serviços de manutenção serão pagas mensalmente.  </w:t>
      </w:r>
    </w:p>
    <w:p w:rsidR="00D74CDE" w:rsidRDefault="00D74CDE" w:rsidP="00DF7611">
      <w:pPr>
        <w:jc w:val="both"/>
      </w:pPr>
    </w:p>
    <w:p w:rsidR="00DF7611" w:rsidRDefault="00DF7611" w:rsidP="00DF7611">
      <w:pPr>
        <w:jc w:val="both"/>
      </w:pPr>
      <w:r w:rsidRPr="00962211">
        <w:t>As notas fiscais de ressarcimento de peças e reabastecimento de óleo combustível serão pagas quando esses serviços forem solicitados, aprovados e realizados.</w:t>
      </w:r>
    </w:p>
    <w:p w:rsidR="00D74CDE" w:rsidRPr="00962211" w:rsidRDefault="00D74CDE"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19- DEVERES DO CONTRATADO E DA CONTRATANTE:</w:t>
      </w:r>
    </w:p>
    <w:p w:rsidR="00D74CDE" w:rsidRDefault="00D74CDE" w:rsidP="00DF7611">
      <w:pPr>
        <w:jc w:val="both"/>
      </w:pPr>
    </w:p>
    <w:p w:rsidR="00DF7611" w:rsidRDefault="00DF7611" w:rsidP="00DF7611">
      <w:pPr>
        <w:jc w:val="both"/>
      </w:pPr>
      <w:r w:rsidRPr="00962211">
        <w:t>Serão estabelecidos no edital.</w:t>
      </w:r>
    </w:p>
    <w:p w:rsidR="00D74CDE" w:rsidRPr="00962211" w:rsidRDefault="00D74CDE"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20- UNIDADE ADMINISTRATIVA RESPONSÁVEL:</w:t>
      </w:r>
    </w:p>
    <w:p w:rsidR="00D74CDE" w:rsidRDefault="00D74CDE" w:rsidP="00DF7611">
      <w:pPr>
        <w:rPr>
          <w:b/>
        </w:rPr>
      </w:pPr>
    </w:p>
    <w:p w:rsidR="00DF7611" w:rsidRPr="00962211" w:rsidRDefault="00DF7611" w:rsidP="00E761AA">
      <w:pPr>
        <w:jc w:val="both"/>
      </w:pPr>
      <w:r w:rsidRPr="00962211">
        <w:rPr>
          <w:b/>
        </w:rPr>
        <w:t xml:space="preserve">Unidade Administrativa Responsável: </w:t>
      </w:r>
      <w:r w:rsidRPr="00962211">
        <w:t>1091090 - DIVISÃO DE MANUTENÇÃO PREDIAL</w:t>
      </w:r>
    </w:p>
    <w:p w:rsidR="00DF7611" w:rsidRPr="00962211" w:rsidRDefault="00DF7611" w:rsidP="00E761AA">
      <w:pPr>
        <w:jc w:val="both"/>
      </w:pPr>
      <w:r w:rsidRPr="00962211">
        <w:rPr>
          <w:b/>
        </w:rPr>
        <w:t xml:space="preserve">Servidor Gerenciador/Fiscal do Contrato: </w:t>
      </w:r>
      <w:r w:rsidRPr="00962211">
        <w:t>MARCELO ALVES PINHEIRO</w:t>
      </w:r>
    </w:p>
    <w:p w:rsidR="00DF7611" w:rsidRDefault="00DF7611" w:rsidP="00E761AA">
      <w:pPr>
        <w:jc w:val="both"/>
      </w:pPr>
      <w:r w:rsidRPr="00962211">
        <w:rPr>
          <w:b/>
        </w:rPr>
        <w:t xml:space="preserve">Servidor Gerenciador/Fiscal Suplente do Contrato: </w:t>
      </w:r>
      <w:r w:rsidRPr="00962211">
        <w:t>ISABELLA PIRES ROSCOE</w:t>
      </w:r>
    </w:p>
    <w:p w:rsidR="00D74CDE" w:rsidRPr="00962211" w:rsidRDefault="00D74CDE" w:rsidP="00DF7611"/>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21- SANÇÕES:</w:t>
      </w:r>
    </w:p>
    <w:p w:rsidR="00D74CDE" w:rsidRDefault="00D74CDE" w:rsidP="00DF7611">
      <w:pPr>
        <w:jc w:val="both"/>
      </w:pPr>
    </w:p>
    <w:p w:rsidR="00DF7611" w:rsidRDefault="00DF7611" w:rsidP="00DF7611">
      <w:pPr>
        <w:jc w:val="both"/>
      </w:pPr>
      <w:r w:rsidRPr="00962211">
        <w:t>Serão estabelecidas no edital.</w:t>
      </w:r>
    </w:p>
    <w:p w:rsidR="00D74CDE" w:rsidRPr="00962211" w:rsidRDefault="00D74CDE"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t>22- INFORMAÇÕES COMPLEMENTARES:</w:t>
      </w:r>
    </w:p>
    <w:p w:rsidR="00D74CDE" w:rsidRDefault="00D74CDE" w:rsidP="00DF7611">
      <w:pPr>
        <w:jc w:val="both"/>
      </w:pPr>
    </w:p>
    <w:p w:rsidR="00D74CDE" w:rsidRDefault="00DF7611" w:rsidP="00DF7611">
      <w:pPr>
        <w:jc w:val="both"/>
      </w:pPr>
      <w:r w:rsidRPr="00962211">
        <w:t xml:space="preserve">- A contratada é responsável pelo abastecimento dos tanques de combustível, sob demanda, conforme solicitação da DIMAN.  </w:t>
      </w:r>
    </w:p>
    <w:p w:rsidR="00D74CDE" w:rsidRDefault="00D74CDE" w:rsidP="00DF7611">
      <w:pPr>
        <w:jc w:val="both"/>
      </w:pPr>
    </w:p>
    <w:p w:rsidR="00D74CDE" w:rsidRDefault="00DF7611" w:rsidP="00DF7611">
      <w:pPr>
        <w:jc w:val="both"/>
      </w:pPr>
      <w:r w:rsidRPr="00962211">
        <w:t xml:space="preserve">- Os valores dos serviços de manutenção preventiva e corretiva incluem as despesas com as trocas de óleo, filtro de óleo, filtro de ar, líquido arrefecimento do radiador. </w:t>
      </w:r>
    </w:p>
    <w:p w:rsidR="00D74CDE" w:rsidRDefault="00D74CDE" w:rsidP="00DF7611">
      <w:pPr>
        <w:jc w:val="both"/>
      </w:pPr>
    </w:p>
    <w:p w:rsidR="00D74CDE" w:rsidRDefault="00DF7611" w:rsidP="00DF7611">
      <w:pPr>
        <w:jc w:val="both"/>
      </w:pPr>
      <w:r w:rsidRPr="00962211">
        <w:t xml:space="preserve">- Substituição de bateria automotiva, quando necessária e devidamente comprovada, deve ser coberta com verba de ressarcimento de peças. </w:t>
      </w:r>
    </w:p>
    <w:p w:rsidR="00E761AA" w:rsidRDefault="00E761AA" w:rsidP="00DF7611">
      <w:pPr>
        <w:jc w:val="both"/>
      </w:pPr>
    </w:p>
    <w:p w:rsidR="00D74CDE" w:rsidRDefault="00DF7611" w:rsidP="00DF7611">
      <w:pPr>
        <w:jc w:val="both"/>
      </w:pPr>
      <w:r w:rsidRPr="00962211">
        <w:t xml:space="preserve">- O contrato a ser celebrado visa cobrir, primeiramente, a manutenção preventiva do equipamento instalado na Torre 1 cujo contrato terá sua vigência expirada em Setembro/2021. </w:t>
      </w:r>
      <w:r w:rsidR="00D74CDE">
        <w:t>–</w:t>
      </w:r>
      <w:r w:rsidRPr="00962211">
        <w:t xml:space="preserve"> </w:t>
      </w:r>
    </w:p>
    <w:p w:rsidR="00D74CDE" w:rsidRDefault="00D74CDE" w:rsidP="00DF7611">
      <w:pPr>
        <w:jc w:val="both"/>
      </w:pPr>
    </w:p>
    <w:p w:rsidR="00D74CDE" w:rsidRDefault="00DF7611" w:rsidP="00DF7611">
      <w:pPr>
        <w:jc w:val="both"/>
      </w:pPr>
      <w:r w:rsidRPr="00962211">
        <w:t xml:space="preserve">Os outros equipamentos do contrato a ser celebrado possuem, atualmente, cobertura no contrato CT 195/2017, cuja vigência do aditivo expira em 25/12/2022. </w:t>
      </w:r>
    </w:p>
    <w:p w:rsidR="00D74CDE" w:rsidRDefault="00D74CDE" w:rsidP="00DF7611">
      <w:pPr>
        <w:jc w:val="both"/>
      </w:pPr>
    </w:p>
    <w:p w:rsidR="00DF7611" w:rsidRDefault="00DF7611" w:rsidP="00DF7611">
      <w:pPr>
        <w:jc w:val="both"/>
      </w:pPr>
      <w:r w:rsidRPr="00962211">
        <w:t xml:space="preserve">Esse contrato pode ser rescindido conforme decisão da Administração e manter apenas o novo contrato de manutenção. </w:t>
      </w:r>
    </w:p>
    <w:p w:rsidR="00D74CDE" w:rsidRPr="00962211" w:rsidRDefault="00D74CDE" w:rsidP="00DF7611">
      <w:pPr>
        <w:jc w:val="both"/>
      </w:pPr>
    </w:p>
    <w:p w:rsidR="00DF7611" w:rsidRDefault="00DF7611" w:rsidP="00DF7611">
      <w:pPr>
        <w:jc w:val="both"/>
      </w:pPr>
      <w:r w:rsidRPr="00962211">
        <w:t>O valor destinado a ressarcimento de peças é fixo em R$ 36.000 distribuídos nos 36 meses de contratação e não é objeto de disputa na licitação.</w:t>
      </w:r>
    </w:p>
    <w:p w:rsidR="00D74CDE" w:rsidRPr="00962211" w:rsidRDefault="00D74CDE" w:rsidP="00DF7611">
      <w:pPr>
        <w:jc w:val="both"/>
      </w:pPr>
    </w:p>
    <w:p w:rsidR="00DF7611" w:rsidRPr="00962211" w:rsidRDefault="00DF7611" w:rsidP="00DF7611">
      <w:pPr>
        <w:pBdr>
          <w:top w:val="single" w:sz="4" w:space="1" w:color="auto"/>
          <w:left w:val="single" w:sz="4" w:space="1" w:color="auto"/>
          <w:bottom w:val="single" w:sz="4" w:space="1" w:color="auto"/>
          <w:right w:val="single" w:sz="4" w:space="1" w:color="auto"/>
        </w:pBdr>
      </w:pPr>
      <w:r w:rsidRPr="00962211">
        <w:rPr>
          <w:b/>
        </w:rPr>
        <w:lastRenderedPageBreak/>
        <w:t>AUTOR DO TERMO DE REFERÊNCIA:</w:t>
      </w:r>
    </w:p>
    <w:p w:rsidR="00D74CDE" w:rsidRDefault="00D74CDE" w:rsidP="00DF7611">
      <w:pPr>
        <w:rPr>
          <w:b/>
        </w:rPr>
      </w:pPr>
    </w:p>
    <w:p w:rsidR="00DF7611" w:rsidRPr="00962211" w:rsidRDefault="00DF7611" w:rsidP="00DF7611">
      <w:r w:rsidRPr="00962211">
        <w:rPr>
          <w:b/>
        </w:rPr>
        <w:t xml:space="preserve">Nome: </w:t>
      </w:r>
      <w:r w:rsidRPr="00962211">
        <w:t>MARCELO ALVES PINHEIRO</w:t>
      </w:r>
    </w:p>
    <w:p w:rsidR="00DF7611" w:rsidRPr="00962211" w:rsidRDefault="00DF7611" w:rsidP="00DF7611">
      <w:r w:rsidRPr="00962211">
        <w:rPr>
          <w:b/>
        </w:rPr>
        <w:t xml:space="preserve">Cargo: </w:t>
      </w:r>
      <w:r w:rsidRPr="00962211">
        <w:t>ANALISTA DO MINIST. PUBLICO - QP</w:t>
      </w:r>
    </w:p>
    <w:p w:rsidR="00DF7611" w:rsidRPr="00962211" w:rsidRDefault="00DF7611" w:rsidP="00DF7611">
      <w:r w:rsidRPr="00962211">
        <w:rPr>
          <w:b/>
        </w:rPr>
        <w:t xml:space="preserve">Unidade Administrativa: </w:t>
      </w:r>
      <w:r w:rsidRPr="00962211">
        <w:t>DIVISÃO DE MANUTENÇÃO PREDIAL</w:t>
      </w:r>
    </w:p>
    <w:p w:rsidR="00C24E41" w:rsidRDefault="00C24E41" w:rsidP="00C04691">
      <w:pPr>
        <w:suppressAutoHyphens w:val="0"/>
        <w:autoSpaceDE/>
        <w:rPr>
          <w:b/>
        </w:rPr>
      </w:pPr>
    </w:p>
    <w:p w:rsidR="00C04691" w:rsidRDefault="00C04691" w:rsidP="00C04691">
      <w:pPr>
        <w:suppressAutoHyphens w:val="0"/>
        <w:autoSpaceDE/>
        <w:rPr>
          <w:b/>
        </w:rPr>
      </w:pPr>
    </w:p>
    <w:p w:rsidR="00C04691" w:rsidRPr="00C04691" w:rsidRDefault="00C04691" w:rsidP="00C04691">
      <w:pPr>
        <w:suppressAutoHyphens w:val="0"/>
        <w:autoSpaceDE/>
        <w:rPr>
          <w:b/>
        </w:rPr>
      </w:pPr>
    </w:p>
    <w:p w:rsidR="004F6EEE" w:rsidRDefault="000319D7" w:rsidP="00C04691">
      <w:pPr>
        <w:rPr>
          <w:b/>
          <w:bCs/>
        </w:rPr>
      </w:pPr>
      <w:r w:rsidRPr="00A33832">
        <w:rPr>
          <w:b/>
          <w:bCs/>
        </w:rPr>
        <w:t>A</w:t>
      </w:r>
      <w:r w:rsidR="00086412" w:rsidRPr="00A33832">
        <w:rPr>
          <w:b/>
          <w:bCs/>
        </w:rPr>
        <w:t>PENSO I D</w:t>
      </w:r>
      <w:r w:rsidR="00E060A9" w:rsidRPr="00A33832">
        <w:rPr>
          <w:b/>
          <w:bCs/>
        </w:rPr>
        <w:t>ESTE</w:t>
      </w:r>
      <w:r w:rsidR="00086412" w:rsidRPr="00A33832">
        <w:rPr>
          <w:b/>
          <w:bCs/>
        </w:rPr>
        <w:t xml:space="preserve"> TERMO DE REFERÊNCIA</w:t>
      </w:r>
      <w:r w:rsidR="00C04691">
        <w:rPr>
          <w:b/>
          <w:bCs/>
        </w:rPr>
        <w:t xml:space="preserve"> - </w:t>
      </w:r>
      <w:r w:rsidRPr="00A33832">
        <w:rPr>
          <w:b/>
          <w:bCs/>
        </w:rPr>
        <w:t>D</w:t>
      </w:r>
      <w:r w:rsidR="008B2878" w:rsidRPr="00A33832">
        <w:rPr>
          <w:b/>
          <w:bCs/>
        </w:rPr>
        <w:t>ESCRIÇÃO DOS SERVIÇOS DE MANUTENÇÃO</w:t>
      </w:r>
    </w:p>
    <w:p w:rsidR="00A33832" w:rsidRDefault="00A33832" w:rsidP="00A33832">
      <w:pPr>
        <w:jc w:val="center"/>
        <w:rPr>
          <w:b/>
          <w:bCs/>
        </w:rPr>
      </w:pPr>
    </w:p>
    <w:p w:rsidR="00A33832" w:rsidRDefault="00A33832" w:rsidP="00A33832">
      <w:pPr>
        <w:jc w:val="center"/>
        <w:rPr>
          <w:b/>
          <w:bCs/>
        </w:rPr>
      </w:pPr>
    </w:p>
    <w:p w:rsidR="00A33832" w:rsidRPr="00A33832" w:rsidRDefault="00A33832" w:rsidP="00A33832">
      <w:pPr>
        <w:jc w:val="center"/>
        <w:rPr>
          <w:b/>
          <w:bCs/>
        </w:rPr>
      </w:pPr>
    </w:p>
    <w:p w:rsidR="004F6EEE" w:rsidRPr="00962211" w:rsidRDefault="004F6EEE" w:rsidP="00E2576E">
      <w:pPr>
        <w:pStyle w:val="PargrafodaLista"/>
        <w:numPr>
          <w:ilvl w:val="0"/>
          <w:numId w:val="46"/>
        </w:numPr>
        <w:rPr>
          <w:bCs/>
        </w:rPr>
      </w:pPr>
      <w:r w:rsidRPr="00962211">
        <w:rPr>
          <w:bCs/>
        </w:rPr>
        <w:t>Objeto</w:t>
      </w:r>
    </w:p>
    <w:p w:rsidR="00F43408" w:rsidRPr="00962211" w:rsidRDefault="00F43408" w:rsidP="00F43408">
      <w:pPr>
        <w:ind w:left="360"/>
        <w:rPr>
          <w:bCs/>
        </w:rPr>
      </w:pPr>
    </w:p>
    <w:p w:rsidR="00D404C8" w:rsidRPr="00962211" w:rsidRDefault="00D404C8" w:rsidP="00D404C8">
      <w:pPr>
        <w:spacing w:line="360" w:lineRule="auto"/>
        <w:jc w:val="both"/>
      </w:pPr>
      <w:r w:rsidRPr="00962211">
        <w:t>Contratação de serviços de manutenção preventiva e corretiva de 05 (cinco) sistemas de grupos geradores, instalados em subsolo e garagem dos imóveis da Procuradoria Geral de Justiça de Minas Gerais, com o ressarcimento de peças e fornecimento de óleo combustível pela PGJ.</w:t>
      </w:r>
    </w:p>
    <w:p w:rsidR="00F43408" w:rsidRPr="00962211" w:rsidRDefault="00F43408" w:rsidP="00D404C8">
      <w:pPr>
        <w:spacing w:line="360" w:lineRule="auto"/>
        <w:jc w:val="both"/>
      </w:pPr>
    </w:p>
    <w:p w:rsidR="00F43408" w:rsidRPr="00962211" w:rsidRDefault="00F43408" w:rsidP="00F43408">
      <w:pPr>
        <w:pStyle w:val="PargrafodaLista"/>
        <w:numPr>
          <w:ilvl w:val="0"/>
          <w:numId w:val="46"/>
        </w:numPr>
        <w:spacing w:line="360" w:lineRule="auto"/>
        <w:jc w:val="both"/>
        <w:rPr>
          <w:bCs/>
        </w:rPr>
      </w:pPr>
      <w:r w:rsidRPr="00962211">
        <w:rPr>
          <w:bCs/>
        </w:rPr>
        <w:t>Sistemas Grupos Geradores</w:t>
      </w:r>
    </w:p>
    <w:p w:rsidR="00B94828" w:rsidRPr="00962211" w:rsidRDefault="00B94828" w:rsidP="00B94828">
      <w:pPr>
        <w:pStyle w:val="PargrafodaLista"/>
        <w:spacing w:line="360" w:lineRule="auto"/>
        <w:jc w:val="both"/>
        <w:rPr>
          <w:bCs/>
        </w:rPr>
      </w:pPr>
    </w:p>
    <w:p w:rsidR="00D404C8" w:rsidRPr="00962211" w:rsidRDefault="00D404C8" w:rsidP="00D404C8">
      <w:pPr>
        <w:pStyle w:val="itens"/>
        <w:rPr>
          <w:rFonts w:ascii="Arial" w:hAnsi="Arial" w:cs="Arial"/>
          <w:b/>
          <w:iCs/>
          <w:sz w:val="24"/>
          <w:u w:val="single"/>
        </w:rPr>
      </w:pPr>
      <w:r w:rsidRPr="00962211">
        <w:rPr>
          <w:rFonts w:ascii="Arial" w:hAnsi="Arial" w:cs="Arial"/>
          <w:sz w:val="24"/>
        </w:rPr>
        <w:t xml:space="preserve">Grupo motor gerador </w:t>
      </w:r>
      <w:r w:rsidRPr="00962211">
        <w:rPr>
          <w:rFonts w:ascii="Arial" w:hAnsi="Arial" w:cs="Arial"/>
          <w:b/>
          <w:sz w:val="24"/>
        </w:rPr>
        <w:t>Maquigeral</w:t>
      </w:r>
      <w:r w:rsidRPr="00962211">
        <w:rPr>
          <w:rFonts w:ascii="Arial" w:hAnsi="Arial" w:cs="Arial"/>
          <w:sz w:val="24"/>
        </w:rPr>
        <w:t xml:space="preserve">, composto por gerador WEG modelo GTA 250 MI33 215KVA trifásico 220/380V e motor a diesel MWM TCA 6.10, 158 kW a 1798 rpm, 6450 cilindradas. Esse conjunto está situado no subsolo da Av. Álvares Cabral, 1740 e as manutenções devem ser executadas por um período de 36 (trinta e seis) meses, </w:t>
      </w:r>
      <w:r w:rsidRPr="00962211">
        <w:rPr>
          <w:rFonts w:ascii="Arial" w:hAnsi="Arial" w:cs="Arial"/>
          <w:b/>
          <w:sz w:val="24"/>
          <w:u w:val="single"/>
        </w:rPr>
        <w:t>com ressarcimento de peças.</w:t>
      </w:r>
    </w:p>
    <w:p w:rsidR="00D404C8" w:rsidRPr="00962211" w:rsidRDefault="00D404C8" w:rsidP="00D404C8">
      <w:pPr>
        <w:pStyle w:val="itens"/>
        <w:rPr>
          <w:rFonts w:ascii="Arial" w:hAnsi="Arial" w:cs="Arial"/>
          <w:sz w:val="24"/>
        </w:rPr>
      </w:pPr>
      <w:r w:rsidRPr="00962211">
        <w:rPr>
          <w:rFonts w:ascii="Arial" w:hAnsi="Arial" w:cs="Arial"/>
          <w:sz w:val="24"/>
        </w:rPr>
        <w:t xml:space="preserve">Grupo motor gerador MS115, </w:t>
      </w:r>
      <w:r w:rsidRPr="00962211">
        <w:rPr>
          <w:rFonts w:ascii="Arial" w:hAnsi="Arial" w:cs="Arial"/>
          <w:b/>
          <w:sz w:val="24"/>
        </w:rPr>
        <w:t>Rodoagro</w:t>
      </w:r>
      <w:r w:rsidRPr="00962211">
        <w:rPr>
          <w:rFonts w:ascii="Arial" w:hAnsi="Arial" w:cs="Arial"/>
          <w:sz w:val="24"/>
        </w:rPr>
        <w:t xml:space="preserve">, composto por gerador WEG 81kVA, trifásico, 220/380 V e motor a diesel MWM TD-229 EC-6, 6 cilindros, 2600 rpm, 160 cv, 5880 cilindradas. Esse conjunto está situado no subsolo da rua Dias Adorno, 367 e as manutenções devem ser executadas por um período de 36 (trinta e seis) meses, </w:t>
      </w:r>
      <w:r w:rsidRPr="00962211">
        <w:rPr>
          <w:rFonts w:ascii="Arial" w:hAnsi="Arial" w:cs="Arial"/>
          <w:b/>
          <w:sz w:val="24"/>
          <w:u w:val="single"/>
        </w:rPr>
        <w:t>com ressarcimento de peças.</w:t>
      </w:r>
    </w:p>
    <w:p w:rsidR="00D404C8" w:rsidRPr="00962211" w:rsidRDefault="00D404C8" w:rsidP="00D404C8">
      <w:pPr>
        <w:pStyle w:val="itens"/>
        <w:rPr>
          <w:rFonts w:ascii="Arial" w:hAnsi="Arial" w:cs="Arial"/>
          <w:sz w:val="24"/>
        </w:rPr>
      </w:pPr>
      <w:r w:rsidRPr="00962211">
        <w:rPr>
          <w:rFonts w:ascii="Arial" w:hAnsi="Arial" w:cs="Arial"/>
          <w:sz w:val="24"/>
        </w:rPr>
        <w:lastRenderedPageBreak/>
        <w:t>Quadro de Transferência Automática (QTA) automatizado pela controladora K30 - KVA Automação - componente do sistema do motogerador Maquigeral;</w:t>
      </w:r>
    </w:p>
    <w:p w:rsidR="00D404C8" w:rsidRPr="00962211" w:rsidRDefault="00D404C8" w:rsidP="00D404C8">
      <w:pPr>
        <w:pStyle w:val="itens"/>
        <w:rPr>
          <w:rFonts w:ascii="Arial" w:hAnsi="Arial" w:cs="Arial"/>
          <w:sz w:val="24"/>
        </w:rPr>
      </w:pPr>
      <w:r w:rsidRPr="00962211">
        <w:rPr>
          <w:rFonts w:ascii="Arial" w:hAnsi="Arial" w:cs="Arial"/>
          <w:sz w:val="24"/>
        </w:rPr>
        <w:t>Quadro de Transferência Automática (QTA), automatizado pela controladora Deep Sea 6120 para o gerador Rodoagro.</w:t>
      </w:r>
    </w:p>
    <w:p w:rsidR="00D404C8" w:rsidRPr="00962211" w:rsidRDefault="00D404C8" w:rsidP="00D404C8">
      <w:pPr>
        <w:pStyle w:val="itens"/>
        <w:rPr>
          <w:rFonts w:ascii="Arial" w:hAnsi="Arial" w:cs="Arial"/>
          <w:iCs/>
          <w:sz w:val="24"/>
        </w:rPr>
      </w:pPr>
      <w:r w:rsidRPr="00962211">
        <w:rPr>
          <w:rFonts w:ascii="Arial" w:hAnsi="Arial" w:cs="Arial"/>
          <w:sz w:val="24"/>
        </w:rPr>
        <w:t xml:space="preserve">Grupo motor gerador Diesel de 125 kVA, série B12T022827, </w:t>
      </w:r>
      <w:r w:rsidRPr="00962211">
        <w:rPr>
          <w:rFonts w:ascii="Arial" w:hAnsi="Arial" w:cs="Arial"/>
          <w:b/>
          <w:sz w:val="24"/>
        </w:rPr>
        <w:t>Cummins</w:t>
      </w:r>
      <w:r w:rsidRPr="00962211">
        <w:rPr>
          <w:rFonts w:ascii="Arial" w:hAnsi="Arial" w:cs="Arial"/>
          <w:sz w:val="24"/>
        </w:rPr>
        <w:t xml:space="preserve">, modelo C100 D6-4, aberto, composto por um motor diesel Cummins 6Bt5.9 com sistema de controle PCC1302 e chave de transferência Gtec – TS 1311, </w:t>
      </w:r>
      <w:r w:rsidRPr="00962211">
        <w:rPr>
          <w:rFonts w:ascii="Arial" w:hAnsi="Arial" w:cs="Arial"/>
          <w:b/>
          <w:sz w:val="24"/>
          <w:u w:val="single"/>
        </w:rPr>
        <w:t>com ressarcimento de peças.</w:t>
      </w:r>
    </w:p>
    <w:p w:rsidR="00D404C8" w:rsidRPr="00962211" w:rsidRDefault="00D404C8" w:rsidP="00D404C8">
      <w:pPr>
        <w:pStyle w:val="itens"/>
        <w:rPr>
          <w:rFonts w:ascii="Arial" w:hAnsi="Arial" w:cs="Arial"/>
          <w:iCs/>
          <w:sz w:val="24"/>
        </w:rPr>
      </w:pPr>
      <w:r w:rsidRPr="00962211">
        <w:rPr>
          <w:rFonts w:ascii="Arial" w:hAnsi="Arial" w:cs="Arial"/>
          <w:sz w:val="24"/>
        </w:rPr>
        <w:t xml:space="preserve">Grupo motor gerador Diesel de 125 kVA, Motogerador marca DCML modelo C100D6-4, carenado, motor Cummins potência 100/125 KVA e alternador Stanford, com sistema de controle e chave de transferência PCC1302, </w:t>
      </w:r>
      <w:r w:rsidRPr="00962211">
        <w:rPr>
          <w:rFonts w:ascii="Arial" w:hAnsi="Arial" w:cs="Arial"/>
          <w:b/>
          <w:sz w:val="24"/>
          <w:u w:val="single"/>
        </w:rPr>
        <w:t>com ressarcimento de peças.</w:t>
      </w:r>
    </w:p>
    <w:p w:rsidR="00D404C8" w:rsidRPr="00962211" w:rsidRDefault="00D404C8" w:rsidP="00D404C8">
      <w:pPr>
        <w:pStyle w:val="itens"/>
        <w:numPr>
          <w:ilvl w:val="0"/>
          <w:numId w:val="0"/>
        </w:numPr>
        <w:ind w:left="1440" w:hanging="360"/>
        <w:rPr>
          <w:rFonts w:ascii="Arial" w:hAnsi="Arial" w:cs="Arial"/>
          <w:iCs/>
          <w:sz w:val="24"/>
        </w:rPr>
      </w:pPr>
    </w:p>
    <w:p w:rsidR="00D404C8" w:rsidRPr="00962211" w:rsidRDefault="00D404C8" w:rsidP="00D404C8">
      <w:pPr>
        <w:pStyle w:val="itens"/>
        <w:rPr>
          <w:rFonts w:ascii="Arial" w:hAnsi="Arial" w:cs="Arial"/>
          <w:iCs/>
          <w:sz w:val="24"/>
        </w:rPr>
      </w:pPr>
      <w:r w:rsidRPr="00962211">
        <w:rPr>
          <w:rFonts w:ascii="Arial" w:hAnsi="Arial" w:cs="Arial"/>
          <w:sz w:val="24"/>
        </w:rPr>
        <w:t xml:space="preserve">Grupo motor gerador Diesel de 140 kVA, série E20T05682, </w:t>
      </w:r>
      <w:r w:rsidRPr="00962211">
        <w:rPr>
          <w:rFonts w:ascii="Arial" w:hAnsi="Arial" w:cs="Arial"/>
          <w:b/>
          <w:sz w:val="24"/>
        </w:rPr>
        <w:t>Geraforte</w:t>
      </w:r>
      <w:r w:rsidRPr="00962211">
        <w:rPr>
          <w:rFonts w:ascii="Arial" w:hAnsi="Arial" w:cs="Arial"/>
          <w:sz w:val="24"/>
        </w:rPr>
        <w:t xml:space="preserve">, modelo C100 D6 4, composto por um motor a diesel Cummins 6BTA5.9-G3, alternador WEG GT10250MI10 com sistema de controle Deep Sea 7420 MKII e chave de transferência própria equipada com contatores, </w:t>
      </w:r>
      <w:r w:rsidRPr="00962211">
        <w:rPr>
          <w:rFonts w:ascii="Arial" w:hAnsi="Arial" w:cs="Arial"/>
          <w:b/>
          <w:sz w:val="24"/>
          <w:u w:val="single"/>
        </w:rPr>
        <w:t>com ressarcimento de peças.</w:t>
      </w:r>
    </w:p>
    <w:p w:rsidR="00B94828" w:rsidRPr="00962211" w:rsidRDefault="00B94828" w:rsidP="00B94828">
      <w:pPr>
        <w:pStyle w:val="PargrafodaLista"/>
        <w:rPr>
          <w:iCs/>
        </w:rPr>
      </w:pPr>
    </w:p>
    <w:p w:rsidR="00B94828" w:rsidRPr="00962211" w:rsidRDefault="00B94828" w:rsidP="000328CF">
      <w:pPr>
        <w:pStyle w:val="itens"/>
        <w:numPr>
          <w:ilvl w:val="0"/>
          <w:numId w:val="46"/>
        </w:numPr>
        <w:rPr>
          <w:rFonts w:ascii="Arial" w:hAnsi="Arial" w:cs="Arial"/>
          <w:bCs/>
          <w:iCs/>
          <w:sz w:val="24"/>
        </w:rPr>
      </w:pPr>
      <w:r w:rsidRPr="00962211">
        <w:rPr>
          <w:rFonts w:ascii="Arial" w:hAnsi="Arial" w:cs="Arial"/>
          <w:bCs/>
          <w:iCs/>
          <w:sz w:val="24"/>
        </w:rPr>
        <w:t>Obrigações da Contratada</w:t>
      </w:r>
    </w:p>
    <w:p w:rsidR="00D404C8" w:rsidRPr="00962211" w:rsidRDefault="00D404C8" w:rsidP="00D404C8">
      <w:pPr>
        <w:spacing w:before="120" w:after="120" w:line="360" w:lineRule="auto"/>
        <w:ind w:left="360"/>
        <w:jc w:val="both"/>
        <w:rPr>
          <w:iCs/>
        </w:rPr>
      </w:pPr>
      <w:r w:rsidRPr="00962211">
        <w:rPr>
          <w:iCs/>
        </w:rPr>
        <w:t xml:space="preserve">A </w:t>
      </w:r>
      <w:r w:rsidR="000B51D0">
        <w:rPr>
          <w:iCs/>
        </w:rPr>
        <w:t>C</w:t>
      </w:r>
      <w:r w:rsidRPr="00962211">
        <w:rPr>
          <w:iCs/>
        </w:rPr>
        <w:t>ontratada deverá comprometer-se a:</w:t>
      </w:r>
    </w:p>
    <w:p w:rsidR="00D404C8" w:rsidRPr="00962211" w:rsidRDefault="00D404C8" w:rsidP="00D404C8">
      <w:pPr>
        <w:pStyle w:val="itemletra"/>
        <w:rPr>
          <w:rFonts w:ascii="Arial" w:hAnsi="Arial" w:cs="Arial"/>
          <w:sz w:val="24"/>
        </w:rPr>
      </w:pPr>
      <w:r w:rsidRPr="00962211">
        <w:rPr>
          <w:rFonts w:ascii="Arial" w:hAnsi="Arial" w:cs="Arial"/>
          <w:sz w:val="24"/>
        </w:rPr>
        <w:t>Apresentar boletim de rotina de manutenção com todos os itens a serem manutenidos conforme orientação do fabricante;</w:t>
      </w:r>
    </w:p>
    <w:p w:rsidR="00D404C8" w:rsidRPr="00962211" w:rsidRDefault="00D404C8" w:rsidP="00D404C8">
      <w:pPr>
        <w:pStyle w:val="itemletra"/>
        <w:rPr>
          <w:rFonts w:ascii="Arial" w:hAnsi="Arial" w:cs="Arial"/>
          <w:sz w:val="24"/>
        </w:rPr>
      </w:pPr>
      <w:r w:rsidRPr="00962211">
        <w:rPr>
          <w:rFonts w:ascii="Arial" w:hAnsi="Arial" w:cs="Arial"/>
          <w:sz w:val="24"/>
        </w:rPr>
        <w:t>Realizar vistorias programadas mensais e quinzenais dos sistemas grupo gerador e essas abrangerão os componentes mecânicos e elétricos, além dos quadros elétricos, quadros de transferência automática, utilizados pelos sistemas.</w:t>
      </w:r>
    </w:p>
    <w:p w:rsidR="00D404C8" w:rsidRPr="00962211" w:rsidRDefault="00D404C8" w:rsidP="00D404C8">
      <w:pPr>
        <w:pStyle w:val="itemletra"/>
        <w:rPr>
          <w:rFonts w:ascii="Arial" w:hAnsi="Arial" w:cs="Arial"/>
          <w:sz w:val="24"/>
        </w:rPr>
      </w:pPr>
      <w:r w:rsidRPr="00962211">
        <w:rPr>
          <w:rFonts w:ascii="Arial" w:hAnsi="Arial" w:cs="Arial"/>
          <w:sz w:val="24"/>
        </w:rPr>
        <w:t xml:space="preserve">Inspecionar os componentes mecânicos do sistema, verificando, principalmente os seguintes itens: tanque de combustível de serviço, sistema de combustível e filtros, sistema óleo lubrificante e filtros, </w:t>
      </w:r>
      <w:r w:rsidRPr="00962211">
        <w:rPr>
          <w:rFonts w:ascii="Arial" w:hAnsi="Arial" w:cs="Arial"/>
          <w:sz w:val="24"/>
        </w:rPr>
        <w:lastRenderedPageBreak/>
        <w:t>sistema de arrefecimento, bomba injetora e sistema de injeção, filtro de ar, turbinas, sistema de partida, baterias automotivas e proteções do motor.</w:t>
      </w:r>
    </w:p>
    <w:p w:rsidR="00D404C8" w:rsidRPr="00962211" w:rsidRDefault="00D404C8" w:rsidP="00D404C8">
      <w:pPr>
        <w:pStyle w:val="itemletra"/>
        <w:rPr>
          <w:rFonts w:ascii="Arial" w:hAnsi="Arial" w:cs="Arial"/>
          <w:sz w:val="24"/>
        </w:rPr>
      </w:pPr>
      <w:r w:rsidRPr="00962211">
        <w:rPr>
          <w:rFonts w:ascii="Arial" w:hAnsi="Arial" w:cs="Arial"/>
          <w:sz w:val="24"/>
        </w:rPr>
        <w:t>Inspecionar os componentes do gerador, verificando, principalmente os seguintes itens: limpeza externa, temperatura de carcaça do estator, aperto dos terminais de força, acoplamento, vibrações.</w:t>
      </w:r>
    </w:p>
    <w:p w:rsidR="00D404C8" w:rsidRPr="00962211" w:rsidRDefault="00D404C8" w:rsidP="00D404C8">
      <w:pPr>
        <w:pStyle w:val="itemletra"/>
        <w:rPr>
          <w:rFonts w:ascii="Arial" w:hAnsi="Arial" w:cs="Arial"/>
          <w:sz w:val="24"/>
        </w:rPr>
      </w:pPr>
      <w:r w:rsidRPr="00962211">
        <w:rPr>
          <w:rFonts w:ascii="Arial" w:hAnsi="Arial" w:cs="Arial"/>
          <w:sz w:val="24"/>
        </w:rPr>
        <w:t>Inspecionar os componentes do quadro de comando, verificando, principalmente os seguintes itens: tensão do gerador, regulador de velocidade, carregador de baterias, sistema de controle automático, equilibrador de carga e sincronizador.</w:t>
      </w:r>
    </w:p>
    <w:p w:rsidR="00D404C8" w:rsidRPr="00962211" w:rsidRDefault="00D404C8" w:rsidP="00D404C8">
      <w:pPr>
        <w:pStyle w:val="itemletra"/>
        <w:rPr>
          <w:rFonts w:ascii="Arial" w:hAnsi="Arial" w:cs="Arial"/>
          <w:sz w:val="24"/>
        </w:rPr>
      </w:pPr>
      <w:r w:rsidRPr="00962211">
        <w:rPr>
          <w:rFonts w:ascii="Arial" w:hAnsi="Arial" w:cs="Arial"/>
          <w:sz w:val="24"/>
        </w:rPr>
        <w:t>Inspecionar os componentes elétricos do sistema responsáveis pela instrumentação e medição, bem como lâmpadas sinalizadoras, fusíveis, chaves seletoras.</w:t>
      </w:r>
    </w:p>
    <w:p w:rsidR="00D404C8" w:rsidRPr="00962211" w:rsidRDefault="00D404C8" w:rsidP="00D404C8">
      <w:pPr>
        <w:pStyle w:val="itemletra"/>
        <w:rPr>
          <w:rFonts w:ascii="Arial" w:hAnsi="Arial" w:cs="Arial"/>
          <w:sz w:val="24"/>
        </w:rPr>
      </w:pPr>
      <w:r w:rsidRPr="00962211">
        <w:rPr>
          <w:rFonts w:ascii="Arial" w:hAnsi="Arial" w:cs="Arial"/>
          <w:sz w:val="24"/>
        </w:rPr>
        <w:t xml:space="preserve">Realizar testes de funcionamento nos 5 sistemas GMG, com a partida do grupo </w:t>
      </w:r>
      <w:r w:rsidRPr="00962211">
        <w:rPr>
          <w:rFonts w:ascii="Arial" w:hAnsi="Arial" w:cs="Arial"/>
          <w:b/>
          <w:sz w:val="24"/>
          <w:u w:val="single"/>
        </w:rPr>
        <w:t>sem a transferência de carga</w:t>
      </w:r>
      <w:r w:rsidRPr="00962211">
        <w:rPr>
          <w:rFonts w:ascii="Arial" w:hAnsi="Arial" w:cs="Arial"/>
          <w:sz w:val="24"/>
        </w:rPr>
        <w:t>, durante as manutenções preventivas quinzenais.</w:t>
      </w:r>
    </w:p>
    <w:p w:rsidR="00D404C8" w:rsidRPr="00962211" w:rsidRDefault="00D404C8" w:rsidP="00D404C8">
      <w:pPr>
        <w:pStyle w:val="itemletra"/>
        <w:rPr>
          <w:rFonts w:ascii="Arial" w:hAnsi="Arial" w:cs="Arial"/>
          <w:b/>
          <w:sz w:val="24"/>
          <w:u w:val="single"/>
        </w:rPr>
      </w:pPr>
      <w:r w:rsidRPr="00962211">
        <w:rPr>
          <w:rFonts w:ascii="Arial" w:hAnsi="Arial" w:cs="Arial"/>
          <w:sz w:val="24"/>
        </w:rPr>
        <w:t xml:space="preserve">Realizar testes de falta de energia elétrica comercial e verificar a entrada do sistema grupo gerador de forma automática, bimestralmente, </w:t>
      </w:r>
      <w:r w:rsidRPr="00962211">
        <w:rPr>
          <w:rFonts w:ascii="Arial" w:hAnsi="Arial" w:cs="Arial"/>
          <w:b/>
          <w:sz w:val="24"/>
          <w:u w:val="single"/>
        </w:rPr>
        <w:t>com transferência de carga.</w:t>
      </w:r>
    </w:p>
    <w:p w:rsidR="00D404C8" w:rsidRPr="00962211" w:rsidRDefault="00D404C8" w:rsidP="00D404C8">
      <w:pPr>
        <w:pStyle w:val="itemletra"/>
        <w:rPr>
          <w:rFonts w:ascii="Arial" w:hAnsi="Arial" w:cs="Arial"/>
          <w:b/>
          <w:sz w:val="24"/>
          <w:u w:val="single"/>
        </w:rPr>
      </w:pPr>
      <w:r w:rsidRPr="00962211">
        <w:rPr>
          <w:rFonts w:ascii="Arial" w:hAnsi="Arial" w:cs="Arial"/>
          <w:sz w:val="24"/>
        </w:rPr>
        <w:t xml:space="preserve">Realizar, </w:t>
      </w:r>
      <w:r w:rsidRPr="00962211">
        <w:rPr>
          <w:rFonts w:ascii="Arial" w:hAnsi="Arial" w:cs="Arial"/>
          <w:b/>
          <w:bCs/>
          <w:sz w:val="24"/>
          <w:u w:val="single"/>
        </w:rPr>
        <w:t>quinzenalmente</w:t>
      </w:r>
      <w:r w:rsidRPr="00962211">
        <w:rPr>
          <w:rFonts w:ascii="Arial" w:hAnsi="Arial" w:cs="Arial"/>
          <w:b/>
          <w:sz w:val="24"/>
          <w:u w:val="single"/>
        </w:rPr>
        <w:t>,</w:t>
      </w:r>
      <w:r w:rsidRPr="00962211">
        <w:rPr>
          <w:rFonts w:ascii="Arial" w:hAnsi="Arial" w:cs="Arial"/>
          <w:sz w:val="24"/>
        </w:rPr>
        <w:t xml:space="preserve"> a inspeção visual e dar partida nos sistemas grupo geradores, </w:t>
      </w:r>
      <w:r w:rsidRPr="00962211">
        <w:rPr>
          <w:rFonts w:ascii="Arial" w:hAnsi="Arial" w:cs="Arial"/>
          <w:b/>
          <w:sz w:val="24"/>
          <w:u w:val="single"/>
        </w:rPr>
        <w:t>sem a transferência de carga</w:t>
      </w:r>
      <w:r w:rsidRPr="00962211">
        <w:rPr>
          <w:rFonts w:ascii="Arial" w:hAnsi="Arial" w:cs="Arial"/>
          <w:sz w:val="24"/>
        </w:rPr>
        <w:t>, por até 5 minutos.</w:t>
      </w:r>
    </w:p>
    <w:p w:rsidR="00D404C8" w:rsidRPr="00962211" w:rsidRDefault="00D404C8" w:rsidP="00D404C8">
      <w:pPr>
        <w:pStyle w:val="itemletra"/>
        <w:rPr>
          <w:rFonts w:ascii="Arial" w:hAnsi="Arial" w:cs="Arial"/>
          <w:b/>
          <w:sz w:val="24"/>
          <w:u w:val="single"/>
        </w:rPr>
      </w:pPr>
      <w:r w:rsidRPr="00962211">
        <w:rPr>
          <w:rFonts w:ascii="Arial" w:hAnsi="Arial" w:cs="Arial"/>
          <w:sz w:val="24"/>
        </w:rPr>
        <w:t>Realizar a programação, via software da controladora, das partidas e paradas automáticas dos equipamentos, em horário e frequência definidos pela Divisão de Manutenção Predial;</w:t>
      </w:r>
    </w:p>
    <w:p w:rsidR="00D404C8" w:rsidRPr="00962211" w:rsidRDefault="00D404C8" w:rsidP="00D404C8">
      <w:pPr>
        <w:pStyle w:val="itemletra"/>
        <w:rPr>
          <w:rFonts w:ascii="Arial" w:hAnsi="Arial" w:cs="Arial"/>
          <w:sz w:val="24"/>
        </w:rPr>
      </w:pPr>
      <w:r w:rsidRPr="00962211">
        <w:rPr>
          <w:rFonts w:ascii="Arial" w:hAnsi="Arial" w:cs="Arial"/>
          <w:sz w:val="24"/>
        </w:rPr>
        <w:t>Disponibilizar pessoal tecnicamente treinado para as inspeções elétricas e mecânicas do sistema grupo gerador;</w:t>
      </w:r>
    </w:p>
    <w:p w:rsidR="00D404C8" w:rsidRPr="00962211" w:rsidRDefault="00D404C8" w:rsidP="00D404C8">
      <w:pPr>
        <w:pStyle w:val="itemletra"/>
        <w:rPr>
          <w:rFonts w:ascii="Arial" w:hAnsi="Arial" w:cs="Arial"/>
          <w:sz w:val="24"/>
        </w:rPr>
      </w:pPr>
      <w:r w:rsidRPr="00962211">
        <w:rPr>
          <w:rFonts w:ascii="Arial" w:hAnsi="Arial" w:cs="Arial"/>
          <w:sz w:val="24"/>
        </w:rPr>
        <w:t>Manter os sistemas em condições de funcionar com segurança;</w:t>
      </w:r>
    </w:p>
    <w:p w:rsidR="00D404C8" w:rsidRPr="00962211" w:rsidRDefault="00D404C8" w:rsidP="00D404C8">
      <w:pPr>
        <w:pStyle w:val="itemletra"/>
        <w:rPr>
          <w:rFonts w:ascii="Arial" w:hAnsi="Arial" w:cs="Arial"/>
          <w:sz w:val="24"/>
        </w:rPr>
      </w:pPr>
      <w:r w:rsidRPr="00962211">
        <w:rPr>
          <w:rFonts w:ascii="Arial" w:hAnsi="Arial" w:cs="Arial"/>
          <w:sz w:val="24"/>
        </w:rPr>
        <w:t>Apresentar boletim de visita dos chamados e das manutenções mensais, que deverá ser assinado pela Contratante na pessoa de seu representante;</w:t>
      </w:r>
    </w:p>
    <w:p w:rsidR="00D404C8" w:rsidRPr="00962211" w:rsidRDefault="00D404C8" w:rsidP="00D404C8">
      <w:pPr>
        <w:pStyle w:val="itemletra"/>
        <w:rPr>
          <w:rFonts w:ascii="Arial" w:hAnsi="Arial" w:cs="Arial"/>
          <w:sz w:val="24"/>
        </w:rPr>
      </w:pPr>
      <w:r w:rsidRPr="00962211">
        <w:rPr>
          <w:rFonts w:ascii="Arial" w:hAnsi="Arial" w:cs="Arial"/>
          <w:sz w:val="24"/>
        </w:rPr>
        <w:lastRenderedPageBreak/>
        <w:t>Dispor de atendimento em regime de 24 (vinte e quatro) horas, todos os dias da semana, inclusive sábados, domingos e feriados para atendimento de chamadas de emergência;</w:t>
      </w:r>
    </w:p>
    <w:p w:rsidR="00D404C8" w:rsidRPr="00962211" w:rsidRDefault="00D404C8" w:rsidP="00D404C8">
      <w:pPr>
        <w:pStyle w:val="itemletra"/>
        <w:rPr>
          <w:rFonts w:ascii="Arial" w:hAnsi="Arial" w:cs="Arial"/>
          <w:sz w:val="24"/>
        </w:rPr>
      </w:pPr>
      <w:r w:rsidRPr="00962211">
        <w:rPr>
          <w:rFonts w:ascii="Arial" w:hAnsi="Arial" w:cs="Arial"/>
          <w:sz w:val="24"/>
        </w:rPr>
        <w:t xml:space="preserve">Executar, quando necessário, o conserto e/ou substituição de peças decorrentes de desgaste natural ou mau uso do equipamento; </w:t>
      </w:r>
    </w:p>
    <w:p w:rsidR="00D404C8" w:rsidRPr="00962211" w:rsidRDefault="00D404C8" w:rsidP="00D404C8">
      <w:pPr>
        <w:pStyle w:val="itemletra"/>
        <w:rPr>
          <w:rFonts w:ascii="Arial" w:hAnsi="Arial" w:cs="Arial"/>
          <w:sz w:val="24"/>
        </w:rPr>
      </w:pPr>
      <w:r w:rsidRPr="00962211">
        <w:rPr>
          <w:rFonts w:ascii="Arial" w:hAnsi="Arial" w:cs="Arial"/>
          <w:sz w:val="24"/>
        </w:rPr>
        <w:t>As peças a serem substituídas devem ser especificadas pela Contratada e a aquisição das mesmas deve ser aprovada pela Divisão de Manutenção Predial. No caso de aprovação, as peças deverão ser adquiridas pela Contratada e Divisão de Manutenção Predial fará o ressarcimento dos valores com a verba de ressarcimento empenhada no contrato.</w:t>
      </w:r>
    </w:p>
    <w:p w:rsidR="00D404C8" w:rsidRPr="00962211" w:rsidRDefault="00D404C8" w:rsidP="00D404C8">
      <w:pPr>
        <w:pStyle w:val="itemletra"/>
        <w:rPr>
          <w:rFonts w:ascii="Arial" w:hAnsi="Arial" w:cs="Arial"/>
          <w:sz w:val="24"/>
        </w:rPr>
      </w:pPr>
      <w:r w:rsidRPr="00962211">
        <w:rPr>
          <w:rFonts w:ascii="Arial" w:hAnsi="Arial" w:cs="Arial"/>
          <w:sz w:val="24"/>
        </w:rPr>
        <w:t>Fornecer, sem despesas adicionais para o Contratante, os materiais de consumo tais como: graxa, estopa, anticorrosivos, necessários à realização dos serviços.</w:t>
      </w:r>
    </w:p>
    <w:p w:rsidR="00D404C8" w:rsidRPr="00962211" w:rsidRDefault="00D404C8" w:rsidP="00D404C8">
      <w:pPr>
        <w:pStyle w:val="itemletra"/>
        <w:rPr>
          <w:rFonts w:ascii="Arial" w:hAnsi="Arial" w:cs="Arial"/>
          <w:sz w:val="24"/>
        </w:rPr>
      </w:pPr>
      <w:r w:rsidRPr="00962211">
        <w:rPr>
          <w:rFonts w:ascii="Arial" w:hAnsi="Arial" w:cs="Arial"/>
          <w:sz w:val="24"/>
        </w:rPr>
        <w:t>Os valores referentes aos serviços de manutenção incluem as despesas com as trocas de óleo, filtro de óleo, filtro de ar, líquido arrefecimento do radiador</w:t>
      </w:r>
    </w:p>
    <w:p w:rsidR="00D404C8" w:rsidRPr="00962211" w:rsidRDefault="00D404C8" w:rsidP="00D404C8">
      <w:pPr>
        <w:pStyle w:val="itemletra"/>
        <w:rPr>
          <w:rFonts w:ascii="Arial" w:hAnsi="Arial" w:cs="Arial"/>
          <w:sz w:val="24"/>
        </w:rPr>
      </w:pPr>
      <w:r w:rsidRPr="00962211">
        <w:rPr>
          <w:rFonts w:ascii="Arial" w:hAnsi="Arial" w:cs="Arial"/>
          <w:sz w:val="24"/>
        </w:rPr>
        <w:t>Fornecer e abastecer o tanque de combustível de cada GMG limitado à quantidade definida em contrato. O óleo combustível deverá ser fornecido pela Contratada sob demanda após solicitação formal realizada pela DIMAN.</w:t>
      </w:r>
    </w:p>
    <w:p w:rsidR="00D404C8" w:rsidRPr="00962211" w:rsidRDefault="00D404C8" w:rsidP="00D404C8">
      <w:pPr>
        <w:pStyle w:val="itemletra"/>
        <w:rPr>
          <w:rFonts w:ascii="Arial" w:hAnsi="Arial" w:cs="Arial"/>
          <w:sz w:val="24"/>
        </w:rPr>
      </w:pPr>
      <w:r w:rsidRPr="00962211">
        <w:rPr>
          <w:rFonts w:ascii="Arial" w:hAnsi="Arial" w:cs="Arial"/>
          <w:sz w:val="24"/>
        </w:rPr>
        <w:t xml:space="preserve">Manter o tanque de combustível preenchido de tal forma que garanta autonomia mínima de 8 horas de funcionamento no modo emergência. </w:t>
      </w:r>
    </w:p>
    <w:p w:rsidR="00D404C8" w:rsidRPr="00962211" w:rsidRDefault="00D404C8" w:rsidP="00D404C8">
      <w:pPr>
        <w:pStyle w:val="itemletra"/>
        <w:rPr>
          <w:rFonts w:ascii="Arial" w:hAnsi="Arial" w:cs="Arial"/>
          <w:sz w:val="24"/>
        </w:rPr>
      </w:pPr>
      <w:r w:rsidRPr="00962211">
        <w:rPr>
          <w:rFonts w:ascii="Arial" w:hAnsi="Arial" w:cs="Arial"/>
          <w:sz w:val="24"/>
        </w:rPr>
        <w:t>Verificar e testar os dispositivos de segurança destinados aos sistemas grupo motor gerador;</w:t>
      </w:r>
    </w:p>
    <w:p w:rsidR="00D404C8" w:rsidRPr="00962211" w:rsidRDefault="00D404C8" w:rsidP="00D404C8">
      <w:pPr>
        <w:pStyle w:val="itemletra"/>
        <w:rPr>
          <w:rFonts w:ascii="Arial" w:hAnsi="Arial" w:cs="Arial"/>
          <w:sz w:val="24"/>
        </w:rPr>
      </w:pPr>
      <w:r w:rsidRPr="00962211">
        <w:rPr>
          <w:rFonts w:ascii="Arial" w:hAnsi="Arial" w:cs="Arial"/>
          <w:sz w:val="24"/>
        </w:rPr>
        <w:t>Deverá ser fornecido um relatório técnico de todos os serviços realizados e das irregularidades encontradas.</w:t>
      </w:r>
    </w:p>
    <w:p w:rsidR="00D404C8" w:rsidRPr="00962211" w:rsidRDefault="00D404C8" w:rsidP="00D404C8">
      <w:pPr>
        <w:pStyle w:val="itemletra"/>
        <w:rPr>
          <w:rFonts w:ascii="Arial" w:hAnsi="Arial" w:cs="Arial"/>
          <w:sz w:val="24"/>
        </w:rPr>
      </w:pPr>
      <w:r w:rsidRPr="00962211">
        <w:rPr>
          <w:rFonts w:ascii="Arial" w:hAnsi="Arial" w:cs="Arial"/>
          <w:sz w:val="24"/>
        </w:rPr>
        <w:t xml:space="preserve">Todas as notas fiscais referentes à contratação devem ser enviadas para Divisão de Manutenção Predial, para o e-mail do fiscal e de seu </w:t>
      </w:r>
      <w:r w:rsidRPr="00962211">
        <w:rPr>
          <w:rFonts w:ascii="Arial" w:hAnsi="Arial" w:cs="Arial"/>
          <w:sz w:val="24"/>
        </w:rPr>
        <w:lastRenderedPageBreak/>
        <w:t>suplente, acompanhadas de relatório técnico que comprove a execução do serviço.</w:t>
      </w:r>
    </w:p>
    <w:p w:rsidR="00D404C8" w:rsidRPr="00962211" w:rsidRDefault="00D404C8" w:rsidP="00D404C8">
      <w:pPr>
        <w:pStyle w:val="itemletra"/>
        <w:rPr>
          <w:rFonts w:ascii="Arial" w:hAnsi="Arial" w:cs="Arial"/>
          <w:sz w:val="24"/>
        </w:rPr>
      </w:pPr>
      <w:r w:rsidRPr="00962211">
        <w:rPr>
          <w:rFonts w:ascii="Arial" w:hAnsi="Arial" w:cs="Arial"/>
          <w:sz w:val="24"/>
        </w:rPr>
        <w:t>Informar à Contratada quaisquer problemas ou inadequações existentes tanto nas instalações elétricas quanto civis dos espaços reservados para instalação dos geradores.</w:t>
      </w:r>
    </w:p>
    <w:p w:rsidR="000328CF" w:rsidRPr="00962211" w:rsidRDefault="000328CF" w:rsidP="000328CF">
      <w:pPr>
        <w:pStyle w:val="itemletra"/>
        <w:numPr>
          <w:ilvl w:val="0"/>
          <w:numId w:val="0"/>
        </w:numPr>
        <w:ind w:left="1701" w:hanging="567"/>
        <w:rPr>
          <w:rFonts w:ascii="Arial" w:hAnsi="Arial" w:cs="Arial"/>
          <w:sz w:val="24"/>
        </w:rPr>
      </w:pPr>
    </w:p>
    <w:p w:rsidR="000328CF" w:rsidRPr="00962211" w:rsidRDefault="000328CF" w:rsidP="000328CF">
      <w:pPr>
        <w:pStyle w:val="itemletra"/>
        <w:numPr>
          <w:ilvl w:val="0"/>
          <w:numId w:val="46"/>
        </w:numPr>
        <w:rPr>
          <w:rFonts w:ascii="Arial" w:hAnsi="Arial" w:cs="Arial"/>
          <w:bCs/>
          <w:sz w:val="24"/>
        </w:rPr>
      </w:pPr>
      <w:r w:rsidRPr="00962211">
        <w:rPr>
          <w:rFonts w:ascii="Arial" w:hAnsi="Arial" w:cs="Arial"/>
          <w:bCs/>
          <w:sz w:val="24"/>
        </w:rPr>
        <w:t>Serviços de Manutenção dos geradores antigos</w:t>
      </w:r>
    </w:p>
    <w:p w:rsidR="00D404C8" w:rsidRPr="00962211" w:rsidRDefault="00D404C8" w:rsidP="00D404C8">
      <w:pPr>
        <w:spacing w:before="120" w:after="120" w:line="360" w:lineRule="auto"/>
        <w:ind w:left="360"/>
        <w:jc w:val="both"/>
        <w:rPr>
          <w:iCs/>
        </w:rPr>
      </w:pPr>
      <w:r w:rsidRPr="00962211">
        <w:rPr>
          <w:iCs/>
        </w:rPr>
        <w:t xml:space="preserve">Nas vistorias técnicas quinzenais e mensais nos 02 sistemas de grupos motogeradores, </w:t>
      </w:r>
      <w:r w:rsidRPr="00962211">
        <w:rPr>
          <w:b/>
          <w:iCs/>
          <w:u w:val="single"/>
        </w:rPr>
        <w:t>Maquigeral e Rodoagro</w:t>
      </w:r>
      <w:r w:rsidRPr="00962211">
        <w:rPr>
          <w:iCs/>
        </w:rPr>
        <w:t>, por serem mais antigos, deverão ser verificados os seguintes itens:</w:t>
      </w:r>
    </w:p>
    <w:p w:rsidR="000328CF" w:rsidRPr="00962211" w:rsidRDefault="000328CF" w:rsidP="00D404C8">
      <w:pPr>
        <w:spacing w:before="120" w:after="120" w:line="360" w:lineRule="auto"/>
        <w:ind w:left="360"/>
        <w:jc w:val="both"/>
        <w:rPr>
          <w:bCs/>
          <w:iCs/>
        </w:rPr>
      </w:pPr>
      <w:r w:rsidRPr="00962211">
        <w:rPr>
          <w:bCs/>
          <w:iCs/>
        </w:rPr>
        <w:t>4.1 Elétricos:</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Sistema de partida</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QTA/USCA</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Baterias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Equilíbrio de cargas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Pré-aquecimento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Proteção do motor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Disjuntores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Retificador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Ruídos anormais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Chaves seletoras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Sensor de Sobre velocidade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Regulador de tensão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Carregador de baterias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Fusíveis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Regulador de velocidade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Instrumentos de medição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Conectores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Instrumentos de medição</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t xml:space="preserve">Lâmpadas sinalizadoras </w:t>
      </w:r>
    </w:p>
    <w:p w:rsidR="00D404C8" w:rsidRPr="00962211" w:rsidRDefault="00D404C8" w:rsidP="00D404C8">
      <w:pPr>
        <w:pStyle w:val="itemletra"/>
        <w:numPr>
          <w:ilvl w:val="0"/>
          <w:numId w:val="42"/>
        </w:numPr>
        <w:rPr>
          <w:rFonts w:ascii="Arial" w:hAnsi="Arial" w:cs="Arial"/>
          <w:sz w:val="24"/>
        </w:rPr>
      </w:pPr>
      <w:r w:rsidRPr="00962211">
        <w:rPr>
          <w:rFonts w:ascii="Arial" w:hAnsi="Arial" w:cs="Arial"/>
          <w:sz w:val="24"/>
        </w:rPr>
        <w:lastRenderedPageBreak/>
        <w:t xml:space="preserve">Sensor térmico </w:t>
      </w:r>
    </w:p>
    <w:p w:rsidR="00D404C8" w:rsidRPr="00962211" w:rsidRDefault="00D404C8" w:rsidP="00D404C8">
      <w:pPr>
        <w:pStyle w:val="itemletra"/>
        <w:numPr>
          <w:ilvl w:val="0"/>
          <w:numId w:val="0"/>
        </w:numPr>
        <w:ind w:left="1800"/>
        <w:rPr>
          <w:rFonts w:ascii="Arial" w:hAnsi="Arial" w:cs="Arial"/>
          <w:sz w:val="24"/>
        </w:rPr>
      </w:pPr>
    </w:p>
    <w:p w:rsidR="00D404C8" w:rsidRPr="00962211" w:rsidRDefault="000328CF" w:rsidP="001A4D5A">
      <w:pPr>
        <w:pStyle w:val="itemletra"/>
        <w:numPr>
          <w:ilvl w:val="0"/>
          <w:numId w:val="0"/>
        </w:numPr>
        <w:rPr>
          <w:rFonts w:ascii="Arial" w:hAnsi="Arial" w:cs="Arial"/>
          <w:bCs/>
          <w:sz w:val="24"/>
        </w:rPr>
      </w:pPr>
      <w:r w:rsidRPr="00962211">
        <w:rPr>
          <w:rFonts w:ascii="Arial" w:hAnsi="Arial" w:cs="Arial"/>
          <w:bCs/>
          <w:sz w:val="24"/>
        </w:rPr>
        <w:t>4.2 Mecânicos</w:t>
      </w:r>
    </w:p>
    <w:p w:rsidR="00D404C8" w:rsidRPr="00962211" w:rsidRDefault="00D404C8" w:rsidP="00D404C8">
      <w:pPr>
        <w:numPr>
          <w:ilvl w:val="0"/>
          <w:numId w:val="43"/>
        </w:numPr>
        <w:spacing w:before="120" w:after="120" w:line="360" w:lineRule="auto"/>
        <w:jc w:val="both"/>
        <w:rPr>
          <w:iCs/>
        </w:rPr>
      </w:pPr>
      <w:r w:rsidRPr="00962211">
        <w:rPr>
          <w:iCs/>
        </w:rPr>
        <w:t>Tanques de óleo diesel (nível de abastecimento, estado de conservação)</w:t>
      </w:r>
    </w:p>
    <w:p w:rsidR="00D404C8" w:rsidRPr="00962211" w:rsidRDefault="00D404C8" w:rsidP="00D404C8">
      <w:pPr>
        <w:numPr>
          <w:ilvl w:val="0"/>
          <w:numId w:val="43"/>
        </w:numPr>
        <w:spacing w:before="120" w:after="120" w:line="360" w:lineRule="auto"/>
        <w:jc w:val="both"/>
        <w:rPr>
          <w:iCs/>
        </w:rPr>
      </w:pPr>
      <w:r w:rsidRPr="00962211">
        <w:rPr>
          <w:iCs/>
        </w:rPr>
        <w:t>Bomba  injetora</w:t>
      </w:r>
    </w:p>
    <w:p w:rsidR="00D404C8" w:rsidRPr="00962211" w:rsidRDefault="00D404C8" w:rsidP="00D404C8">
      <w:pPr>
        <w:numPr>
          <w:ilvl w:val="0"/>
          <w:numId w:val="43"/>
        </w:numPr>
        <w:spacing w:before="120" w:after="120" w:line="360" w:lineRule="auto"/>
        <w:jc w:val="both"/>
        <w:rPr>
          <w:iCs/>
        </w:rPr>
      </w:pPr>
      <w:r w:rsidRPr="00962211">
        <w:rPr>
          <w:iCs/>
        </w:rPr>
        <w:t>Bomba d'água</w:t>
      </w:r>
    </w:p>
    <w:p w:rsidR="00D404C8" w:rsidRPr="00962211" w:rsidRDefault="00D404C8" w:rsidP="00D404C8">
      <w:pPr>
        <w:numPr>
          <w:ilvl w:val="0"/>
          <w:numId w:val="43"/>
        </w:numPr>
        <w:spacing w:before="120" w:after="120" w:line="360" w:lineRule="auto"/>
        <w:jc w:val="both"/>
        <w:rPr>
          <w:iCs/>
        </w:rPr>
      </w:pPr>
      <w:r w:rsidRPr="00962211">
        <w:rPr>
          <w:iCs/>
        </w:rPr>
        <w:t>Mangueiras e tubulações</w:t>
      </w:r>
    </w:p>
    <w:p w:rsidR="00D404C8" w:rsidRPr="00962211" w:rsidRDefault="00D404C8" w:rsidP="00D404C8">
      <w:pPr>
        <w:numPr>
          <w:ilvl w:val="0"/>
          <w:numId w:val="43"/>
        </w:numPr>
        <w:spacing w:before="120" w:after="120" w:line="360" w:lineRule="auto"/>
        <w:jc w:val="both"/>
        <w:rPr>
          <w:iCs/>
        </w:rPr>
      </w:pPr>
      <w:r w:rsidRPr="00962211">
        <w:rPr>
          <w:iCs/>
        </w:rPr>
        <w:t xml:space="preserve">Válvulas </w:t>
      </w:r>
    </w:p>
    <w:p w:rsidR="00D404C8" w:rsidRPr="00962211" w:rsidRDefault="00D404C8" w:rsidP="00D404C8">
      <w:pPr>
        <w:numPr>
          <w:ilvl w:val="0"/>
          <w:numId w:val="43"/>
        </w:numPr>
        <w:spacing w:before="120" w:after="120" w:line="360" w:lineRule="auto"/>
        <w:jc w:val="both"/>
        <w:rPr>
          <w:iCs/>
        </w:rPr>
      </w:pPr>
      <w:r w:rsidRPr="00962211">
        <w:rPr>
          <w:iCs/>
        </w:rPr>
        <w:t>Juntas e Bujões</w:t>
      </w:r>
    </w:p>
    <w:p w:rsidR="00D404C8" w:rsidRPr="00962211" w:rsidRDefault="00D404C8" w:rsidP="00D404C8">
      <w:pPr>
        <w:numPr>
          <w:ilvl w:val="0"/>
          <w:numId w:val="43"/>
        </w:numPr>
        <w:spacing w:before="120" w:after="120" w:line="360" w:lineRule="auto"/>
        <w:jc w:val="both"/>
        <w:rPr>
          <w:iCs/>
        </w:rPr>
      </w:pPr>
      <w:r w:rsidRPr="00962211">
        <w:rPr>
          <w:iCs/>
        </w:rPr>
        <w:t>Filtros em geral</w:t>
      </w:r>
    </w:p>
    <w:p w:rsidR="00D404C8" w:rsidRPr="00962211" w:rsidRDefault="00D404C8" w:rsidP="00D404C8">
      <w:pPr>
        <w:numPr>
          <w:ilvl w:val="0"/>
          <w:numId w:val="43"/>
        </w:numPr>
        <w:spacing w:before="120" w:after="120" w:line="360" w:lineRule="auto"/>
        <w:jc w:val="both"/>
        <w:rPr>
          <w:iCs/>
        </w:rPr>
      </w:pPr>
      <w:r w:rsidRPr="00962211">
        <w:rPr>
          <w:iCs/>
        </w:rPr>
        <w:t>Escape</w:t>
      </w:r>
    </w:p>
    <w:p w:rsidR="00D404C8" w:rsidRPr="00962211" w:rsidRDefault="00D404C8" w:rsidP="00D404C8">
      <w:pPr>
        <w:numPr>
          <w:ilvl w:val="0"/>
          <w:numId w:val="43"/>
        </w:numPr>
        <w:spacing w:before="120" w:after="120" w:line="360" w:lineRule="auto"/>
        <w:jc w:val="both"/>
        <w:rPr>
          <w:iCs/>
        </w:rPr>
      </w:pPr>
      <w:r w:rsidRPr="00962211">
        <w:rPr>
          <w:iCs/>
        </w:rPr>
        <w:t>Limpeza</w:t>
      </w:r>
    </w:p>
    <w:p w:rsidR="00D404C8" w:rsidRPr="00962211" w:rsidRDefault="00D404C8" w:rsidP="00D404C8">
      <w:pPr>
        <w:numPr>
          <w:ilvl w:val="0"/>
          <w:numId w:val="43"/>
        </w:numPr>
        <w:spacing w:before="120" w:after="120" w:line="360" w:lineRule="auto"/>
        <w:jc w:val="both"/>
        <w:rPr>
          <w:iCs/>
        </w:rPr>
      </w:pPr>
      <w:r w:rsidRPr="00962211">
        <w:rPr>
          <w:iCs/>
        </w:rPr>
        <w:t>Óleos em geral</w:t>
      </w:r>
    </w:p>
    <w:p w:rsidR="00D404C8" w:rsidRPr="00962211" w:rsidRDefault="00D404C8" w:rsidP="00D404C8">
      <w:pPr>
        <w:numPr>
          <w:ilvl w:val="0"/>
          <w:numId w:val="43"/>
        </w:numPr>
        <w:spacing w:before="120" w:after="120" w:line="360" w:lineRule="auto"/>
        <w:jc w:val="both"/>
        <w:rPr>
          <w:iCs/>
        </w:rPr>
      </w:pPr>
      <w:r w:rsidRPr="00962211">
        <w:rPr>
          <w:iCs/>
        </w:rPr>
        <w:t>Bicos injetores</w:t>
      </w:r>
    </w:p>
    <w:p w:rsidR="00D404C8" w:rsidRPr="00962211" w:rsidRDefault="00D404C8" w:rsidP="00D404C8">
      <w:pPr>
        <w:numPr>
          <w:ilvl w:val="0"/>
          <w:numId w:val="43"/>
        </w:numPr>
        <w:spacing w:before="120" w:after="120" w:line="360" w:lineRule="auto"/>
        <w:jc w:val="both"/>
        <w:rPr>
          <w:iCs/>
        </w:rPr>
      </w:pPr>
      <w:r w:rsidRPr="00962211">
        <w:rPr>
          <w:iCs/>
        </w:rPr>
        <w:t>Rotação do motor</w:t>
      </w:r>
    </w:p>
    <w:p w:rsidR="00D404C8" w:rsidRPr="00962211" w:rsidRDefault="00D404C8" w:rsidP="00D404C8">
      <w:pPr>
        <w:numPr>
          <w:ilvl w:val="0"/>
          <w:numId w:val="43"/>
        </w:numPr>
        <w:spacing w:before="120" w:after="120" w:line="360" w:lineRule="auto"/>
        <w:jc w:val="both"/>
        <w:rPr>
          <w:iCs/>
        </w:rPr>
      </w:pPr>
      <w:r w:rsidRPr="00962211">
        <w:rPr>
          <w:iCs/>
        </w:rPr>
        <w:t>Carter</w:t>
      </w:r>
    </w:p>
    <w:p w:rsidR="00D404C8" w:rsidRPr="00962211" w:rsidRDefault="00D404C8" w:rsidP="00D404C8">
      <w:pPr>
        <w:numPr>
          <w:ilvl w:val="0"/>
          <w:numId w:val="43"/>
        </w:numPr>
        <w:spacing w:before="120" w:after="120" w:line="360" w:lineRule="auto"/>
        <w:jc w:val="both"/>
        <w:rPr>
          <w:iCs/>
        </w:rPr>
      </w:pPr>
      <w:r w:rsidRPr="00962211">
        <w:rPr>
          <w:iCs/>
        </w:rPr>
        <w:t>Bomba injetora</w:t>
      </w:r>
    </w:p>
    <w:p w:rsidR="00D404C8" w:rsidRPr="00962211" w:rsidRDefault="00D404C8" w:rsidP="00D404C8">
      <w:pPr>
        <w:numPr>
          <w:ilvl w:val="0"/>
          <w:numId w:val="43"/>
        </w:numPr>
        <w:spacing w:before="120" w:after="120" w:line="360" w:lineRule="auto"/>
        <w:jc w:val="both"/>
        <w:rPr>
          <w:iCs/>
        </w:rPr>
      </w:pPr>
      <w:r w:rsidRPr="00962211">
        <w:rPr>
          <w:iCs/>
        </w:rPr>
        <w:t>Vazamentos</w:t>
      </w:r>
    </w:p>
    <w:p w:rsidR="00D404C8" w:rsidRPr="00962211" w:rsidRDefault="00D404C8" w:rsidP="00D404C8">
      <w:pPr>
        <w:numPr>
          <w:ilvl w:val="0"/>
          <w:numId w:val="43"/>
        </w:numPr>
        <w:spacing w:before="120" w:after="120" w:line="360" w:lineRule="auto"/>
        <w:jc w:val="both"/>
        <w:rPr>
          <w:iCs/>
        </w:rPr>
      </w:pPr>
      <w:r w:rsidRPr="00962211">
        <w:rPr>
          <w:iCs/>
        </w:rPr>
        <w:t>Radiador</w:t>
      </w:r>
    </w:p>
    <w:p w:rsidR="00D404C8" w:rsidRPr="00962211" w:rsidRDefault="00D404C8" w:rsidP="00D404C8">
      <w:pPr>
        <w:numPr>
          <w:ilvl w:val="0"/>
          <w:numId w:val="43"/>
        </w:numPr>
        <w:spacing w:before="120" w:after="120" w:line="360" w:lineRule="auto"/>
        <w:jc w:val="both"/>
        <w:rPr>
          <w:iCs/>
        </w:rPr>
      </w:pPr>
      <w:r w:rsidRPr="00962211">
        <w:rPr>
          <w:iCs/>
        </w:rPr>
        <w:t xml:space="preserve">Turbinas </w:t>
      </w:r>
    </w:p>
    <w:p w:rsidR="00D404C8" w:rsidRPr="00962211" w:rsidRDefault="00D404C8" w:rsidP="00D404C8">
      <w:pPr>
        <w:numPr>
          <w:ilvl w:val="0"/>
          <w:numId w:val="43"/>
        </w:numPr>
        <w:spacing w:before="120" w:after="120" w:line="360" w:lineRule="auto"/>
        <w:jc w:val="both"/>
        <w:rPr>
          <w:iCs/>
        </w:rPr>
      </w:pPr>
      <w:r w:rsidRPr="00962211">
        <w:rPr>
          <w:iCs/>
        </w:rPr>
        <w:t xml:space="preserve">Apertos </w:t>
      </w:r>
    </w:p>
    <w:p w:rsidR="00D404C8" w:rsidRPr="00962211" w:rsidRDefault="00D404C8" w:rsidP="00D404C8">
      <w:pPr>
        <w:numPr>
          <w:ilvl w:val="0"/>
          <w:numId w:val="43"/>
        </w:numPr>
        <w:spacing w:before="120" w:after="120" w:line="360" w:lineRule="auto"/>
        <w:jc w:val="both"/>
        <w:rPr>
          <w:iCs/>
        </w:rPr>
      </w:pPr>
      <w:r w:rsidRPr="00962211">
        <w:rPr>
          <w:iCs/>
        </w:rPr>
        <w:t>Água</w:t>
      </w:r>
    </w:p>
    <w:p w:rsidR="00D404C8" w:rsidRPr="00962211" w:rsidRDefault="00D404C8" w:rsidP="00D404C8">
      <w:pPr>
        <w:numPr>
          <w:ilvl w:val="0"/>
          <w:numId w:val="43"/>
        </w:numPr>
        <w:spacing w:before="120" w:after="120" w:line="360" w:lineRule="auto"/>
        <w:jc w:val="both"/>
        <w:rPr>
          <w:iCs/>
        </w:rPr>
      </w:pPr>
      <w:r w:rsidRPr="00962211">
        <w:rPr>
          <w:iCs/>
        </w:rPr>
        <w:t>Correias</w:t>
      </w:r>
    </w:p>
    <w:p w:rsidR="00D404C8" w:rsidRPr="00962211" w:rsidRDefault="00D404C8" w:rsidP="00D404C8">
      <w:pPr>
        <w:numPr>
          <w:ilvl w:val="0"/>
          <w:numId w:val="43"/>
        </w:numPr>
        <w:spacing w:before="120" w:after="120" w:line="360" w:lineRule="auto"/>
        <w:jc w:val="both"/>
        <w:rPr>
          <w:iCs/>
        </w:rPr>
      </w:pPr>
      <w:r w:rsidRPr="00962211">
        <w:rPr>
          <w:iCs/>
        </w:rPr>
        <w:t>Parafusos</w:t>
      </w:r>
    </w:p>
    <w:p w:rsidR="001A4D5A" w:rsidRPr="00962211" w:rsidRDefault="00B16508" w:rsidP="00B16508">
      <w:pPr>
        <w:pStyle w:val="PargrafodaLista"/>
        <w:numPr>
          <w:ilvl w:val="0"/>
          <w:numId w:val="46"/>
        </w:numPr>
        <w:spacing w:before="120" w:after="120" w:line="360" w:lineRule="auto"/>
        <w:jc w:val="both"/>
        <w:rPr>
          <w:bCs/>
          <w:iCs/>
        </w:rPr>
      </w:pPr>
      <w:r w:rsidRPr="00962211">
        <w:rPr>
          <w:bCs/>
          <w:iCs/>
        </w:rPr>
        <w:lastRenderedPageBreak/>
        <w:t>Serviços de Manutenção nos geradores novos</w:t>
      </w:r>
    </w:p>
    <w:p w:rsidR="00D404C8" w:rsidRDefault="00D404C8" w:rsidP="00B16508">
      <w:pPr>
        <w:spacing w:line="360" w:lineRule="auto"/>
        <w:ind w:left="-851" w:firstLine="851"/>
        <w:jc w:val="both"/>
        <w:rPr>
          <w:iCs/>
        </w:rPr>
      </w:pPr>
      <w:r w:rsidRPr="00962211">
        <w:rPr>
          <w:iCs/>
        </w:rPr>
        <w:t>Para a execução dos serviços de manutenção preventiva e corretiva dos sistemas mais novos que utilizam motores Cummins, deve ser seguida a lista de inspeções e testes da tabela abaixo.</w:t>
      </w:r>
    </w:p>
    <w:p w:rsidR="000B51D0" w:rsidRPr="00962211" w:rsidRDefault="000B51D0" w:rsidP="00B16508">
      <w:pPr>
        <w:spacing w:line="360" w:lineRule="auto"/>
        <w:ind w:left="-851" w:firstLine="851"/>
        <w:jc w:val="both"/>
        <w:rPr>
          <w:iCs/>
        </w:rPr>
      </w:pPr>
    </w:p>
    <w:p w:rsidR="00D404C8" w:rsidRPr="00962211" w:rsidRDefault="00D404C8" w:rsidP="00D404C8">
      <w:pPr>
        <w:spacing w:line="360" w:lineRule="auto"/>
        <w:ind w:left="-851"/>
        <w:jc w:val="both"/>
        <w:rPr>
          <w:iCs/>
          <w:sz w:val="22"/>
          <w:szCs w:val="22"/>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1"/>
        <w:gridCol w:w="6818"/>
      </w:tblGrid>
      <w:tr w:rsidR="00B50ED4" w:rsidRPr="00962211" w:rsidTr="000F793A">
        <w:tc>
          <w:tcPr>
            <w:tcW w:w="10349" w:type="dxa"/>
            <w:gridSpan w:val="2"/>
            <w:shd w:val="clear" w:color="auto" w:fill="auto"/>
          </w:tcPr>
          <w:p w:rsidR="00D404C8" w:rsidRPr="000F793A" w:rsidRDefault="00D404C8" w:rsidP="000F793A">
            <w:pPr>
              <w:pStyle w:val="itens"/>
              <w:numPr>
                <w:ilvl w:val="0"/>
                <w:numId w:val="0"/>
              </w:numPr>
              <w:ind w:left="1077"/>
              <w:rPr>
                <w:rFonts w:ascii="Arial" w:hAnsi="Arial" w:cs="Arial"/>
                <w:b/>
                <w:iCs/>
                <w:szCs w:val="22"/>
              </w:rPr>
            </w:pPr>
            <w:r w:rsidRPr="000F793A">
              <w:rPr>
                <w:rFonts w:ascii="Arial" w:hAnsi="Arial" w:cs="Arial"/>
                <w:b/>
                <w:szCs w:val="22"/>
              </w:rPr>
              <w:t>Lista de Inspeções e Testes mensais Específicos– Grupo Gerador Cummins</w:t>
            </w:r>
          </w:p>
        </w:tc>
      </w:tr>
      <w:tr w:rsidR="00B50ED4" w:rsidRPr="00962211" w:rsidTr="000F793A">
        <w:tc>
          <w:tcPr>
            <w:tcW w:w="2978"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Sistema de Alimentação</w:t>
            </w:r>
          </w:p>
        </w:tc>
        <w:tc>
          <w:tcPr>
            <w:tcW w:w="7371"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Tanque de Combustível: verificação do nível de óleo diesel, drenagem e identificação de vazamentos nas conexões</w:t>
            </w:r>
          </w:p>
          <w:p w:rsidR="00D404C8" w:rsidRPr="000F793A" w:rsidRDefault="00D404C8" w:rsidP="000F793A">
            <w:pPr>
              <w:numPr>
                <w:ilvl w:val="1"/>
                <w:numId w:val="43"/>
              </w:numPr>
              <w:spacing w:line="360" w:lineRule="auto"/>
              <w:jc w:val="both"/>
              <w:rPr>
                <w:iCs/>
                <w:sz w:val="22"/>
                <w:szCs w:val="22"/>
              </w:rPr>
            </w:pPr>
            <w:r w:rsidRPr="000F793A">
              <w:rPr>
                <w:iCs/>
                <w:sz w:val="22"/>
                <w:szCs w:val="22"/>
              </w:rPr>
              <w:t>Filtro de Diesel : drenagem</w:t>
            </w:r>
          </w:p>
          <w:p w:rsidR="00D404C8" w:rsidRPr="000F793A" w:rsidRDefault="00D404C8" w:rsidP="000F793A">
            <w:pPr>
              <w:numPr>
                <w:ilvl w:val="1"/>
                <w:numId w:val="43"/>
              </w:numPr>
              <w:spacing w:line="360" w:lineRule="auto"/>
              <w:jc w:val="both"/>
              <w:rPr>
                <w:iCs/>
                <w:sz w:val="22"/>
                <w:szCs w:val="22"/>
              </w:rPr>
            </w:pPr>
            <w:r w:rsidRPr="000F793A">
              <w:rPr>
                <w:iCs/>
                <w:sz w:val="22"/>
                <w:szCs w:val="22"/>
              </w:rPr>
              <w:t>Bomba injetora: inspeção de vazamentos do pré-filtro e atuador</w:t>
            </w:r>
          </w:p>
        </w:tc>
      </w:tr>
      <w:tr w:rsidR="00B50ED4" w:rsidRPr="00962211" w:rsidTr="000F793A">
        <w:tc>
          <w:tcPr>
            <w:tcW w:w="2978"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Sistema de lubrificação</w:t>
            </w:r>
          </w:p>
        </w:tc>
        <w:tc>
          <w:tcPr>
            <w:tcW w:w="7371"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Lubrificação: verificação do nível de óleo lubrificante;</w:t>
            </w:r>
          </w:p>
          <w:p w:rsidR="00D404C8" w:rsidRPr="000F793A" w:rsidRDefault="00D404C8" w:rsidP="000F793A">
            <w:pPr>
              <w:numPr>
                <w:ilvl w:val="1"/>
                <w:numId w:val="43"/>
              </w:numPr>
              <w:spacing w:line="360" w:lineRule="auto"/>
              <w:jc w:val="both"/>
              <w:rPr>
                <w:iCs/>
                <w:sz w:val="22"/>
                <w:szCs w:val="22"/>
              </w:rPr>
            </w:pPr>
            <w:r w:rsidRPr="000F793A">
              <w:rPr>
                <w:iCs/>
                <w:sz w:val="22"/>
                <w:szCs w:val="22"/>
              </w:rPr>
              <w:t>Inspeção;</w:t>
            </w:r>
          </w:p>
          <w:p w:rsidR="00D404C8" w:rsidRPr="000F793A" w:rsidRDefault="00D404C8" w:rsidP="000F793A">
            <w:pPr>
              <w:numPr>
                <w:ilvl w:val="1"/>
                <w:numId w:val="43"/>
              </w:numPr>
              <w:spacing w:line="360" w:lineRule="auto"/>
              <w:jc w:val="both"/>
              <w:rPr>
                <w:iCs/>
                <w:sz w:val="22"/>
                <w:szCs w:val="22"/>
              </w:rPr>
            </w:pPr>
            <w:r w:rsidRPr="000F793A">
              <w:rPr>
                <w:iCs/>
                <w:sz w:val="22"/>
                <w:szCs w:val="22"/>
              </w:rPr>
              <w:t>Vazamentos: reaperto em geral e correção de vazamentos;</w:t>
            </w:r>
          </w:p>
          <w:p w:rsidR="00D404C8" w:rsidRPr="000F793A" w:rsidRDefault="00D404C8" w:rsidP="000F793A">
            <w:pPr>
              <w:numPr>
                <w:ilvl w:val="1"/>
                <w:numId w:val="43"/>
              </w:numPr>
              <w:spacing w:line="360" w:lineRule="auto"/>
              <w:jc w:val="both"/>
              <w:rPr>
                <w:iCs/>
                <w:sz w:val="22"/>
                <w:szCs w:val="22"/>
              </w:rPr>
            </w:pPr>
            <w:r w:rsidRPr="000F793A">
              <w:rPr>
                <w:iCs/>
                <w:sz w:val="22"/>
                <w:szCs w:val="22"/>
              </w:rPr>
              <w:t>Pressão: verificação da indicação de pressão de óleo.</w:t>
            </w:r>
          </w:p>
        </w:tc>
      </w:tr>
      <w:tr w:rsidR="00B50ED4" w:rsidRPr="00962211" w:rsidTr="000F793A">
        <w:tc>
          <w:tcPr>
            <w:tcW w:w="2978"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Sistema de arrefecimento</w:t>
            </w:r>
          </w:p>
        </w:tc>
        <w:tc>
          <w:tcPr>
            <w:tcW w:w="7371"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Radiador: verificação do nível d´água, concentração DC-4, mangueiras e correção de vazamentos</w:t>
            </w:r>
          </w:p>
          <w:p w:rsidR="00D404C8" w:rsidRPr="000F793A" w:rsidRDefault="00D404C8" w:rsidP="000F793A">
            <w:pPr>
              <w:numPr>
                <w:ilvl w:val="1"/>
                <w:numId w:val="43"/>
              </w:numPr>
              <w:spacing w:line="360" w:lineRule="auto"/>
              <w:jc w:val="both"/>
              <w:rPr>
                <w:iCs/>
                <w:sz w:val="22"/>
                <w:szCs w:val="22"/>
              </w:rPr>
            </w:pPr>
            <w:r w:rsidRPr="000F793A">
              <w:rPr>
                <w:iCs/>
                <w:sz w:val="22"/>
                <w:szCs w:val="22"/>
              </w:rPr>
              <w:t>Filtros: inspeção</w:t>
            </w:r>
          </w:p>
          <w:p w:rsidR="00D404C8" w:rsidRPr="000F793A" w:rsidRDefault="00D404C8" w:rsidP="000F793A">
            <w:pPr>
              <w:numPr>
                <w:ilvl w:val="1"/>
                <w:numId w:val="43"/>
              </w:numPr>
              <w:spacing w:line="360" w:lineRule="auto"/>
              <w:jc w:val="both"/>
              <w:rPr>
                <w:iCs/>
                <w:sz w:val="22"/>
                <w:szCs w:val="22"/>
              </w:rPr>
            </w:pPr>
            <w:r w:rsidRPr="000F793A">
              <w:rPr>
                <w:iCs/>
                <w:sz w:val="22"/>
                <w:szCs w:val="22"/>
              </w:rPr>
              <w:t>Ventilador: reaperto</w:t>
            </w:r>
          </w:p>
          <w:p w:rsidR="00D404C8" w:rsidRPr="000F793A" w:rsidRDefault="00D404C8" w:rsidP="000F793A">
            <w:pPr>
              <w:numPr>
                <w:ilvl w:val="1"/>
                <w:numId w:val="43"/>
              </w:numPr>
              <w:spacing w:line="360" w:lineRule="auto"/>
              <w:jc w:val="both"/>
              <w:rPr>
                <w:iCs/>
                <w:sz w:val="22"/>
                <w:szCs w:val="22"/>
              </w:rPr>
            </w:pPr>
            <w:r w:rsidRPr="000F793A">
              <w:rPr>
                <w:iCs/>
                <w:sz w:val="22"/>
                <w:szCs w:val="22"/>
              </w:rPr>
              <w:t>Bomba d´água: verificação do funcionamento e reaperto</w:t>
            </w:r>
          </w:p>
          <w:p w:rsidR="00D404C8" w:rsidRPr="000F793A" w:rsidRDefault="00D404C8" w:rsidP="000F793A">
            <w:pPr>
              <w:numPr>
                <w:ilvl w:val="1"/>
                <w:numId w:val="43"/>
              </w:numPr>
              <w:spacing w:line="360" w:lineRule="auto"/>
              <w:jc w:val="both"/>
              <w:rPr>
                <w:iCs/>
                <w:sz w:val="22"/>
                <w:szCs w:val="22"/>
              </w:rPr>
            </w:pPr>
            <w:r w:rsidRPr="000F793A">
              <w:rPr>
                <w:iCs/>
                <w:sz w:val="22"/>
                <w:szCs w:val="22"/>
              </w:rPr>
              <w:t>Temperatura da água: medição da temperatura da água</w:t>
            </w:r>
          </w:p>
          <w:p w:rsidR="00D404C8" w:rsidRPr="000F793A" w:rsidRDefault="00D404C8" w:rsidP="000F793A">
            <w:pPr>
              <w:numPr>
                <w:ilvl w:val="1"/>
                <w:numId w:val="43"/>
              </w:numPr>
              <w:spacing w:line="360" w:lineRule="auto"/>
              <w:jc w:val="both"/>
              <w:rPr>
                <w:iCs/>
                <w:sz w:val="22"/>
                <w:szCs w:val="22"/>
              </w:rPr>
            </w:pPr>
          </w:p>
        </w:tc>
      </w:tr>
      <w:tr w:rsidR="00B50ED4" w:rsidRPr="00962211" w:rsidTr="000F793A">
        <w:tc>
          <w:tcPr>
            <w:tcW w:w="2978"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Sistema de ar</w:t>
            </w:r>
          </w:p>
        </w:tc>
        <w:tc>
          <w:tcPr>
            <w:tcW w:w="7371"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Filtros: Inspeção</w:t>
            </w:r>
          </w:p>
          <w:p w:rsidR="00D404C8" w:rsidRPr="000F793A" w:rsidRDefault="00D404C8" w:rsidP="000F793A">
            <w:pPr>
              <w:numPr>
                <w:ilvl w:val="1"/>
                <w:numId w:val="43"/>
              </w:numPr>
              <w:spacing w:line="360" w:lineRule="auto"/>
              <w:jc w:val="both"/>
              <w:rPr>
                <w:iCs/>
                <w:sz w:val="22"/>
                <w:szCs w:val="22"/>
              </w:rPr>
            </w:pPr>
            <w:r w:rsidRPr="000F793A">
              <w:rPr>
                <w:iCs/>
                <w:sz w:val="22"/>
                <w:szCs w:val="22"/>
              </w:rPr>
              <w:t>Cabos: reaperto com revisão dos cabos de força (do gerador)</w:t>
            </w:r>
          </w:p>
          <w:p w:rsidR="00D404C8" w:rsidRPr="000F793A" w:rsidRDefault="00D404C8" w:rsidP="000F793A">
            <w:pPr>
              <w:numPr>
                <w:ilvl w:val="1"/>
                <w:numId w:val="43"/>
              </w:numPr>
              <w:spacing w:line="360" w:lineRule="auto"/>
              <w:jc w:val="both"/>
              <w:rPr>
                <w:iCs/>
                <w:sz w:val="22"/>
                <w:szCs w:val="22"/>
              </w:rPr>
            </w:pPr>
            <w:r w:rsidRPr="000F793A">
              <w:rPr>
                <w:iCs/>
                <w:sz w:val="22"/>
                <w:szCs w:val="22"/>
              </w:rPr>
              <w:t xml:space="preserve">Excitatriz/Regulador Automático de tensão: </w:t>
            </w:r>
            <w:r w:rsidRPr="000F793A">
              <w:rPr>
                <w:iCs/>
                <w:sz w:val="22"/>
                <w:szCs w:val="22"/>
              </w:rPr>
              <w:lastRenderedPageBreak/>
              <w:t>inspeção, ajuste e medição de tensão, ganho e estabilidade;</w:t>
            </w:r>
          </w:p>
          <w:p w:rsidR="00D404C8" w:rsidRPr="000F793A" w:rsidRDefault="00D404C8" w:rsidP="000F793A">
            <w:pPr>
              <w:numPr>
                <w:ilvl w:val="1"/>
                <w:numId w:val="43"/>
              </w:numPr>
              <w:spacing w:line="360" w:lineRule="auto"/>
              <w:jc w:val="both"/>
              <w:rPr>
                <w:iCs/>
                <w:sz w:val="22"/>
                <w:szCs w:val="22"/>
              </w:rPr>
            </w:pPr>
            <w:r w:rsidRPr="000F793A">
              <w:rPr>
                <w:iCs/>
                <w:sz w:val="22"/>
                <w:szCs w:val="22"/>
              </w:rPr>
              <w:t>Verificação o sistema de admissão de ar em busca de pontos de atrito e desgaste, danos na tubulação, braçadeiras soltas externas, vazamentos, restrições</w:t>
            </w:r>
          </w:p>
        </w:tc>
      </w:tr>
      <w:tr w:rsidR="00B50ED4" w:rsidRPr="00962211" w:rsidTr="000F793A">
        <w:tc>
          <w:tcPr>
            <w:tcW w:w="2978"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lastRenderedPageBreak/>
              <w:t>Quadro de comando</w:t>
            </w:r>
          </w:p>
        </w:tc>
        <w:tc>
          <w:tcPr>
            <w:tcW w:w="7371"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Regulador de velocidade: ajuste e medição de frequência, ganho e estabilidade;</w:t>
            </w:r>
          </w:p>
          <w:p w:rsidR="00D404C8" w:rsidRPr="000F793A" w:rsidRDefault="00D404C8" w:rsidP="000F793A">
            <w:pPr>
              <w:numPr>
                <w:ilvl w:val="1"/>
                <w:numId w:val="43"/>
              </w:numPr>
              <w:spacing w:line="360" w:lineRule="auto"/>
              <w:jc w:val="both"/>
              <w:rPr>
                <w:iCs/>
                <w:sz w:val="22"/>
                <w:szCs w:val="22"/>
              </w:rPr>
            </w:pPr>
            <w:r w:rsidRPr="000F793A">
              <w:rPr>
                <w:iCs/>
                <w:sz w:val="22"/>
                <w:szCs w:val="22"/>
              </w:rPr>
              <w:t>Sensor de velocidade: ajustes, testes e medições;</w:t>
            </w:r>
          </w:p>
          <w:p w:rsidR="00D404C8" w:rsidRPr="000F793A" w:rsidRDefault="00D404C8" w:rsidP="000F793A">
            <w:pPr>
              <w:numPr>
                <w:ilvl w:val="1"/>
                <w:numId w:val="43"/>
              </w:numPr>
              <w:spacing w:line="360" w:lineRule="auto"/>
              <w:jc w:val="both"/>
              <w:rPr>
                <w:iCs/>
                <w:sz w:val="22"/>
                <w:szCs w:val="22"/>
              </w:rPr>
            </w:pPr>
            <w:r w:rsidRPr="000F793A">
              <w:rPr>
                <w:iCs/>
                <w:sz w:val="22"/>
                <w:szCs w:val="22"/>
              </w:rPr>
              <w:t>Retificador de bateria: medição e ajuste de tensão e corrente na bateria;</w:t>
            </w:r>
          </w:p>
          <w:p w:rsidR="00D404C8" w:rsidRPr="000F793A" w:rsidRDefault="00D404C8" w:rsidP="000F793A">
            <w:pPr>
              <w:numPr>
                <w:ilvl w:val="1"/>
                <w:numId w:val="43"/>
              </w:numPr>
              <w:spacing w:line="360" w:lineRule="auto"/>
              <w:jc w:val="both"/>
              <w:rPr>
                <w:iCs/>
                <w:sz w:val="22"/>
                <w:szCs w:val="22"/>
              </w:rPr>
            </w:pPr>
            <w:r w:rsidRPr="000F793A">
              <w:rPr>
                <w:iCs/>
                <w:sz w:val="22"/>
                <w:szCs w:val="22"/>
              </w:rPr>
              <w:t>Relés e fiação: inspeção geral;</w:t>
            </w:r>
          </w:p>
          <w:p w:rsidR="00D404C8" w:rsidRPr="000F793A" w:rsidRDefault="00D404C8" w:rsidP="000F793A">
            <w:pPr>
              <w:numPr>
                <w:ilvl w:val="1"/>
                <w:numId w:val="43"/>
              </w:numPr>
              <w:spacing w:line="360" w:lineRule="auto"/>
              <w:jc w:val="both"/>
              <w:rPr>
                <w:iCs/>
                <w:sz w:val="22"/>
                <w:szCs w:val="22"/>
              </w:rPr>
            </w:pPr>
            <w:r w:rsidRPr="000F793A">
              <w:rPr>
                <w:iCs/>
                <w:sz w:val="22"/>
                <w:szCs w:val="22"/>
              </w:rPr>
              <w:t>Medidores: aferição de voltímetro, amperímetro e frequencímetro.</w:t>
            </w:r>
          </w:p>
          <w:p w:rsidR="00D404C8" w:rsidRPr="000F793A" w:rsidRDefault="00D404C8" w:rsidP="000F793A">
            <w:pPr>
              <w:numPr>
                <w:ilvl w:val="1"/>
                <w:numId w:val="43"/>
              </w:numPr>
              <w:spacing w:line="360" w:lineRule="auto"/>
              <w:jc w:val="both"/>
              <w:rPr>
                <w:iCs/>
                <w:sz w:val="22"/>
                <w:szCs w:val="22"/>
              </w:rPr>
            </w:pPr>
          </w:p>
        </w:tc>
      </w:tr>
      <w:tr w:rsidR="00D404C8" w:rsidRPr="00962211" w:rsidTr="000F793A">
        <w:tc>
          <w:tcPr>
            <w:tcW w:w="2978"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Sistema Elétrico do Motor</w:t>
            </w:r>
          </w:p>
        </w:tc>
        <w:tc>
          <w:tcPr>
            <w:tcW w:w="7371" w:type="dxa"/>
            <w:shd w:val="clear" w:color="auto" w:fill="auto"/>
          </w:tcPr>
          <w:p w:rsidR="00D404C8" w:rsidRPr="000F793A" w:rsidRDefault="00D404C8" w:rsidP="000F793A">
            <w:pPr>
              <w:numPr>
                <w:ilvl w:val="1"/>
                <w:numId w:val="43"/>
              </w:numPr>
              <w:spacing w:line="360" w:lineRule="auto"/>
              <w:jc w:val="both"/>
              <w:rPr>
                <w:iCs/>
                <w:sz w:val="22"/>
                <w:szCs w:val="22"/>
              </w:rPr>
            </w:pPr>
            <w:r w:rsidRPr="000F793A">
              <w:rPr>
                <w:iCs/>
                <w:sz w:val="22"/>
                <w:szCs w:val="22"/>
              </w:rPr>
              <w:t>Bateria: medição da tensão e densidade dos vasos;</w:t>
            </w:r>
          </w:p>
          <w:p w:rsidR="00D404C8" w:rsidRPr="000F793A" w:rsidRDefault="00D404C8" w:rsidP="000F793A">
            <w:pPr>
              <w:numPr>
                <w:ilvl w:val="1"/>
                <w:numId w:val="43"/>
              </w:numPr>
              <w:spacing w:line="360" w:lineRule="auto"/>
              <w:jc w:val="both"/>
              <w:rPr>
                <w:iCs/>
                <w:sz w:val="22"/>
                <w:szCs w:val="22"/>
              </w:rPr>
            </w:pPr>
            <w:r w:rsidRPr="000F793A">
              <w:rPr>
                <w:iCs/>
                <w:sz w:val="22"/>
                <w:szCs w:val="22"/>
              </w:rPr>
              <w:t>Fiação: revisão e reaperto dos terminais e bornes;</w:t>
            </w:r>
          </w:p>
          <w:p w:rsidR="00D404C8" w:rsidRPr="000F793A" w:rsidRDefault="00D404C8" w:rsidP="000F793A">
            <w:pPr>
              <w:numPr>
                <w:ilvl w:val="1"/>
                <w:numId w:val="43"/>
              </w:numPr>
              <w:spacing w:line="360" w:lineRule="auto"/>
              <w:jc w:val="both"/>
              <w:rPr>
                <w:iCs/>
                <w:sz w:val="22"/>
                <w:szCs w:val="22"/>
              </w:rPr>
            </w:pPr>
            <w:r w:rsidRPr="000F793A">
              <w:rPr>
                <w:iCs/>
                <w:sz w:val="22"/>
                <w:szCs w:val="22"/>
              </w:rPr>
              <w:t>Sensores: reaperto e simulação de defeitos de temperatura alta da água de arrefecimento, pressão baixa do óleo e nível baixo de água do radiador;</w:t>
            </w:r>
          </w:p>
          <w:p w:rsidR="00D404C8" w:rsidRPr="000F793A" w:rsidRDefault="00D404C8" w:rsidP="000F793A">
            <w:pPr>
              <w:numPr>
                <w:ilvl w:val="1"/>
                <w:numId w:val="43"/>
              </w:numPr>
              <w:spacing w:line="360" w:lineRule="auto"/>
              <w:jc w:val="both"/>
              <w:rPr>
                <w:iCs/>
                <w:sz w:val="22"/>
                <w:szCs w:val="22"/>
              </w:rPr>
            </w:pPr>
            <w:r w:rsidRPr="000F793A">
              <w:rPr>
                <w:iCs/>
                <w:sz w:val="22"/>
                <w:szCs w:val="22"/>
              </w:rPr>
              <w:t>Pré-aquecimento: inspeção do aquecimento do bloco;</w:t>
            </w:r>
          </w:p>
          <w:p w:rsidR="00D404C8" w:rsidRPr="000F793A" w:rsidRDefault="00D404C8" w:rsidP="000F793A">
            <w:pPr>
              <w:numPr>
                <w:ilvl w:val="1"/>
                <w:numId w:val="43"/>
              </w:numPr>
              <w:spacing w:line="360" w:lineRule="auto"/>
              <w:jc w:val="both"/>
              <w:rPr>
                <w:iCs/>
                <w:sz w:val="22"/>
                <w:szCs w:val="22"/>
              </w:rPr>
            </w:pPr>
            <w:r w:rsidRPr="000F793A">
              <w:rPr>
                <w:iCs/>
                <w:sz w:val="22"/>
                <w:szCs w:val="22"/>
              </w:rPr>
              <w:t>Sensor de sobrevelocidade</w:t>
            </w:r>
          </w:p>
          <w:p w:rsidR="00D404C8" w:rsidRPr="000F793A" w:rsidRDefault="00D404C8" w:rsidP="000F793A">
            <w:pPr>
              <w:numPr>
                <w:ilvl w:val="1"/>
                <w:numId w:val="43"/>
              </w:numPr>
              <w:spacing w:line="360" w:lineRule="auto"/>
              <w:jc w:val="both"/>
              <w:rPr>
                <w:iCs/>
                <w:sz w:val="22"/>
                <w:szCs w:val="22"/>
              </w:rPr>
            </w:pPr>
            <w:r w:rsidRPr="000F793A">
              <w:rPr>
                <w:iCs/>
                <w:sz w:val="22"/>
                <w:szCs w:val="22"/>
              </w:rPr>
              <w:t>Painel: inspeção de fiação e revisão dos medidores e relés;</w:t>
            </w:r>
          </w:p>
        </w:tc>
      </w:tr>
    </w:tbl>
    <w:p w:rsidR="00D404C8" w:rsidRPr="00962211" w:rsidRDefault="00D404C8" w:rsidP="00D404C8">
      <w:pPr>
        <w:spacing w:line="360" w:lineRule="auto"/>
        <w:jc w:val="both"/>
        <w:rPr>
          <w:iCs/>
          <w:sz w:val="22"/>
          <w:szCs w:val="22"/>
        </w:rPr>
      </w:pPr>
    </w:p>
    <w:p w:rsidR="00D23FFF" w:rsidRPr="00962211" w:rsidRDefault="00D23FFF" w:rsidP="00D23FFF">
      <w:pPr>
        <w:pStyle w:val="PargrafodaLista"/>
        <w:numPr>
          <w:ilvl w:val="0"/>
          <w:numId w:val="46"/>
        </w:numPr>
        <w:spacing w:before="120" w:after="120" w:line="360" w:lineRule="auto"/>
        <w:jc w:val="both"/>
        <w:rPr>
          <w:bCs/>
          <w:iCs/>
        </w:rPr>
      </w:pPr>
      <w:r w:rsidRPr="00962211">
        <w:rPr>
          <w:bCs/>
          <w:iCs/>
        </w:rPr>
        <w:t>Obrigações da Contratante</w:t>
      </w:r>
    </w:p>
    <w:p w:rsidR="00D404C8" w:rsidRPr="00962211" w:rsidRDefault="00D404C8" w:rsidP="00D404C8">
      <w:pPr>
        <w:spacing w:before="120" w:after="120" w:line="360" w:lineRule="auto"/>
        <w:ind w:left="360"/>
        <w:jc w:val="both"/>
        <w:rPr>
          <w:iCs/>
        </w:rPr>
      </w:pPr>
      <w:r w:rsidRPr="00962211">
        <w:rPr>
          <w:iCs/>
        </w:rPr>
        <w:t>A contratante deverá comprometer-se a:</w:t>
      </w:r>
    </w:p>
    <w:p w:rsidR="00D404C8" w:rsidRPr="00962211" w:rsidRDefault="00D404C8" w:rsidP="00D404C8">
      <w:pPr>
        <w:pStyle w:val="itens"/>
        <w:rPr>
          <w:rFonts w:ascii="Arial" w:hAnsi="Arial" w:cs="Arial"/>
          <w:sz w:val="24"/>
        </w:rPr>
      </w:pPr>
      <w:r w:rsidRPr="00962211">
        <w:rPr>
          <w:rFonts w:ascii="Arial" w:hAnsi="Arial" w:cs="Arial"/>
          <w:sz w:val="24"/>
        </w:rPr>
        <w:t>Notificar imediatamente quais as irregularidades observadas no funcionamento dos sistemas grupo motor gerador;</w:t>
      </w:r>
    </w:p>
    <w:p w:rsidR="00D404C8" w:rsidRPr="00962211" w:rsidRDefault="00D404C8" w:rsidP="00D404C8">
      <w:pPr>
        <w:pStyle w:val="itens"/>
        <w:rPr>
          <w:rFonts w:ascii="Arial" w:hAnsi="Arial" w:cs="Arial"/>
          <w:sz w:val="24"/>
        </w:rPr>
      </w:pPr>
      <w:r w:rsidRPr="00962211">
        <w:rPr>
          <w:rFonts w:ascii="Arial" w:hAnsi="Arial" w:cs="Arial"/>
          <w:sz w:val="24"/>
        </w:rPr>
        <w:t>Zelar pelo uso adequado do sistema, evitando-se danos causados por mau uso do equipamento.</w:t>
      </w:r>
    </w:p>
    <w:p w:rsidR="00D404C8" w:rsidRPr="00962211" w:rsidRDefault="00D404C8" w:rsidP="00D404C8">
      <w:pPr>
        <w:pStyle w:val="itens"/>
        <w:rPr>
          <w:rFonts w:ascii="Arial" w:hAnsi="Arial" w:cs="Arial"/>
          <w:sz w:val="24"/>
        </w:rPr>
      </w:pPr>
      <w:r w:rsidRPr="00962211">
        <w:rPr>
          <w:rFonts w:ascii="Arial" w:hAnsi="Arial" w:cs="Arial"/>
          <w:sz w:val="24"/>
        </w:rPr>
        <w:lastRenderedPageBreak/>
        <w:t>Não permitir a entrada no ambiente de instalação dos sistemas bem como o manuseio dos mesmos por pessoal não autorizado;</w:t>
      </w:r>
    </w:p>
    <w:p w:rsidR="00D404C8" w:rsidRPr="00962211" w:rsidRDefault="00D404C8" w:rsidP="00D404C8">
      <w:pPr>
        <w:pStyle w:val="itens"/>
        <w:rPr>
          <w:rFonts w:ascii="Arial" w:hAnsi="Arial" w:cs="Arial"/>
          <w:sz w:val="24"/>
        </w:rPr>
      </w:pPr>
      <w:r w:rsidRPr="00962211">
        <w:rPr>
          <w:rFonts w:ascii="Arial" w:hAnsi="Arial" w:cs="Arial"/>
          <w:sz w:val="24"/>
        </w:rPr>
        <w:t>Não permitir a utilização do ambiente de instalação dos sistemas como depósito de qualquer natureza, e manter as demais dependências livres e desembaraçadas;</w:t>
      </w:r>
    </w:p>
    <w:p w:rsidR="00D404C8" w:rsidRPr="00962211" w:rsidRDefault="00D404C8" w:rsidP="00D404C8">
      <w:pPr>
        <w:pStyle w:val="itens"/>
        <w:rPr>
          <w:rFonts w:ascii="Arial" w:hAnsi="Arial" w:cs="Arial"/>
          <w:sz w:val="24"/>
        </w:rPr>
      </w:pPr>
      <w:r w:rsidRPr="00962211">
        <w:rPr>
          <w:rFonts w:ascii="Arial" w:hAnsi="Arial" w:cs="Arial"/>
          <w:sz w:val="24"/>
        </w:rPr>
        <w:t>Autorizar reparos e/ou substituições de peças decorrentes de desgaste ou resultantes de condições anormais exemplificadas, mas não limitadas ao aqui exposto, como: excesso de umidade, poeira, vandalismo, variações de tensão elétrica, manuseio indevido.</w:t>
      </w:r>
    </w:p>
    <w:p w:rsidR="00D404C8" w:rsidRPr="00962211" w:rsidRDefault="00D404C8" w:rsidP="00D404C8">
      <w:pPr>
        <w:pStyle w:val="itens"/>
        <w:rPr>
          <w:rFonts w:ascii="Arial" w:hAnsi="Arial" w:cs="Arial"/>
          <w:sz w:val="24"/>
        </w:rPr>
      </w:pPr>
      <w:r w:rsidRPr="00962211">
        <w:rPr>
          <w:rFonts w:ascii="Arial" w:hAnsi="Arial" w:cs="Arial"/>
          <w:sz w:val="24"/>
        </w:rPr>
        <w:t>Garantir condições ambientais favoráveis ao funcionamento do dos sistemas grupos geradores, tais como ventilação/exaustão e limpeza da sala.</w:t>
      </w:r>
    </w:p>
    <w:p w:rsidR="00D404C8" w:rsidRPr="00962211" w:rsidRDefault="00D404C8" w:rsidP="00D404C8">
      <w:pPr>
        <w:pStyle w:val="itens"/>
        <w:rPr>
          <w:rFonts w:ascii="Arial" w:hAnsi="Arial" w:cs="Arial"/>
          <w:sz w:val="24"/>
        </w:rPr>
      </w:pPr>
      <w:r w:rsidRPr="00962211">
        <w:rPr>
          <w:rFonts w:ascii="Arial" w:hAnsi="Arial" w:cs="Arial"/>
          <w:sz w:val="24"/>
        </w:rPr>
        <w:t>Autorizar a entrada de colaboradores da Contratada nos horários definidos para a manutenção preventiva e corretiva dos 05 sistemas motogeradores.</w:t>
      </w:r>
    </w:p>
    <w:p w:rsidR="00D404C8" w:rsidRPr="00962211" w:rsidRDefault="00D404C8" w:rsidP="00D404C8">
      <w:pPr>
        <w:suppressAutoHyphens w:val="0"/>
        <w:spacing w:after="160" w:line="259" w:lineRule="auto"/>
        <w:rPr>
          <w:iCs/>
        </w:rPr>
      </w:pPr>
      <w:r w:rsidRPr="00962211">
        <w:rPr>
          <w:iCs/>
        </w:rPr>
        <w:br w:type="page"/>
      </w:r>
    </w:p>
    <w:p w:rsidR="00D404C8" w:rsidRPr="00962211" w:rsidRDefault="00C70FDD" w:rsidP="00C70FDD">
      <w:pPr>
        <w:pStyle w:val="PargrafodaLista"/>
        <w:numPr>
          <w:ilvl w:val="0"/>
          <w:numId w:val="46"/>
        </w:numPr>
        <w:spacing w:line="360" w:lineRule="auto"/>
        <w:jc w:val="both"/>
        <w:rPr>
          <w:bCs/>
          <w:iCs/>
        </w:rPr>
      </w:pPr>
      <w:r w:rsidRPr="00962211">
        <w:rPr>
          <w:bCs/>
          <w:iCs/>
        </w:rPr>
        <w:lastRenderedPageBreak/>
        <w:t>Visitas Técnicas</w:t>
      </w:r>
    </w:p>
    <w:p w:rsidR="00D404C8" w:rsidRPr="00962211" w:rsidRDefault="00D404C8" w:rsidP="00D404C8">
      <w:pPr>
        <w:spacing w:line="360" w:lineRule="auto"/>
        <w:jc w:val="both"/>
        <w:rPr>
          <w:iCs/>
        </w:rPr>
      </w:pPr>
      <w:r w:rsidRPr="00962211">
        <w:rPr>
          <w:iCs/>
        </w:rPr>
        <w:t xml:space="preserve">A contratada deverá executar, </w:t>
      </w:r>
      <w:r w:rsidRPr="00962211">
        <w:rPr>
          <w:b/>
          <w:iCs/>
          <w:u w:val="single"/>
        </w:rPr>
        <w:t>para os 5 grupos motogeradores</w:t>
      </w:r>
      <w:r w:rsidRPr="00962211">
        <w:rPr>
          <w:iCs/>
        </w:rPr>
        <w:t>, no mínimo, 02 visitas técnicas mensais, da seguinte forma:</w:t>
      </w:r>
    </w:p>
    <w:p w:rsidR="00C70FDD" w:rsidRPr="00962211" w:rsidRDefault="00C70FDD" w:rsidP="00D404C8">
      <w:pPr>
        <w:spacing w:line="360" w:lineRule="auto"/>
        <w:jc w:val="both"/>
        <w:rPr>
          <w:iCs/>
        </w:rPr>
      </w:pPr>
    </w:p>
    <w:p w:rsidR="00C70FDD" w:rsidRPr="00962211" w:rsidRDefault="00C70FDD" w:rsidP="0066677C">
      <w:pPr>
        <w:pStyle w:val="PargrafodaLista"/>
        <w:numPr>
          <w:ilvl w:val="1"/>
          <w:numId w:val="46"/>
        </w:numPr>
        <w:spacing w:line="360" w:lineRule="auto"/>
        <w:jc w:val="both"/>
        <w:rPr>
          <w:b/>
          <w:bCs/>
          <w:iCs/>
        </w:rPr>
      </w:pPr>
      <w:r w:rsidRPr="00962211">
        <w:rPr>
          <w:b/>
          <w:bCs/>
          <w:iCs/>
        </w:rPr>
        <w:t>Visitas Técnicas Quinzenais:</w:t>
      </w:r>
    </w:p>
    <w:p w:rsidR="00D404C8" w:rsidRPr="00962211" w:rsidRDefault="00D404C8" w:rsidP="00D404C8">
      <w:pPr>
        <w:pStyle w:val="PargrafodaLista"/>
        <w:numPr>
          <w:ilvl w:val="0"/>
          <w:numId w:val="44"/>
        </w:numPr>
        <w:spacing w:line="360" w:lineRule="auto"/>
        <w:contextualSpacing/>
        <w:jc w:val="both"/>
        <w:rPr>
          <w:iCs/>
        </w:rPr>
      </w:pPr>
      <w:r w:rsidRPr="00962211">
        <w:rPr>
          <w:iCs/>
        </w:rPr>
        <w:t>Inspeção visual;</w:t>
      </w:r>
    </w:p>
    <w:p w:rsidR="00D404C8" w:rsidRPr="00962211" w:rsidRDefault="00D404C8" w:rsidP="00D404C8">
      <w:pPr>
        <w:pStyle w:val="PargrafodaLista"/>
        <w:numPr>
          <w:ilvl w:val="0"/>
          <w:numId w:val="44"/>
        </w:numPr>
        <w:spacing w:line="360" w:lineRule="auto"/>
        <w:contextualSpacing/>
        <w:jc w:val="both"/>
        <w:rPr>
          <w:iCs/>
        </w:rPr>
      </w:pPr>
      <w:r w:rsidRPr="00962211">
        <w:rPr>
          <w:iCs/>
        </w:rPr>
        <w:t>Partida dos grupos geradores sem transferência de carga.</w:t>
      </w:r>
    </w:p>
    <w:p w:rsidR="00D404C8" w:rsidRPr="00962211" w:rsidRDefault="00D404C8" w:rsidP="00D404C8">
      <w:pPr>
        <w:pStyle w:val="PargrafodaLista"/>
        <w:numPr>
          <w:ilvl w:val="0"/>
          <w:numId w:val="44"/>
        </w:numPr>
        <w:spacing w:line="360" w:lineRule="auto"/>
        <w:contextualSpacing/>
        <w:jc w:val="both"/>
        <w:rPr>
          <w:iCs/>
        </w:rPr>
      </w:pPr>
      <w:r w:rsidRPr="00962211">
        <w:rPr>
          <w:iCs/>
        </w:rPr>
        <w:t>Tempo de atividade dos grupos geradores: até 5 minutos</w:t>
      </w:r>
    </w:p>
    <w:p w:rsidR="0066677C" w:rsidRPr="00962211" w:rsidRDefault="0066677C" w:rsidP="0066677C">
      <w:pPr>
        <w:pStyle w:val="PargrafodaLista"/>
        <w:spacing w:line="360" w:lineRule="auto"/>
        <w:contextualSpacing/>
        <w:jc w:val="both"/>
        <w:rPr>
          <w:iCs/>
        </w:rPr>
      </w:pPr>
    </w:p>
    <w:p w:rsidR="0066677C" w:rsidRPr="00962211" w:rsidRDefault="0066677C" w:rsidP="0066677C">
      <w:pPr>
        <w:pStyle w:val="PargrafodaLista"/>
        <w:numPr>
          <w:ilvl w:val="1"/>
          <w:numId w:val="46"/>
        </w:numPr>
        <w:spacing w:line="360" w:lineRule="auto"/>
        <w:contextualSpacing/>
        <w:jc w:val="both"/>
        <w:rPr>
          <w:b/>
          <w:bCs/>
          <w:iCs/>
        </w:rPr>
      </w:pPr>
      <w:r w:rsidRPr="00962211">
        <w:rPr>
          <w:b/>
          <w:bCs/>
          <w:iCs/>
        </w:rPr>
        <w:t>Visitas Técnicas Mensais</w:t>
      </w:r>
    </w:p>
    <w:p w:rsidR="00D404C8" w:rsidRPr="00962211" w:rsidRDefault="00D404C8" w:rsidP="00D404C8">
      <w:pPr>
        <w:pStyle w:val="PargrafodaLista"/>
        <w:numPr>
          <w:ilvl w:val="0"/>
          <w:numId w:val="45"/>
        </w:numPr>
        <w:spacing w:line="360" w:lineRule="auto"/>
        <w:contextualSpacing/>
        <w:jc w:val="both"/>
        <w:rPr>
          <w:iCs/>
        </w:rPr>
      </w:pPr>
      <w:r w:rsidRPr="00962211">
        <w:rPr>
          <w:iCs/>
        </w:rPr>
        <w:t>Manutenção Preventiva;</w:t>
      </w:r>
    </w:p>
    <w:p w:rsidR="00D404C8" w:rsidRPr="00962211" w:rsidRDefault="00D404C8" w:rsidP="00D404C8">
      <w:pPr>
        <w:pStyle w:val="PargrafodaLista"/>
        <w:numPr>
          <w:ilvl w:val="0"/>
          <w:numId w:val="45"/>
        </w:numPr>
        <w:spacing w:line="360" w:lineRule="auto"/>
        <w:contextualSpacing/>
        <w:jc w:val="both"/>
        <w:rPr>
          <w:iCs/>
        </w:rPr>
      </w:pPr>
      <w:r w:rsidRPr="00962211">
        <w:rPr>
          <w:iCs/>
        </w:rPr>
        <w:t>Partida dos geradores sem transferência de carga</w:t>
      </w:r>
    </w:p>
    <w:p w:rsidR="00D404C8" w:rsidRPr="00962211" w:rsidRDefault="00D404C8" w:rsidP="00D404C8">
      <w:pPr>
        <w:pStyle w:val="PargrafodaLista"/>
        <w:numPr>
          <w:ilvl w:val="0"/>
          <w:numId w:val="45"/>
        </w:numPr>
        <w:spacing w:line="360" w:lineRule="auto"/>
        <w:contextualSpacing/>
        <w:jc w:val="both"/>
        <w:rPr>
          <w:iCs/>
        </w:rPr>
      </w:pPr>
      <w:r w:rsidRPr="00962211">
        <w:rPr>
          <w:iCs/>
        </w:rPr>
        <w:t>Tempo de atividade dos grupos geradores: até 5 minutos</w:t>
      </w:r>
    </w:p>
    <w:p w:rsidR="002012C1" w:rsidRPr="00962211" w:rsidRDefault="002012C1" w:rsidP="002012C1">
      <w:pPr>
        <w:spacing w:line="360" w:lineRule="auto"/>
        <w:contextualSpacing/>
        <w:jc w:val="both"/>
        <w:rPr>
          <w:iCs/>
        </w:rPr>
      </w:pPr>
    </w:p>
    <w:p w:rsidR="002012C1" w:rsidRPr="00962211" w:rsidRDefault="002012C1" w:rsidP="002012C1">
      <w:pPr>
        <w:pStyle w:val="PargrafodaLista"/>
        <w:numPr>
          <w:ilvl w:val="1"/>
          <w:numId w:val="46"/>
        </w:numPr>
        <w:spacing w:line="360" w:lineRule="auto"/>
        <w:contextualSpacing/>
        <w:jc w:val="both"/>
        <w:rPr>
          <w:b/>
          <w:bCs/>
          <w:iCs/>
        </w:rPr>
      </w:pPr>
      <w:r w:rsidRPr="00962211">
        <w:rPr>
          <w:b/>
          <w:bCs/>
          <w:iCs/>
        </w:rPr>
        <w:t>Visitas Bimestrais</w:t>
      </w:r>
    </w:p>
    <w:p w:rsidR="00D404C8" w:rsidRPr="00962211" w:rsidRDefault="00D404C8" w:rsidP="00D404C8">
      <w:pPr>
        <w:spacing w:line="360" w:lineRule="auto"/>
        <w:jc w:val="both"/>
        <w:rPr>
          <w:iCs/>
        </w:rPr>
      </w:pPr>
      <w:r w:rsidRPr="00962211">
        <w:rPr>
          <w:iCs/>
        </w:rPr>
        <w:tab/>
        <w:t>Testes do grupo gerador com transferência de carga.</w:t>
      </w:r>
    </w:p>
    <w:p w:rsidR="00D404C8" w:rsidRPr="00962211" w:rsidRDefault="00D404C8" w:rsidP="00D404C8">
      <w:pPr>
        <w:spacing w:line="360" w:lineRule="auto"/>
        <w:jc w:val="both"/>
        <w:rPr>
          <w:iCs/>
        </w:rPr>
      </w:pPr>
      <w:r w:rsidRPr="00962211">
        <w:rPr>
          <w:iCs/>
        </w:rPr>
        <w:tab/>
        <w:t>Tempo de atividade dos grupos geradores: 60 minutos</w:t>
      </w:r>
    </w:p>
    <w:p w:rsidR="00741019" w:rsidRPr="00962211" w:rsidRDefault="00741019" w:rsidP="00D404C8">
      <w:pPr>
        <w:spacing w:line="360" w:lineRule="auto"/>
        <w:jc w:val="both"/>
        <w:rPr>
          <w:iCs/>
        </w:rPr>
      </w:pPr>
    </w:p>
    <w:p w:rsidR="00741019" w:rsidRPr="00962211" w:rsidRDefault="00741019" w:rsidP="00741019">
      <w:pPr>
        <w:pStyle w:val="PargrafodaLista"/>
        <w:numPr>
          <w:ilvl w:val="1"/>
          <w:numId w:val="46"/>
        </w:numPr>
        <w:spacing w:line="360" w:lineRule="auto"/>
        <w:jc w:val="both"/>
        <w:rPr>
          <w:b/>
          <w:bCs/>
          <w:iCs/>
        </w:rPr>
      </w:pPr>
      <w:r w:rsidRPr="00962211">
        <w:rPr>
          <w:b/>
          <w:bCs/>
          <w:iCs/>
        </w:rPr>
        <w:t>Corretivas</w:t>
      </w:r>
    </w:p>
    <w:p w:rsidR="00D404C8" w:rsidRPr="00962211" w:rsidRDefault="00D404C8" w:rsidP="00D404C8">
      <w:pPr>
        <w:ind w:left="708"/>
      </w:pPr>
      <w:r w:rsidRPr="00962211">
        <w:t>São executadas conforme a demanda da Contratante.</w:t>
      </w:r>
    </w:p>
    <w:p w:rsidR="00D404C8" w:rsidRPr="00962211" w:rsidRDefault="00D404C8" w:rsidP="00D404C8">
      <w:pPr>
        <w:spacing w:line="360" w:lineRule="auto"/>
        <w:jc w:val="both"/>
        <w:rPr>
          <w:iCs/>
        </w:rPr>
      </w:pPr>
    </w:p>
    <w:p w:rsidR="00C3160B" w:rsidRPr="00962211" w:rsidRDefault="00C3160B" w:rsidP="00C3160B">
      <w:pPr>
        <w:pStyle w:val="PargrafodaLista"/>
        <w:numPr>
          <w:ilvl w:val="0"/>
          <w:numId w:val="46"/>
        </w:numPr>
        <w:spacing w:line="360" w:lineRule="auto"/>
        <w:jc w:val="both"/>
        <w:rPr>
          <w:bCs/>
          <w:iCs/>
        </w:rPr>
      </w:pPr>
      <w:r w:rsidRPr="00962211">
        <w:rPr>
          <w:bCs/>
          <w:iCs/>
        </w:rPr>
        <w:t>Peças e Materiais de Substituição</w:t>
      </w:r>
    </w:p>
    <w:p w:rsidR="008B2878" w:rsidRPr="00962211" w:rsidRDefault="008B2878" w:rsidP="00D404C8">
      <w:pPr>
        <w:pStyle w:val="itens"/>
        <w:numPr>
          <w:ilvl w:val="0"/>
          <w:numId w:val="0"/>
        </w:numPr>
        <w:ind w:left="709"/>
        <w:rPr>
          <w:rFonts w:ascii="Arial" w:hAnsi="Arial" w:cs="Arial"/>
          <w:sz w:val="24"/>
        </w:rPr>
      </w:pPr>
    </w:p>
    <w:p w:rsidR="00D404C8" w:rsidRPr="00962211" w:rsidRDefault="00D404C8" w:rsidP="00D404C8">
      <w:pPr>
        <w:pStyle w:val="itens"/>
        <w:numPr>
          <w:ilvl w:val="0"/>
          <w:numId w:val="0"/>
        </w:numPr>
        <w:ind w:left="709"/>
        <w:rPr>
          <w:rFonts w:ascii="Arial" w:hAnsi="Arial" w:cs="Arial"/>
          <w:sz w:val="24"/>
        </w:rPr>
      </w:pPr>
      <w:r w:rsidRPr="00962211">
        <w:rPr>
          <w:rFonts w:ascii="Arial" w:hAnsi="Arial" w:cs="Arial"/>
          <w:sz w:val="24"/>
        </w:rPr>
        <w:t>A substituição de peças será coberta pela verba empenhada para ressarcimento disponível no contrato, limitada em R$ 12.000 (doze mil reais), após autorização de fornecimento emitida pela Contratante, através do fiscal do contrato.</w:t>
      </w:r>
    </w:p>
    <w:p w:rsidR="00D404C8" w:rsidRPr="00962211" w:rsidRDefault="00D404C8" w:rsidP="00D404C8">
      <w:pPr>
        <w:pStyle w:val="itens"/>
        <w:numPr>
          <w:ilvl w:val="0"/>
          <w:numId w:val="0"/>
        </w:numPr>
        <w:ind w:left="709"/>
        <w:rPr>
          <w:rFonts w:ascii="Arial" w:hAnsi="Arial" w:cs="Arial"/>
          <w:sz w:val="24"/>
        </w:rPr>
      </w:pPr>
    </w:p>
    <w:p w:rsidR="00D404C8" w:rsidRPr="00962211" w:rsidRDefault="00D404C8" w:rsidP="00D404C8">
      <w:pPr>
        <w:pStyle w:val="itens"/>
        <w:numPr>
          <w:ilvl w:val="0"/>
          <w:numId w:val="0"/>
        </w:numPr>
        <w:ind w:left="709"/>
        <w:rPr>
          <w:rFonts w:ascii="Arial" w:hAnsi="Arial" w:cs="Arial"/>
          <w:sz w:val="24"/>
        </w:rPr>
      </w:pPr>
      <w:r w:rsidRPr="00962211">
        <w:rPr>
          <w:rFonts w:ascii="Arial" w:hAnsi="Arial" w:cs="Arial"/>
          <w:sz w:val="24"/>
        </w:rPr>
        <w:t>O valor estipulado para ressarcimento de peças está baseado no preço médio de mercado para reparo de bomba injetora e substituição de bateria automotiva de 150 AH.</w:t>
      </w:r>
    </w:p>
    <w:p w:rsidR="00665683" w:rsidRPr="00962211" w:rsidRDefault="00665683" w:rsidP="00665683">
      <w:pPr>
        <w:pStyle w:val="itens"/>
        <w:numPr>
          <w:ilvl w:val="0"/>
          <w:numId w:val="46"/>
        </w:numPr>
        <w:rPr>
          <w:rFonts w:ascii="Arial" w:hAnsi="Arial" w:cs="Arial"/>
          <w:bCs/>
          <w:sz w:val="24"/>
        </w:rPr>
      </w:pPr>
      <w:r w:rsidRPr="00962211">
        <w:rPr>
          <w:rFonts w:ascii="Arial" w:hAnsi="Arial" w:cs="Arial"/>
          <w:bCs/>
          <w:sz w:val="24"/>
        </w:rPr>
        <w:lastRenderedPageBreak/>
        <w:t>Agendamento das Visitas Técnicas</w:t>
      </w:r>
    </w:p>
    <w:p w:rsidR="008B2878" w:rsidRPr="00962211" w:rsidRDefault="008B2878" w:rsidP="00D404C8">
      <w:pPr>
        <w:spacing w:line="360" w:lineRule="auto"/>
        <w:jc w:val="both"/>
        <w:rPr>
          <w:iCs/>
        </w:rPr>
      </w:pPr>
    </w:p>
    <w:p w:rsidR="00D404C8" w:rsidRPr="00962211" w:rsidRDefault="00D404C8" w:rsidP="00D404C8">
      <w:pPr>
        <w:spacing w:line="360" w:lineRule="auto"/>
        <w:jc w:val="both"/>
        <w:rPr>
          <w:iCs/>
        </w:rPr>
      </w:pPr>
      <w:r w:rsidRPr="00962211">
        <w:rPr>
          <w:iCs/>
        </w:rPr>
        <w:t xml:space="preserve">Todas as visitas técnicas devem ser agendadas na Divisão de Manutenção Predial, </w:t>
      </w:r>
      <w:r w:rsidR="00F3341D">
        <w:rPr>
          <w:iCs/>
        </w:rPr>
        <w:t>pelo telefone 3330-</w:t>
      </w:r>
      <w:r w:rsidRPr="00962211">
        <w:rPr>
          <w:iCs/>
        </w:rPr>
        <w:t xml:space="preserve">8410 e no e-mail </w:t>
      </w:r>
      <w:hyperlink r:id="rId24" w:history="1">
        <w:r w:rsidRPr="00962211">
          <w:rPr>
            <w:rStyle w:val="Hyperlink"/>
            <w:rFonts w:cs="Arial"/>
            <w:iCs/>
            <w:color w:val="auto"/>
          </w:rPr>
          <w:t>mpinheiro@mpmg.mp.br</w:t>
        </w:r>
      </w:hyperlink>
      <w:r w:rsidRPr="00962211">
        <w:rPr>
          <w:iCs/>
        </w:rPr>
        <w:t xml:space="preserve"> .</w:t>
      </w:r>
    </w:p>
    <w:p w:rsidR="00D404C8" w:rsidRPr="00962211" w:rsidRDefault="00D404C8" w:rsidP="00D404C8">
      <w:pPr>
        <w:spacing w:line="360" w:lineRule="auto"/>
        <w:jc w:val="both"/>
        <w:rPr>
          <w:iCs/>
        </w:rPr>
      </w:pPr>
    </w:p>
    <w:p w:rsidR="00D404C8" w:rsidRPr="00962211" w:rsidRDefault="00D404C8" w:rsidP="00D404C8">
      <w:pPr>
        <w:spacing w:line="360" w:lineRule="auto"/>
        <w:jc w:val="both"/>
        <w:rPr>
          <w:iCs/>
        </w:rPr>
      </w:pPr>
      <w:r w:rsidRPr="00962211">
        <w:rPr>
          <w:iCs/>
        </w:rPr>
        <w:t>No início da execução do contrato de manutenção deve ser realizada reunião técnica para definição das datas previstas para execução dos serviços de manutenção preventiva.</w:t>
      </w:r>
    </w:p>
    <w:p w:rsidR="00D404C8" w:rsidRPr="00962211" w:rsidRDefault="00D404C8" w:rsidP="00D404C8">
      <w:r w:rsidRPr="00962211">
        <w:rPr>
          <w:iCs/>
        </w:rPr>
        <w:tab/>
      </w:r>
    </w:p>
    <w:p w:rsidR="00D82168" w:rsidRPr="00962211" w:rsidRDefault="00D82168" w:rsidP="00FB25AB">
      <w:pPr>
        <w:rPr>
          <w:rFonts w:eastAsia="SimSun"/>
        </w:rPr>
      </w:pPr>
      <w:r w:rsidRPr="00962211">
        <w:rPr>
          <w:rFonts w:eastAsia="SimSun"/>
        </w:rPr>
        <w:br w:type="page"/>
      </w:r>
    </w:p>
    <w:p w:rsidR="00D82168" w:rsidRPr="00962211" w:rsidRDefault="00322749" w:rsidP="00D82168">
      <w:pPr>
        <w:pStyle w:val="Ttulo1"/>
        <w:spacing w:before="240" w:after="240"/>
        <w:rPr>
          <w:rFonts w:ascii="Arial" w:hAnsi="Arial" w:cs="Arial"/>
          <w:color w:val="auto"/>
          <w:sz w:val="24"/>
          <w:szCs w:val="24"/>
        </w:rPr>
      </w:pPr>
      <w:bookmarkStart w:id="67" w:name="_Toc99971916"/>
      <w:r w:rsidRPr="00962211">
        <w:rPr>
          <w:rFonts w:ascii="Arial" w:hAnsi="Arial" w:cs="Arial"/>
          <w:color w:val="auto"/>
          <w:sz w:val="24"/>
          <w:szCs w:val="24"/>
        </w:rPr>
        <w:lastRenderedPageBreak/>
        <w:t xml:space="preserve">ANEXO </w:t>
      </w:r>
      <w:r w:rsidR="00086412">
        <w:rPr>
          <w:rFonts w:ascii="Arial" w:hAnsi="Arial" w:cs="Arial"/>
          <w:color w:val="auto"/>
          <w:sz w:val="24"/>
          <w:szCs w:val="24"/>
        </w:rPr>
        <w:t>VIII</w:t>
      </w:r>
      <w:r w:rsidRPr="00962211">
        <w:rPr>
          <w:rFonts w:ascii="Arial" w:hAnsi="Arial" w:cs="Arial"/>
          <w:color w:val="auto"/>
          <w:sz w:val="24"/>
          <w:szCs w:val="24"/>
        </w:rPr>
        <w:t xml:space="preserve"> – </w:t>
      </w:r>
      <w:r w:rsidR="00D82168" w:rsidRPr="00962211">
        <w:rPr>
          <w:rFonts w:ascii="Arial" w:hAnsi="Arial" w:cs="Arial"/>
          <w:color w:val="auto"/>
          <w:sz w:val="24"/>
          <w:szCs w:val="24"/>
        </w:rPr>
        <w:t>MODELO DE DECLARAÇÃO (INDICAR PROFISSIONAL)</w:t>
      </w:r>
      <w:bookmarkEnd w:id="67"/>
    </w:p>
    <w:p w:rsidR="00D82168" w:rsidRPr="00962211" w:rsidRDefault="00D82168" w:rsidP="00D82168">
      <w:pPr>
        <w:autoSpaceDE/>
        <w:spacing w:before="240" w:after="240"/>
        <w:jc w:val="both"/>
        <w:rPr>
          <w:rFonts w:eastAsia="SimSun"/>
          <w:lang w:eastAsia="hi-IN" w:bidi="hi-IN"/>
        </w:rPr>
      </w:pPr>
      <w:r w:rsidRPr="00962211">
        <w:rPr>
          <w:rFonts w:eastAsia="SimSun"/>
          <w:lang w:eastAsia="hi-IN" w:bidi="hi-IN"/>
        </w:rPr>
        <w:t xml:space="preserve">Processo Licitatório </w:t>
      </w:r>
      <w:r w:rsidRPr="00C04691">
        <w:rPr>
          <w:rFonts w:eastAsia="SimSun"/>
          <w:lang w:eastAsia="hi-IN" w:bidi="hi-IN"/>
        </w:rPr>
        <w:t xml:space="preserve">nº </w:t>
      </w:r>
      <w:r w:rsidR="00C04691">
        <w:rPr>
          <w:rFonts w:eastAsia="SimSun"/>
          <w:lang w:eastAsia="hi-IN" w:bidi="hi-IN"/>
        </w:rPr>
        <w:t>50/2022</w:t>
      </w:r>
      <w:r w:rsidRPr="00962211">
        <w:rPr>
          <w:rFonts w:eastAsia="SimSun"/>
          <w:lang w:eastAsia="hi-IN" w:bidi="hi-IN"/>
        </w:rPr>
        <w:t xml:space="preserve"> </w:t>
      </w:r>
    </w:p>
    <w:p w:rsidR="000B51D0" w:rsidRPr="000F793A" w:rsidRDefault="00D82168" w:rsidP="000B51D0">
      <w:pPr>
        <w:pStyle w:val="CPLPadrao"/>
        <w:spacing w:before="360" w:after="360"/>
        <w:rPr>
          <w:rFonts w:eastAsia="Times New Roman"/>
          <w:bCs/>
        </w:rPr>
      </w:pPr>
      <w:r w:rsidRPr="00962211">
        <w:t xml:space="preserve">Objeto: </w:t>
      </w:r>
      <w:r w:rsidR="000B51D0" w:rsidRPr="000F793A">
        <w:rPr>
          <w:rFonts w:eastAsia="Times New Roman"/>
          <w:bCs/>
        </w:rPr>
        <w:t>Contratação de empresa especializada para execução de serviços de manutenção preventiva e corretiva de grupos motogeradores instalados nos imóveis da Procuradoria Geral de Justiça do Estado de Minas Gerais, na cidade de Belo Horizonte, pelo período de 36 (trinta e seis) meses.</w:t>
      </w:r>
    </w:p>
    <w:p w:rsidR="00D82168" w:rsidRPr="00962211" w:rsidRDefault="00D82168" w:rsidP="000B51D0">
      <w:pPr>
        <w:autoSpaceDE/>
        <w:spacing w:before="480" w:after="480"/>
        <w:jc w:val="both"/>
        <w:rPr>
          <w:kern w:val="0"/>
          <w:lang w:eastAsia="pt-BR"/>
        </w:rPr>
      </w:pPr>
    </w:p>
    <w:p w:rsidR="00D82168" w:rsidRPr="00962211" w:rsidRDefault="00D82168" w:rsidP="00D82168">
      <w:pPr>
        <w:suppressAutoHyphens w:val="0"/>
        <w:autoSpaceDE/>
        <w:spacing w:before="240" w:after="240"/>
        <w:jc w:val="both"/>
        <w:rPr>
          <w:kern w:val="0"/>
          <w:lang w:eastAsia="pt-BR"/>
        </w:rPr>
      </w:pPr>
      <w:r w:rsidRPr="00962211">
        <w:rPr>
          <w:kern w:val="0"/>
          <w:lang w:eastAsia="pt-BR"/>
        </w:rPr>
        <w:t>A empresa ............................................................................ (razão social, CNPJ, endereço etc.), licitante participante do processo licitatório supracitado compromete-se a manter, caso seja a vencedora na licitação, como responsável pelo gerenciamento dos serviços objeto desta licitação, até a sua conclusão, o(a) profissional ....................................................................., CREA nº ...................., que está sendo apresentado(a) através desta Declaração.</w:t>
      </w:r>
    </w:p>
    <w:p w:rsidR="00D82168" w:rsidRPr="00962211" w:rsidRDefault="00D82168" w:rsidP="00D82168">
      <w:pPr>
        <w:suppressAutoHyphens w:val="0"/>
        <w:autoSpaceDE/>
        <w:spacing w:before="240" w:after="240"/>
        <w:jc w:val="both"/>
        <w:rPr>
          <w:kern w:val="0"/>
          <w:lang w:eastAsia="pt-BR"/>
        </w:rPr>
      </w:pPr>
      <w:r w:rsidRPr="00962211">
        <w:rPr>
          <w:kern w:val="0"/>
          <w:lang w:eastAsia="pt-BR"/>
        </w:rPr>
        <w:t>Declara-se ciente de que a substituição do(a) referido(a) profissional, somente será possível se previamente autorizada pela Procuradoria Geral de Justiça, desde que aceita a justificativa apresentada e que o(a) substituto(a) atenda, também, a todos os requisitos exigidos.</w:t>
      </w:r>
    </w:p>
    <w:p w:rsidR="00D82168" w:rsidRPr="00962211" w:rsidRDefault="00D82168" w:rsidP="00D82168">
      <w:pPr>
        <w:suppressAutoHyphens w:val="0"/>
        <w:autoSpaceDE/>
        <w:spacing w:before="240" w:after="240"/>
        <w:jc w:val="both"/>
        <w:rPr>
          <w:kern w:val="0"/>
          <w:lang w:eastAsia="pt-BR"/>
        </w:rPr>
      </w:pPr>
      <w:r w:rsidRPr="00962211">
        <w:rPr>
          <w:kern w:val="0"/>
          <w:lang w:eastAsia="pt-BR"/>
        </w:rPr>
        <w:t>Atenciosamente,</w:t>
      </w:r>
    </w:p>
    <w:p w:rsidR="00D82168" w:rsidRPr="00962211" w:rsidRDefault="00D82168" w:rsidP="00D82168">
      <w:pPr>
        <w:suppressAutoHyphens w:val="0"/>
        <w:autoSpaceDE/>
        <w:spacing w:before="240" w:after="240"/>
        <w:jc w:val="center"/>
        <w:rPr>
          <w:kern w:val="0"/>
          <w:lang w:eastAsia="pt-BR"/>
        </w:rPr>
      </w:pPr>
    </w:p>
    <w:p w:rsidR="00D82168" w:rsidRPr="00962211" w:rsidRDefault="00D82168" w:rsidP="00D82168">
      <w:pPr>
        <w:spacing w:before="240" w:after="240"/>
        <w:jc w:val="center"/>
      </w:pPr>
      <w:r w:rsidRPr="00962211">
        <w:t>................................,  ..... de ....................... de ........</w:t>
      </w:r>
    </w:p>
    <w:p w:rsidR="00D82168" w:rsidRPr="00962211" w:rsidRDefault="00D82168" w:rsidP="00D82168">
      <w:pPr>
        <w:spacing w:before="240" w:after="240"/>
        <w:jc w:val="center"/>
      </w:pPr>
    </w:p>
    <w:p w:rsidR="00D82168" w:rsidRPr="00962211" w:rsidRDefault="00D82168" w:rsidP="00D82168">
      <w:pPr>
        <w:spacing w:before="240" w:after="240"/>
        <w:jc w:val="center"/>
      </w:pPr>
      <w:r w:rsidRPr="00962211">
        <w:t>..............................................................................</w:t>
      </w:r>
    </w:p>
    <w:p w:rsidR="00D82168" w:rsidRPr="00962211" w:rsidRDefault="00D82168" w:rsidP="00D82168">
      <w:pPr>
        <w:spacing w:before="240" w:after="240"/>
        <w:jc w:val="center"/>
        <w:rPr>
          <w:rFonts w:eastAsia="SimSun"/>
          <w:lang w:eastAsia="hi-IN" w:bidi="hi-IN"/>
        </w:rPr>
      </w:pPr>
      <w:r w:rsidRPr="00962211">
        <w:rPr>
          <w:rFonts w:eastAsia="SimSun"/>
          <w:lang w:eastAsia="hi-IN" w:bidi="hi-IN"/>
        </w:rPr>
        <w:t>Assinatura do representante legal</w:t>
      </w:r>
    </w:p>
    <w:p w:rsidR="00D82168" w:rsidRPr="00962211" w:rsidRDefault="00D82168" w:rsidP="00D82168">
      <w:pPr>
        <w:suppressAutoHyphens w:val="0"/>
        <w:autoSpaceDE/>
        <w:spacing w:before="240" w:after="240"/>
        <w:jc w:val="center"/>
        <w:rPr>
          <w:kern w:val="0"/>
          <w:lang w:eastAsia="pt-BR"/>
        </w:rPr>
      </w:pPr>
    </w:p>
    <w:p w:rsidR="00D82168" w:rsidRPr="00962211" w:rsidRDefault="00D82168" w:rsidP="00D82168">
      <w:pPr>
        <w:suppressAutoHyphens w:val="0"/>
        <w:autoSpaceDE/>
        <w:spacing w:before="240" w:after="240"/>
        <w:jc w:val="center"/>
      </w:pPr>
      <w:r w:rsidRPr="00962211">
        <w:t>..............................................................................</w:t>
      </w:r>
    </w:p>
    <w:p w:rsidR="00251A67" w:rsidRPr="00962211" w:rsidRDefault="00D82168" w:rsidP="00493786">
      <w:pPr>
        <w:autoSpaceDE/>
        <w:spacing w:line="360" w:lineRule="auto"/>
        <w:jc w:val="center"/>
        <w:rPr>
          <w:rFonts w:eastAsia="SimSun"/>
          <w:lang w:eastAsia="hi-IN" w:bidi="hi-IN"/>
        </w:rPr>
      </w:pPr>
      <w:r w:rsidRPr="00962211">
        <w:rPr>
          <w:rFonts w:eastAsia="SimSun"/>
          <w:lang w:eastAsia="hi-IN" w:bidi="hi-IN"/>
        </w:rPr>
        <w:t>Assinatura do responsável técnico</w:t>
      </w:r>
    </w:p>
    <w:sectPr w:rsidR="00251A67" w:rsidRPr="00962211" w:rsidSect="00DB52F2">
      <w:headerReference w:type="default" r:id="rId25"/>
      <w:footerReference w:type="default" r:id="rId26"/>
      <w:pgSz w:w="11906" w:h="16838" w:code="9"/>
      <w:pgMar w:top="2665" w:right="1134" w:bottom="1134" w:left="1701"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936" w:rsidRDefault="00047936">
      <w:pPr>
        <w:rPr>
          <w:rFonts w:ascii="Times New Roman" w:hAnsi="Times New Roman" w:cs="Times New Roman"/>
        </w:rPr>
      </w:pPr>
      <w:r>
        <w:rPr>
          <w:rFonts w:ascii="Times New Roman" w:hAnsi="Times New Roman" w:cs="Times New Roman"/>
        </w:rPr>
        <w:separator/>
      </w:r>
    </w:p>
  </w:endnote>
  <w:endnote w:type="continuationSeparator" w:id="1">
    <w:p w:rsidR="00047936" w:rsidRDefault="00047936">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855" w:rsidRDefault="006B1855">
    <w:pPr>
      <w:pStyle w:val="Rodap"/>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546937">
      <w:rPr>
        <w:rFonts w:ascii="Times New Roman" w:hAnsi="Times New Roman" w:cs="Times New Roman"/>
        <w:noProof/>
      </w:rPr>
      <w:t>3</w:t>
    </w:r>
    <w:r>
      <w:rPr>
        <w:rFonts w:ascii="Times New Roman" w:hAnsi="Times New Roman" w:cs="Times New Roman"/>
      </w:rPr>
      <w:fldChar w:fldCharType="end"/>
    </w:r>
  </w:p>
  <w:p w:rsidR="006B1855" w:rsidRDefault="006B1855">
    <w:pPr>
      <w:pStyle w:val="Rodap"/>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936" w:rsidRDefault="00047936">
      <w:pPr>
        <w:rPr>
          <w:rFonts w:ascii="Times New Roman" w:hAnsi="Times New Roman" w:cs="Times New Roman"/>
        </w:rPr>
      </w:pPr>
      <w:r>
        <w:rPr>
          <w:rFonts w:ascii="Times New Roman" w:hAnsi="Times New Roman" w:cs="Times New Roman"/>
        </w:rPr>
        <w:separator/>
      </w:r>
    </w:p>
  </w:footnote>
  <w:footnote w:type="continuationSeparator" w:id="1">
    <w:p w:rsidR="00047936" w:rsidRDefault="00047936">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855" w:rsidRDefault="00CD21D7">
    <w:pPr>
      <w:pStyle w:val="Cabealho"/>
      <w:jc w:val="center"/>
      <w:rPr>
        <w:rFonts w:ascii="Times New Roman" w:hAnsi="Times New Roman" w:cs="Times New Roman"/>
        <w:noProof/>
      </w:rPr>
    </w:pPr>
    <w:r>
      <w:rPr>
        <w:rFonts w:ascii="Times New Roman" w:hAnsi="Times New Roman" w:cs="Times New Roman"/>
        <w:noProof/>
        <w:lang w:eastAsia="pt-BR"/>
      </w:rPr>
      <w:drawing>
        <wp:inline distT="0" distB="0" distL="0" distR="0">
          <wp:extent cx="685800" cy="70104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85800" cy="701040"/>
                  </a:xfrm>
                  <a:prstGeom prst="rect">
                    <a:avLst/>
                  </a:prstGeom>
                  <a:noFill/>
                  <a:ln w="9525">
                    <a:noFill/>
                    <a:miter lim="800000"/>
                    <a:headEnd/>
                    <a:tailEnd/>
                  </a:ln>
                </pic:spPr>
              </pic:pic>
            </a:graphicData>
          </a:graphic>
        </wp:inline>
      </w:drawing>
    </w:r>
  </w:p>
  <w:p w:rsidR="006B1855" w:rsidRDefault="006B1855">
    <w:pPr>
      <w:pStyle w:val="Cabealho"/>
      <w:jc w:val="center"/>
      <w:rPr>
        <w:rFonts w:ascii="Times New Roman" w:hAnsi="Times New Roman" w:cs="Times New Roman"/>
        <w:sz w:val="14"/>
        <w:szCs w:val="14"/>
      </w:rPr>
    </w:pPr>
  </w:p>
  <w:p w:rsidR="006B1855" w:rsidRDefault="006B1855">
    <w:pPr>
      <w:pStyle w:val="Cabealho"/>
      <w:tabs>
        <w:tab w:val="right" w:pos="-2160"/>
      </w:tabs>
      <w:jc w:val="center"/>
      <w:rPr>
        <w:rFonts w:ascii="Times New Roman" w:hAnsi="Times New Roman" w:cs="Times New Roman"/>
        <w:sz w:val="25"/>
        <w:szCs w:val="25"/>
      </w:rPr>
    </w:pPr>
    <w:r>
      <w:rPr>
        <w:rFonts w:ascii="Times New Roman" w:hAnsi="Times New Roman" w:cs="Times New Roman"/>
        <w:sz w:val="25"/>
        <w:szCs w:val="25"/>
      </w:rPr>
      <w:t>MINISTÉRIO PÚBLICO DO ESTADO DE MINAS GERAIS</w:t>
    </w:r>
  </w:p>
  <w:p w:rsidR="006B1855" w:rsidRDefault="006B1855">
    <w:pPr>
      <w:pStyle w:val="Cabealho"/>
      <w:tabs>
        <w:tab w:val="right" w:pos="-2160"/>
      </w:tabs>
      <w:jc w:val="center"/>
      <w:rPr>
        <w:rFonts w:ascii="Times New Roman" w:hAnsi="Times New Roman" w:cs="Times New Roman"/>
        <w:sz w:val="20"/>
        <w:szCs w:val="20"/>
      </w:rPr>
    </w:pPr>
    <w:r>
      <w:rPr>
        <w:rFonts w:ascii="Times New Roman" w:hAnsi="Times New Roman" w:cs="Times New Roman"/>
        <w:sz w:val="20"/>
        <w:szCs w:val="20"/>
      </w:rPr>
      <w:t>PROCURADORIA-GERAL DE JUSTIÇA</w:t>
    </w:r>
  </w:p>
  <w:p w:rsidR="006B1855" w:rsidRDefault="006B1855">
    <w:pPr>
      <w:pStyle w:val="Cabealho"/>
      <w:tabs>
        <w:tab w:val="right" w:pos="-2160"/>
      </w:tabs>
      <w:jc w:val="center"/>
      <w:rPr>
        <w:rFonts w:ascii="Times New Roman" w:hAnsi="Times New Roman" w:cs="Times New Roman"/>
        <w:sz w:val="20"/>
        <w:szCs w:val="20"/>
      </w:rPr>
    </w:pPr>
    <w:r>
      <w:rPr>
        <w:rFonts w:ascii="Times New Roman" w:hAnsi="Times New Roman" w:cs="Times New Roman"/>
        <w:sz w:val="20"/>
        <w:szCs w:val="20"/>
      </w:rPr>
      <w:t>DIRETORIA DE GESTÃO DE COMPRAS E LICITAÇÕES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numFmt w:val="none"/>
      <w:pStyle w:val="CPLTitulo"/>
      <w:suff w:val="nothing"/>
      <w:lvlText w:val=""/>
      <w:lvlJc w:val="left"/>
      <w:pPr>
        <w:tabs>
          <w:tab w:val="num" w:pos="0"/>
        </w:tabs>
      </w:pPr>
      <w:rPr>
        <w:rFonts w:ascii="Times New Roman" w:hAnsi="Times New Roman" w:cs="Times New Roman"/>
      </w:rPr>
    </w:lvl>
    <w:lvl w:ilvl="1">
      <w:start w:val="1"/>
      <w:numFmt w:val="lowerLetter"/>
      <w:suff w:val="nothing"/>
      <w:lvlText w:val="%2."/>
      <w:lvlJc w:val="left"/>
      <w:pPr>
        <w:tabs>
          <w:tab w:val="num" w:pos="0"/>
        </w:tabs>
      </w:pPr>
      <w:rPr>
        <w:rFonts w:ascii="Times New Roman" w:hAnsi="Times New Roman" w:cs="Times New Roman"/>
      </w:rPr>
    </w:lvl>
    <w:lvl w:ilvl="2">
      <w:start w:val="1"/>
      <w:numFmt w:val="lowerRoman"/>
      <w:suff w:val="nothing"/>
      <w:lvlText w:val="%3."/>
      <w:lvlJc w:val="right"/>
      <w:pPr>
        <w:tabs>
          <w:tab w:val="num" w:pos="0"/>
        </w:tabs>
      </w:pPr>
      <w:rPr>
        <w:rFonts w:ascii="Times New Roman" w:hAnsi="Times New Roman" w:cs="Times New Roman"/>
      </w:rPr>
    </w:lvl>
    <w:lvl w:ilvl="3">
      <w:start w:val="1"/>
      <w:numFmt w:val="decimal"/>
      <w:suff w:val="nothing"/>
      <w:lvlText w:val="%4."/>
      <w:lvlJc w:val="left"/>
      <w:pPr>
        <w:tabs>
          <w:tab w:val="num" w:pos="0"/>
        </w:tabs>
      </w:pPr>
      <w:rPr>
        <w:rFonts w:ascii="Times New Roman" w:hAnsi="Times New Roman" w:cs="Times New Roman"/>
      </w:rPr>
    </w:lvl>
    <w:lvl w:ilvl="4">
      <w:start w:val="1"/>
      <w:numFmt w:val="lowerLetter"/>
      <w:suff w:val="nothing"/>
      <w:lvlText w:val="%5."/>
      <w:lvlJc w:val="left"/>
      <w:pPr>
        <w:tabs>
          <w:tab w:val="num" w:pos="0"/>
        </w:tabs>
      </w:pPr>
      <w:rPr>
        <w:rFonts w:ascii="Times New Roman" w:hAnsi="Times New Roman" w:cs="Times New Roman"/>
      </w:rPr>
    </w:lvl>
    <w:lvl w:ilvl="5">
      <w:start w:val="1"/>
      <w:numFmt w:val="lowerRoman"/>
      <w:suff w:val="nothing"/>
      <w:lvlText w:val="%6."/>
      <w:lvlJc w:val="right"/>
      <w:pPr>
        <w:tabs>
          <w:tab w:val="num" w:pos="0"/>
        </w:tabs>
      </w:pPr>
      <w:rPr>
        <w:rFonts w:ascii="Times New Roman" w:hAnsi="Times New Roman" w:cs="Times New Roman"/>
      </w:rPr>
    </w:lvl>
    <w:lvl w:ilvl="6">
      <w:start w:val="1"/>
      <w:numFmt w:val="decimal"/>
      <w:suff w:val="nothing"/>
      <w:lvlText w:val="%7."/>
      <w:lvlJc w:val="left"/>
      <w:pPr>
        <w:tabs>
          <w:tab w:val="num" w:pos="0"/>
        </w:tabs>
      </w:pPr>
      <w:rPr>
        <w:rFonts w:ascii="Times New Roman" w:hAnsi="Times New Roman" w:cs="Times New Roman"/>
      </w:rPr>
    </w:lvl>
    <w:lvl w:ilvl="7">
      <w:start w:val="1"/>
      <w:numFmt w:val="lowerLetter"/>
      <w:pStyle w:val="Ttulo8"/>
      <w:suff w:val="nothing"/>
      <w:lvlText w:val="%8."/>
      <w:lvlJc w:val="left"/>
      <w:pPr>
        <w:tabs>
          <w:tab w:val="num" w:pos="0"/>
        </w:tabs>
      </w:pPr>
      <w:rPr>
        <w:rFonts w:ascii="Times New Roman" w:hAnsi="Times New Roman" w:cs="Times New Roman"/>
      </w:rPr>
    </w:lvl>
    <w:lvl w:ilvl="8">
      <w:start w:val="1"/>
      <w:numFmt w:val="lowerRoman"/>
      <w:suff w:val="nothing"/>
      <w:lvlText w:val="%9."/>
      <w:lvlJc w:val="right"/>
      <w:pPr>
        <w:tabs>
          <w:tab w:val="num" w:pos="0"/>
        </w:tabs>
      </w:pPr>
      <w:rPr>
        <w:rFonts w:ascii="Times New Roman" w:hAnsi="Times New Roman" w:cs="Times New Roman"/>
      </w:rPr>
    </w:lvl>
  </w:abstractNum>
  <w:abstractNum w:abstractNumId="1">
    <w:nsid w:val="05233C3D"/>
    <w:multiLevelType w:val="hybridMultilevel"/>
    <w:tmpl w:val="1DEE7508"/>
    <w:lvl w:ilvl="0" w:tplc="DE9CAEA8">
      <w:start w:val="1"/>
      <w:numFmt w:val="bullet"/>
      <w:lvlText w:val=""/>
      <w:lvlJc w:val="left"/>
      <w:pPr>
        <w:tabs>
          <w:tab w:val="num" w:pos="1500"/>
        </w:tabs>
        <w:ind w:left="1500" w:hanging="360"/>
      </w:pPr>
      <w:rPr>
        <w:rFonts w:ascii="Symbol" w:hAnsi="Symbol" w:hint="default"/>
      </w:rPr>
    </w:lvl>
    <w:lvl w:ilvl="1" w:tplc="2604CDA2">
      <w:start w:val="1"/>
      <w:numFmt w:val="lowerLetter"/>
      <w:pStyle w:val="itemletra"/>
      <w:lvlText w:val="%2)"/>
      <w:lvlJc w:val="left"/>
      <w:pPr>
        <w:tabs>
          <w:tab w:val="num" w:pos="1800"/>
        </w:tabs>
        <w:ind w:left="1134" w:firstLine="306"/>
      </w:pPr>
      <w:rPr>
        <w:rFonts w:ascii="Arial" w:hAnsi="Arial" w:cs="Arial" w:hint="default"/>
        <w:color w:val="333333"/>
        <w:sz w:val="18"/>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2">
    <w:nsid w:val="08265834"/>
    <w:multiLevelType w:val="multilevel"/>
    <w:tmpl w:val="0416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
    <w:nsid w:val="0A6026CD"/>
    <w:multiLevelType w:val="multilevel"/>
    <w:tmpl w:val="92FC685C"/>
    <w:lvl w:ilvl="0">
      <w:start w:val="1"/>
      <w:numFmt w:val="lowerLetter"/>
      <w:lvlText w:val="%1)"/>
      <w:lvlJc w:val="left"/>
      <w:pPr>
        <w:tabs>
          <w:tab w:val="num" w:pos="720"/>
        </w:tabs>
        <w:ind w:left="720" w:hanging="360"/>
      </w:pPr>
      <w:rPr>
        <w:rFonts w:ascii="Arial" w:hAnsi="Arial" w:cs="Times New Roman" w:hint="default"/>
        <w:b w:val="0"/>
        <w:i w:val="0"/>
        <w:color w:val="auto"/>
        <w:sz w:val="24"/>
        <w:u w:val="none"/>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4">
    <w:nsid w:val="0E5626A7"/>
    <w:multiLevelType w:val="multilevel"/>
    <w:tmpl w:val="9CA6300E"/>
    <w:lvl w:ilvl="0">
      <w:start w:val="7"/>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5">
    <w:nsid w:val="0FC40C83"/>
    <w:multiLevelType w:val="hybridMultilevel"/>
    <w:tmpl w:val="1BD289FC"/>
    <w:lvl w:ilvl="0" w:tplc="71C2AB38">
      <w:start w:val="1"/>
      <w:numFmt w:val="lowerLetter"/>
      <w:lvlText w:val="%1)"/>
      <w:lvlJc w:val="left"/>
      <w:pPr>
        <w:ind w:left="2665" w:hanging="360"/>
      </w:pPr>
      <w:rPr>
        <w:rFonts w:cs="Times New Roman" w:hint="default"/>
      </w:rPr>
    </w:lvl>
    <w:lvl w:ilvl="1" w:tplc="04160019" w:tentative="1">
      <w:start w:val="1"/>
      <w:numFmt w:val="lowerLetter"/>
      <w:lvlText w:val="%2."/>
      <w:lvlJc w:val="left"/>
      <w:pPr>
        <w:ind w:left="3385" w:hanging="360"/>
      </w:pPr>
      <w:rPr>
        <w:rFonts w:cs="Times New Roman"/>
      </w:rPr>
    </w:lvl>
    <w:lvl w:ilvl="2" w:tplc="0416001B" w:tentative="1">
      <w:start w:val="1"/>
      <w:numFmt w:val="lowerRoman"/>
      <w:lvlText w:val="%3."/>
      <w:lvlJc w:val="right"/>
      <w:pPr>
        <w:ind w:left="4105" w:hanging="180"/>
      </w:pPr>
      <w:rPr>
        <w:rFonts w:cs="Times New Roman"/>
      </w:rPr>
    </w:lvl>
    <w:lvl w:ilvl="3" w:tplc="0416000F" w:tentative="1">
      <w:start w:val="1"/>
      <w:numFmt w:val="decimal"/>
      <w:lvlText w:val="%4."/>
      <w:lvlJc w:val="left"/>
      <w:pPr>
        <w:ind w:left="4825" w:hanging="360"/>
      </w:pPr>
      <w:rPr>
        <w:rFonts w:cs="Times New Roman"/>
      </w:rPr>
    </w:lvl>
    <w:lvl w:ilvl="4" w:tplc="04160019" w:tentative="1">
      <w:start w:val="1"/>
      <w:numFmt w:val="lowerLetter"/>
      <w:lvlText w:val="%5."/>
      <w:lvlJc w:val="left"/>
      <w:pPr>
        <w:ind w:left="5545" w:hanging="360"/>
      </w:pPr>
      <w:rPr>
        <w:rFonts w:cs="Times New Roman"/>
      </w:rPr>
    </w:lvl>
    <w:lvl w:ilvl="5" w:tplc="0416001B" w:tentative="1">
      <w:start w:val="1"/>
      <w:numFmt w:val="lowerRoman"/>
      <w:lvlText w:val="%6."/>
      <w:lvlJc w:val="right"/>
      <w:pPr>
        <w:ind w:left="6265" w:hanging="180"/>
      </w:pPr>
      <w:rPr>
        <w:rFonts w:cs="Times New Roman"/>
      </w:rPr>
    </w:lvl>
    <w:lvl w:ilvl="6" w:tplc="0416000F" w:tentative="1">
      <w:start w:val="1"/>
      <w:numFmt w:val="decimal"/>
      <w:lvlText w:val="%7."/>
      <w:lvlJc w:val="left"/>
      <w:pPr>
        <w:ind w:left="6985" w:hanging="360"/>
      </w:pPr>
      <w:rPr>
        <w:rFonts w:cs="Times New Roman"/>
      </w:rPr>
    </w:lvl>
    <w:lvl w:ilvl="7" w:tplc="04160019" w:tentative="1">
      <w:start w:val="1"/>
      <w:numFmt w:val="lowerLetter"/>
      <w:lvlText w:val="%8."/>
      <w:lvlJc w:val="left"/>
      <w:pPr>
        <w:ind w:left="7705" w:hanging="360"/>
      </w:pPr>
      <w:rPr>
        <w:rFonts w:cs="Times New Roman"/>
      </w:rPr>
    </w:lvl>
    <w:lvl w:ilvl="8" w:tplc="0416001B" w:tentative="1">
      <w:start w:val="1"/>
      <w:numFmt w:val="lowerRoman"/>
      <w:lvlText w:val="%9."/>
      <w:lvlJc w:val="right"/>
      <w:pPr>
        <w:ind w:left="8425" w:hanging="180"/>
      </w:pPr>
      <w:rPr>
        <w:rFonts w:cs="Times New Roman"/>
      </w:rPr>
    </w:lvl>
  </w:abstractNum>
  <w:abstractNum w:abstractNumId="6">
    <w:nsid w:val="12864A59"/>
    <w:multiLevelType w:val="multilevel"/>
    <w:tmpl w:val="E5A68F66"/>
    <w:lvl w:ilvl="0">
      <w:start w:val="1"/>
      <w:numFmt w:val="decimal"/>
      <w:lvlText w:val="%1"/>
      <w:lvlJc w:val="left"/>
      <w:pPr>
        <w:tabs>
          <w:tab w:val="num" w:pos="780"/>
        </w:tabs>
        <w:ind w:left="780" w:hanging="780"/>
      </w:pPr>
      <w:rPr>
        <w:rFonts w:ascii="Times New Roman" w:hAnsi="Times New Roman" w:cs="Times New Roman" w:hint="default"/>
        <w:b/>
        <w:bCs/>
        <w:color w:val="auto"/>
      </w:rPr>
    </w:lvl>
    <w:lvl w:ilvl="1">
      <w:start w:val="1"/>
      <w:numFmt w:val="decimal"/>
      <w:lvlText w:val="%1.%2"/>
      <w:lvlJc w:val="left"/>
      <w:pPr>
        <w:tabs>
          <w:tab w:val="num" w:pos="780"/>
        </w:tabs>
        <w:ind w:left="780" w:hanging="780"/>
      </w:pPr>
      <w:rPr>
        <w:rFonts w:ascii="Verdana" w:hAnsi="Verdana" w:cs="Verdana" w:hint="default"/>
        <w:b/>
        <w:bCs/>
        <w:color w:val="auto"/>
        <w:sz w:val="22"/>
        <w:szCs w:val="22"/>
      </w:rPr>
    </w:lvl>
    <w:lvl w:ilvl="2">
      <w:start w:val="1"/>
      <w:numFmt w:val="decimal"/>
      <w:lvlText w:val="%1.%2.%3"/>
      <w:lvlJc w:val="left"/>
      <w:pPr>
        <w:tabs>
          <w:tab w:val="num" w:pos="780"/>
        </w:tabs>
        <w:ind w:left="780" w:hanging="780"/>
      </w:pPr>
      <w:rPr>
        <w:rFonts w:ascii="Times New Roman" w:hAnsi="Times New Roman" w:cs="Times New Roman" w:hint="default"/>
        <w:b/>
        <w:bCs/>
        <w:color w:val="auto"/>
      </w:rPr>
    </w:lvl>
    <w:lvl w:ilvl="3">
      <w:start w:val="1"/>
      <w:numFmt w:val="decimal"/>
      <w:lvlText w:val="%1.%2.%3.%4"/>
      <w:lvlJc w:val="left"/>
      <w:pPr>
        <w:tabs>
          <w:tab w:val="num" w:pos="1080"/>
        </w:tabs>
        <w:ind w:left="1080" w:hanging="1080"/>
      </w:pPr>
      <w:rPr>
        <w:rFonts w:ascii="Times New Roman" w:hAnsi="Times New Roman" w:cs="Times New Roman" w:hint="default"/>
        <w:b/>
        <w:bCs/>
      </w:rPr>
    </w:lvl>
    <w:lvl w:ilvl="4">
      <w:start w:val="1"/>
      <w:numFmt w:val="decimal"/>
      <w:lvlText w:val="%1.%2.%3.%4.%5"/>
      <w:lvlJc w:val="left"/>
      <w:pPr>
        <w:tabs>
          <w:tab w:val="num" w:pos="1440"/>
        </w:tabs>
        <w:ind w:left="1440" w:hanging="1440"/>
      </w:pPr>
      <w:rPr>
        <w:rFonts w:ascii="Times New Roman" w:hAnsi="Times New Roman" w:cs="Times New Roman" w:hint="default"/>
        <w:b/>
        <w:bCs/>
      </w:rPr>
    </w:lvl>
    <w:lvl w:ilvl="5">
      <w:start w:val="1"/>
      <w:numFmt w:val="decimal"/>
      <w:lvlText w:val="%1.%2.%3.%4.%5.%6"/>
      <w:lvlJc w:val="left"/>
      <w:pPr>
        <w:tabs>
          <w:tab w:val="num" w:pos="1440"/>
        </w:tabs>
        <w:ind w:left="1440" w:hanging="1440"/>
      </w:pPr>
      <w:rPr>
        <w:rFonts w:ascii="Times New Roman" w:hAnsi="Times New Roman" w:cs="Times New Roman" w:hint="default"/>
        <w:b/>
        <w:bCs/>
      </w:rPr>
    </w:lvl>
    <w:lvl w:ilvl="6">
      <w:start w:val="1"/>
      <w:numFmt w:val="decimal"/>
      <w:lvlText w:val="%1.%2.%3.%4.%5.%6.%7"/>
      <w:lvlJc w:val="left"/>
      <w:pPr>
        <w:tabs>
          <w:tab w:val="num" w:pos="1800"/>
        </w:tabs>
        <w:ind w:left="1800" w:hanging="1800"/>
      </w:pPr>
      <w:rPr>
        <w:rFonts w:ascii="Times New Roman" w:hAnsi="Times New Roman" w:cs="Times New Roman" w:hint="default"/>
        <w:b/>
        <w:bCs/>
      </w:rPr>
    </w:lvl>
    <w:lvl w:ilvl="7">
      <w:start w:val="1"/>
      <w:numFmt w:val="decimal"/>
      <w:lvlText w:val="%1.%2.%3.%4.%5.%6.%7.%8"/>
      <w:lvlJc w:val="left"/>
      <w:pPr>
        <w:tabs>
          <w:tab w:val="num" w:pos="2160"/>
        </w:tabs>
        <w:ind w:left="2160" w:hanging="2160"/>
      </w:pPr>
      <w:rPr>
        <w:rFonts w:ascii="Times New Roman" w:hAnsi="Times New Roman" w:cs="Times New Roman" w:hint="default"/>
        <w:b/>
        <w:bCs/>
      </w:rPr>
    </w:lvl>
    <w:lvl w:ilvl="8">
      <w:start w:val="1"/>
      <w:numFmt w:val="decimal"/>
      <w:lvlText w:val="%1.%2.%3.%4.%5.%6.%7.%8.%9"/>
      <w:lvlJc w:val="left"/>
      <w:pPr>
        <w:tabs>
          <w:tab w:val="num" w:pos="2160"/>
        </w:tabs>
        <w:ind w:left="2160" w:hanging="2160"/>
      </w:pPr>
      <w:rPr>
        <w:rFonts w:ascii="Times New Roman" w:hAnsi="Times New Roman" w:cs="Times New Roman" w:hint="default"/>
        <w:b/>
        <w:bCs/>
      </w:rPr>
    </w:lvl>
  </w:abstractNum>
  <w:abstractNum w:abstractNumId="7">
    <w:nsid w:val="1553418A"/>
    <w:multiLevelType w:val="multilevel"/>
    <w:tmpl w:val="E5D831C6"/>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8">
    <w:nsid w:val="178B52D8"/>
    <w:multiLevelType w:val="multilevel"/>
    <w:tmpl w:val="1EC24F98"/>
    <w:lvl w:ilvl="0">
      <w:start w:val="2"/>
      <w:numFmt w:val="decimal"/>
      <w:lvlText w:val="%1"/>
      <w:lvlJc w:val="left"/>
      <w:pPr>
        <w:ind w:left="360" w:hanging="360"/>
      </w:pPr>
      <w:rPr>
        <w:rFonts w:ascii="Verdana" w:eastAsia="Times New Roman" w:hAnsi="Verdana" w:cs="Times New Roman" w:hint="default"/>
        <w:sz w:val="22"/>
        <w:szCs w:val="22"/>
      </w:rPr>
    </w:lvl>
    <w:lvl w:ilvl="1">
      <w:start w:val="2"/>
      <w:numFmt w:val="decimal"/>
      <w:lvlText w:val="%1.%2"/>
      <w:lvlJc w:val="left"/>
      <w:pPr>
        <w:ind w:left="360" w:hanging="360"/>
      </w:pPr>
      <w:rPr>
        <w:rFonts w:ascii="Verdana" w:eastAsia="Times New Roman" w:hAnsi="Verdana" w:cs="Times New Roman" w:hint="default"/>
        <w:b/>
        <w:bCs/>
        <w:sz w:val="22"/>
        <w:szCs w:val="22"/>
      </w:rPr>
    </w:lvl>
    <w:lvl w:ilvl="2">
      <w:start w:val="1"/>
      <w:numFmt w:val="decimal"/>
      <w:lvlText w:val="%1.%2.%3"/>
      <w:lvlJc w:val="left"/>
      <w:pPr>
        <w:ind w:left="720" w:hanging="720"/>
      </w:pPr>
      <w:rPr>
        <w:rFonts w:ascii="Verdana" w:eastAsia="Times New Roman" w:hAnsi="Verdana" w:cs="Times New Roman" w:hint="default"/>
        <w:sz w:val="22"/>
        <w:szCs w:val="22"/>
      </w:rPr>
    </w:lvl>
    <w:lvl w:ilvl="3">
      <w:start w:val="1"/>
      <w:numFmt w:val="decimal"/>
      <w:lvlText w:val="%1.%2.%3.%4"/>
      <w:lvlJc w:val="left"/>
      <w:pPr>
        <w:ind w:left="1080" w:hanging="1080"/>
      </w:pPr>
      <w:rPr>
        <w:rFonts w:ascii="Verdana" w:eastAsia="Times New Roman" w:hAnsi="Verdana" w:cs="Times New Roman" w:hint="default"/>
        <w:sz w:val="22"/>
        <w:szCs w:val="22"/>
      </w:rPr>
    </w:lvl>
    <w:lvl w:ilvl="4">
      <w:start w:val="1"/>
      <w:numFmt w:val="decimal"/>
      <w:lvlText w:val="%1.%2.%3.%4.%5"/>
      <w:lvlJc w:val="left"/>
      <w:pPr>
        <w:ind w:left="1080" w:hanging="1080"/>
      </w:pPr>
      <w:rPr>
        <w:rFonts w:ascii="Verdana" w:eastAsia="Times New Roman" w:hAnsi="Verdana" w:cs="Times New Roman" w:hint="default"/>
        <w:sz w:val="22"/>
        <w:szCs w:val="22"/>
      </w:rPr>
    </w:lvl>
    <w:lvl w:ilvl="5">
      <w:start w:val="1"/>
      <w:numFmt w:val="decimal"/>
      <w:lvlText w:val="%1.%2.%3.%4.%5.%6"/>
      <w:lvlJc w:val="left"/>
      <w:pPr>
        <w:ind w:left="1440" w:hanging="1440"/>
      </w:pPr>
      <w:rPr>
        <w:rFonts w:ascii="Verdana" w:eastAsia="Times New Roman" w:hAnsi="Verdana" w:cs="Times New Roman" w:hint="default"/>
        <w:sz w:val="22"/>
        <w:szCs w:val="22"/>
      </w:rPr>
    </w:lvl>
    <w:lvl w:ilvl="6">
      <w:start w:val="1"/>
      <w:numFmt w:val="decimal"/>
      <w:lvlText w:val="%1.%2.%3.%4.%5.%6.%7"/>
      <w:lvlJc w:val="left"/>
      <w:pPr>
        <w:ind w:left="1440" w:hanging="1440"/>
      </w:pPr>
      <w:rPr>
        <w:rFonts w:ascii="Verdana" w:eastAsia="Times New Roman" w:hAnsi="Verdana" w:cs="Times New Roman" w:hint="default"/>
        <w:sz w:val="22"/>
        <w:szCs w:val="22"/>
      </w:rPr>
    </w:lvl>
    <w:lvl w:ilvl="7">
      <w:start w:val="1"/>
      <w:numFmt w:val="decimal"/>
      <w:lvlText w:val="%1.%2.%3.%4.%5.%6.%7.%8"/>
      <w:lvlJc w:val="left"/>
      <w:pPr>
        <w:ind w:left="1800" w:hanging="1800"/>
      </w:pPr>
      <w:rPr>
        <w:rFonts w:ascii="Verdana" w:eastAsia="Times New Roman" w:hAnsi="Verdana" w:cs="Times New Roman" w:hint="default"/>
        <w:sz w:val="22"/>
        <w:szCs w:val="22"/>
      </w:rPr>
    </w:lvl>
    <w:lvl w:ilvl="8">
      <w:start w:val="1"/>
      <w:numFmt w:val="decimal"/>
      <w:lvlText w:val="%1.%2.%3.%4.%5.%6.%7.%8.%9"/>
      <w:lvlJc w:val="left"/>
      <w:pPr>
        <w:ind w:left="1800" w:hanging="1800"/>
      </w:pPr>
      <w:rPr>
        <w:rFonts w:ascii="Verdana" w:eastAsia="Times New Roman" w:hAnsi="Verdana" w:cs="Times New Roman" w:hint="default"/>
        <w:sz w:val="22"/>
        <w:szCs w:val="22"/>
      </w:rPr>
    </w:lvl>
  </w:abstractNum>
  <w:abstractNum w:abstractNumId="9">
    <w:nsid w:val="18CF79C0"/>
    <w:multiLevelType w:val="hybridMultilevel"/>
    <w:tmpl w:val="43FC7092"/>
    <w:lvl w:ilvl="0" w:tplc="963AB384">
      <w:start w:val="3"/>
      <w:numFmt w:val="decimal"/>
      <w:lvlText w:val="%1"/>
      <w:lvlJc w:val="left"/>
      <w:pPr>
        <w:ind w:left="720" w:hanging="360"/>
      </w:pPr>
      <w:rPr>
        <w:rFonts w:ascii="Arial" w:hAnsi="Arial" w:cs="Arial" w:hint="default"/>
        <w:b/>
        <w:bCs/>
      </w:rPr>
    </w:lvl>
    <w:lvl w:ilvl="1" w:tplc="04160019">
      <w:start w:val="1"/>
      <w:numFmt w:val="lowerLetter"/>
      <w:lvlText w:val="%2."/>
      <w:lvlJc w:val="left"/>
      <w:pPr>
        <w:ind w:left="1440" w:hanging="360"/>
      </w:pPr>
      <w:rPr>
        <w:rFonts w:ascii="Times New Roman" w:hAnsi="Times New Roman" w:cs="Times New Roman"/>
      </w:rPr>
    </w:lvl>
    <w:lvl w:ilvl="2" w:tplc="0416001B">
      <w:start w:val="1"/>
      <w:numFmt w:val="lowerRoman"/>
      <w:lvlText w:val="%3."/>
      <w:lvlJc w:val="right"/>
      <w:pPr>
        <w:ind w:left="2160" w:hanging="180"/>
      </w:pPr>
      <w:rPr>
        <w:rFonts w:ascii="Times New Roman" w:hAnsi="Times New Roman" w:cs="Times New Roman"/>
      </w:rPr>
    </w:lvl>
    <w:lvl w:ilvl="3" w:tplc="0416000F">
      <w:start w:val="1"/>
      <w:numFmt w:val="decimal"/>
      <w:lvlText w:val="%4."/>
      <w:lvlJc w:val="left"/>
      <w:pPr>
        <w:ind w:left="2880" w:hanging="360"/>
      </w:pPr>
      <w:rPr>
        <w:rFonts w:ascii="Times New Roman" w:hAnsi="Times New Roman" w:cs="Times New Roman"/>
      </w:rPr>
    </w:lvl>
    <w:lvl w:ilvl="4" w:tplc="04160019">
      <w:start w:val="1"/>
      <w:numFmt w:val="lowerLetter"/>
      <w:lvlText w:val="%5."/>
      <w:lvlJc w:val="left"/>
      <w:pPr>
        <w:ind w:left="3600" w:hanging="360"/>
      </w:pPr>
      <w:rPr>
        <w:rFonts w:ascii="Times New Roman" w:hAnsi="Times New Roman" w:cs="Times New Roman"/>
      </w:rPr>
    </w:lvl>
    <w:lvl w:ilvl="5" w:tplc="0416001B">
      <w:start w:val="1"/>
      <w:numFmt w:val="lowerRoman"/>
      <w:lvlText w:val="%6."/>
      <w:lvlJc w:val="right"/>
      <w:pPr>
        <w:ind w:left="4320" w:hanging="180"/>
      </w:pPr>
      <w:rPr>
        <w:rFonts w:ascii="Times New Roman" w:hAnsi="Times New Roman" w:cs="Times New Roman"/>
      </w:rPr>
    </w:lvl>
    <w:lvl w:ilvl="6" w:tplc="0416000F">
      <w:start w:val="1"/>
      <w:numFmt w:val="decimal"/>
      <w:lvlText w:val="%7."/>
      <w:lvlJc w:val="left"/>
      <w:pPr>
        <w:ind w:left="5040" w:hanging="360"/>
      </w:pPr>
      <w:rPr>
        <w:rFonts w:ascii="Times New Roman" w:hAnsi="Times New Roman" w:cs="Times New Roman"/>
      </w:rPr>
    </w:lvl>
    <w:lvl w:ilvl="7" w:tplc="04160019">
      <w:start w:val="1"/>
      <w:numFmt w:val="lowerLetter"/>
      <w:lvlText w:val="%8."/>
      <w:lvlJc w:val="left"/>
      <w:pPr>
        <w:ind w:left="5760" w:hanging="360"/>
      </w:pPr>
      <w:rPr>
        <w:rFonts w:ascii="Times New Roman" w:hAnsi="Times New Roman" w:cs="Times New Roman"/>
      </w:rPr>
    </w:lvl>
    <w:lvl w:ilvl="8" w:tplc="0416001B">
      <w:start w:val="1"/>
      <w:numFmt w:val="lowerRoman"/>
      <w:lvlText w:val="%9."/>
      <w:lvlJc w:val="right"/>
      <w:pPr>
        <w:ind w:left="6480" w:hanging="180"/>
      </w:pPr>
      <w:rPr>
        <w:rFonts w:ascii="Times New Roman" w:hAnsi="Times New Roman" w:cs="Times New Roman"/>
      </w:rPr>
    </w:lvl>
  </w:abstractNum>
  <w:abstractNum w:abstractNumId="10">
    <w:nsid w:val="1B19382D"/>
    <w:multiLevelType w:val="multilevel"/>
    <w:tmpl w:val="0DD04DF0"/>
    <w:lvl w:ilvl="0">
      <w:start w:val="9"/>
      <w:numFmt w:val="decimal"/>
      <w:lvlText w:val="%1."/>
      <w:lvlJc w:val="left"/>
      <w:pPr>
        <w:ind w:left="360" w:hanging="360"/>
      </w:pPr>
      <w:rPr>
        <w:rFonts w:ascii="Arial" w:hAnsi="Arial" w:cs="Arial" w:hint="default"/>
        <w:b/>
        <w:sz w:val="24"/>
        <w:szCs w:val="24"/>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1">
    <w:nsid w:val="1FCA490B"/>
    <w:multiLevelType w:val="multilevel"/>
    <w:tmpl w:val="0416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2">
    <w:nsid w:val="22386715"/>
    <w:multiLevelType w:val="hybridMultilevel"/>
    <w:tmpl w:val="CD385694"/>
    <w:lvl w:ilvl="0" w:tplc="23E424A6">
      <w:start w:val="1"/>
      <w:numFmt w:val="lowerLetter"/>
      <w:lvlText w:val="%1."/>
      <w:lvlJc w:val="right"/>
      <w:pPr>
        <w:tabs>
          <w:tab w:val="num" w:pos="1800"/>
        </w:tabs>
        <w:ind w:left="1134" w:firstLine="306"/>
      </w:pPr>
      <w:rPr>
        <w:rFonts w:cs="Times New Roman" w:hint="default"/>
      </w:rPr>
    </w:lvl>
    <w:lvl w:ilvl="1" w:tplc="F1C22FEE">
      <w:start w:val="1"/>
      <w:numFmt w:val="bullet"/>
      <w:pStyle w:val="itens"/>
      <w:lvlText w:val=""/>
      <w:lvlJc w:val="left"/>
      <w:pPr>
        <w:tabs>
          <w:tab w:val="num" w:pos="1440"/>
        </w:tabs>
        <w:ind w:left="1440" w:hanging="360"/>
      </w:pPr>
      <w:rPr>
        <w:rFonts w:ascii="Symbol" w:hAnsi="Symbol" w:hint="default"/>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3">
    <w:nsid w:val="2498156F"/>
    <w:multiLevelType w:val="multilevel"/>
    <w:tmpl w:val="4490DB94"/>
    <w:lvl w:ilvl="0">
      <w:start w:val="5"/>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4">
    <w:nsid w:val="2BE47849"/>
    <w:multiLevelType w:val="multilevel"/>
    <w:tmpl w:val="00E6CE10"/>
    <w:lvl w:ilvl="0">
      <w:start w:val="10"/>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5">
    <w:nsid w:val="305A1FF0"/>
    <w:multiLevelType w:val="multilevel"/>
    <w:tmpl w:val="B92A1D70"/>
    <w:lvl w:ilvl="0">
      <w:start w:val="9"/>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6">
    <w:nsid w:val="3AB200A0"/>
    <w:multiLevelType w:val="multilevel"/>
    <w:tmpl w:val="2C309BAE"/>
    <w:lvl w:ilvl="0">
      <w:start w:val="8"/>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7">
    <w:nsid w:val="3F723072"/>
    <w:multiLevelType w:val="multilevel"/>
    <w:tmpl w:val="2440F0F8"/>
    <w:lvl w:ilvl="0">
      <w:start w:val="13"/>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8">
    <w:nsid w:val="41ED742F"/>
    <w:multiLevelType w:val="multilevel"/>
    <w:tmpl w:val="E18E852C"/>
    <w:lvl w:ilvl="0">
      <w:start w:val="3"/>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9">
    <w:nsid w:val="43E02808"/>
    <w:multiLevelType w:val="hybridMultilevel"/>
    <w:tmpl w:val="51E66160"/>
    <w:lvl w:ilvl="0" w:tplc="870AF700">
      <w:start w:val="3"/>
      <w:numFmt w:val="decimal"/>
      <w:lvlText w:val="%1)"/>
      <w:lvlJc w:val="left"/>
      <w:pPr>
        <w:ind w:left="720" w:hanging="360"/>
      </w:pPr>
      <w:rPr>
        <w:rFonts w:ascii="Arial" w:hAnsi="Arial" w:cs="Arial" w:hint="default"/>
        <w:b/>
        <w:bCs/>
      </w:rPr>
    </w:lvl>
    <w:lvl w:ilvl="1" w:tplc="04160019">
      <w:start w:val="1"/>
      <w:numFmt w:val="lowerLetter"/>
      <w:lvlText w:val="%2."/>
      <w:lvlJc w:val="left"/>
      <w:pPr>
        <w:ind w:left="1440" w:hanging="360"/>
      </w:pPr>
      <w:rPr>
        <w:rFonts w:ascii="Times New Roman" w:hAnsi="Times New Roman" w:cs="Times New Roman"/>
      </w:rPr>
    </w:lvl>
    <w:lvl w:ilvl="2" w:tplc="0416001B">
      <w:start w:val="1"/>
      <w:numFmt w:val="lowerRoman"/>
      <w:lvlText w:val="%3."/>
      <w:lvlJc w:val="right"/>
      <w:pPr>
        <w:ind w:left="2160" w:hanging="180"/>
      </w:pPr>
      <w:rPr>
        <w:rFonts w:ascii="Times New Roman" w:hAnsi="Times New Roman" w:cs="Times New Roman"/>
      </w:rPr>
    </w:lvl>
    <w:lvl w:ilvl="3" w:tplc="0416000F">
      <w:start w:val="1"/>
      <w:numFmt w:val="decimal"/>
      <w:lvlText w:val="%4."/>
      <w:lvlJc w:val="left"/>
      <w:pPr>
        <w:ind w:left="2880" w:hanging="360"/>
      </w:pPr>
      <w:rPr>
        <w:rFonts w:ascii="Times New Roman" w:hAnsi="Times New Roman" w:cs="Times New Roman"/>
      </w:rPr>
    </w:lvl>
    <w:lvl w:ilvl="4" w:tplc="04160019">
      <w:start w:val="1"/>
      <w:numFmt w:val="lowerLetter"/>
      <w:lvlText w:val="%5."/>
      <w:lvlJc w:val="left"/>
      <w:pPr>
        <w:ind w:left="3600" w:hanging="360"/>
      </w:pPr>
      <w:rPr>
        <w:rFonts w:ascii="Times New Roman" w:hAnsi="Times New Roman" w:cs="Times New Roman"/>
      </w:rPr>
    </w:lvl>
    <w:lvl w:ilvl="5" w:tplc="0416001B">
      <w:start w:val="1"/>
      <w:numFmt w:val="lowerRoman"/>
      <w:lvlText w:val="%6."/>
      <w:lvlJc w:val="right"/>
      <w:pPr>
        <w:ind w:left="4320" w:hanging="180"/>
      </w:pPr>
      <w:rPr>
        <w:rFonts w:ascii="Times New Roman" w:hAnsi="Times New Roman" w:cs="Times New Roman"/>
      </w:rPr>
    </w:lvl>
    <w:lvl w:ilvl="6" w:tplc="0416000F">
      <w:start w:val="1"/>
      <w:numFmt w:val="decimal"/>
      <w:lvlText w:val="%7."/>
      <w:lvlJc w:val="left"/>
      <w:pPr>
        <w:ind w:left="5040" w:hanging="360"/>
      </w:pPr>
      <w:rPr>
        <w:rFonts w:ascii="Times New Roman" w:hAnsi="Times New Roman" w:cs="Times New Roman"/>
      </w:rPr>
    </w:lvl>
    <w:lvl w:ilvl="7" w:tplc="04160019">
      <w:start w:val="1"/>
      <w:numFmt w:val="lowerLetter"/>
      <w:lvlText w:val="%8."/>
      <w:lvlJc w:val="left"/>
      <w:pPr>
        <w:ind w:left="5760" w:hanging="360"/>
      </w:pPr>
      <w:rPr>
        <w:rFonts w:ascii="Times New Roman" w:hAnsi="Times New Roman" w:cs="Times New Roman"/>
      </w:rPr>
    </w:lvl>
    <w:lvl w:ilvl="8" w:tplc="0416001B">
      <w:start w:val="1"/>
      <w:numFmt w:val="lowerRoman"/>
      <w:lvlText w:val="%9."/>
      <w:lvlJc w:val="right"/>
      <w:pPr>
        <w:ind w:left="6480" w:hanging="180"/>
      </w:pPr>
      <w:rPr>
        <w:rFonts w:ascii="Times New Roman" w:hAnsi="Times New Roman" w:cs="Times New Roman"/>
      </w:rPr>
    </w:lvl>
  </w:abstractNum>
  <w:abstractNum w:abstractNumId="20">
    <w:nsid w:val="461F53B4"/>
    <w:multiLevelType w:val="hybridMultilevel"/>
    <w:tmpl w:val="D5A0D4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EE437D1"/>
    <w:multiLevelType w:val="hybridMultilevel"/>
    <w:tmpl w:val="1F7E78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FF10537"/>
    <w:multiLevelType w:val="multilevel"/>
    <w:tmpl w:val="990027FC"/>
    <w:lvl w:ilvl="0">
      <w:start w:val="1"/>
      <w:numFmt w:val="decimal"/>
      <w:lvlText w:val="%1"/>
      <w:lvlJc w:val="left"/>
      <w:pPr>
        <w:tabs>
          <w:tab w:val="num" w:pos="420"/>
        </w:tabs>
        <w:ind w:left="420" w:hanging="420"/>
      </w:pPr>
      <w:rPr>
        <w:rFonts w:ascii="Times New Roman" w:hAnsi="Times New Roman" w:cs="Times New Roman" w:hint="default"/>
        <w:b/>
        <w:bCs/>
      </w:rPr>
    </w:lvl>
    <w:lvl w:ilvl="1">
      <w:start w:val="1"/>
      <w:numFmt w:val="decimal"/>
      <w:lvlText w:val="%1.%2"/>
      <w:lvlJc w:val="left"/>
      <w:pPr>
        <w:tabs>
          <w:tab w:val="num" w:pos="420"/>
        </w:tabs>
        <w:ind w:left="420" w:hanging="420"/>
      </w:pPr>
      <w:rPr>
        <w:rFonts w:ascii="Times New Roman" w:hAnsi="Times New Roman" w:cs="Times New Roman" w:hint="default"/>
        <w:b/>
        <w:bCs/>
      </w:rPr>
    </w:lvl>
    <w:lvl w:ilvl="2">
      <w:start w:val="1"/>
      <w:numFmt w:val="decimal"/>
      <w:lvlText w:val="%1.%2.%3"/>
      <w:lvlJc w:val="left"/>
      <w:pPr>
        <w:tabs>
          <w:tab w:val="num" w:pos="720"/>
        </w:tabs>
        <w:ind w:left="720" w:hanging="720"/>
      </w:pPr>
      <w:rPr>
        <w:rFonts w:ascii="Times New Roman" w:hAnsi="Times New Roman" w:cs="Times New Roman" w:hint="default"/>
        <w:b/>
        <w:bCs/>
      </w:rPr>
    </w:lvl>
    <w:lvl w:ilvl="3">
      <w:start w:val="1"/>
      <w:numFmt w:val="decimal"/>
      <w:lvlText w:val="%1.%2.%3.%4"/>
      <w:lvlJc w:val="left"/>
      <w:pPr>
        <w:tabs>
          <w:tab w:val="num" w:pos="1080"/>
        </w:tabs>
        <w:ind w:left="1080" w:hanging="1080"/>
      </w:pPr>
      <w:rPr>
        <w:rFonts w:ascii="Times New Roman" w:hAnsi="Times New Roman" w:cs="Times New Roman" w:hint="default"/>
        <w:b/>
        <w:bCs/>
      </w:rPr>
    </w:lvl>
    <w:lvl w:ilvl="4">
      <w:start w:val="1"/>
      <w:numFmt w:val="decimal"/>
      <w:lvlText w:val="%1.%2.%3.%4.%5"/>
      <w:lvlJc w:val="left"/>
      <w:pPr>
        <w:tabs>
          <w:tab w:val="num" w:pos="1080"/>
        </w:tabs>
        <w:ind w:left="1080" w:hanging="1080"/>
      </w:pPr>
      <w:rPr>
        <w:rFonts w:ascii="Times New Roman" w:hAnsi="Times New Roman" w:cs="Times New Roman" w:hint="default"/>
        <w:b/>
        <w:bCs/>
      </w:rPr>
    </w:lvl>
    <w:lvl w:ilvl="5">
      <w:start w:val="1"/>
      <w:numFmt w:val="decimal"/>
      <w:lvlText w:val="%1.%2.%3.%4.%5.%6"/>
      <w:lvlJc w:val="left"/>
      <w:pPr>
        <w:tabs>
          <w:tab w:val="num" w:pos="1440"/>
        </w:tabs>
        <w:ind w:left="1440" w:hanging="1440"/>
      </w:pPr>
      <w:rPr>
        <w:rFonts w:ascii="Times New Roman" w:hAnsi="Times New Roman" w:cs="Times New Roman" w:hint="default"/>
        <w:b/>
        <w:bCs/>
      </w:rPr>
    </w:lvl>
    <w:lvl w:ilvl="6">
      <w:start w:val="1"/>
      <w:numFmt w:val="decimal"/>
      <w:lvlText w:val="%1.%2.%3.%4.%5.%6.%7"/>
      <w:lvlJc w:val="left"/>
      <w:pPr>
        <w:tabs>
          <w:tab w:val="num" w:pos="1440"/>
        </w:tabs>
        <w:ind w:left="1440" w:hanging="1440"/>
      </w:pPr>
      <w:rPr>
        <w:rFonts w:ascii="Times New Roman" w:hAnsi="Times New Roman" w:cs="Times New Roman" w:hint="default"/>
        <w:b/>
        <w:bCs/>
      </w:rPr>
    </w:lvl>
    <w:lvl w:ilvl="7">
      <w:start w:val="1"/>
      <w:numFmt w:val="decimal"/>
      <w:lvlText w:val="%1.%2.%3.%4.%5.%6.%7.%8"/>
      <w:lvlJc w:val="left"/>
      <w:pPr>
        <w:tabs>
          <w:tab w:val="num" w:pos="1800"/>
        </w:tabs>
        <w:ind w:left="1800" w:hanging="1800"/>
      </w:pPr>
      <w:rPr>
        <w:rFonts w:ascii="Times New Roman" w:hAnsi="Times New Roman" w:cs="Times New Roman" w:hint="default"/>
        <w:b/>
        <w:bCs/>
      </w:rPr>
    </w:lvl>
    <w:lvl w:ilvl="8">
      <w:start w:val="1"/>
      <w:numFmt w:val="decimal"/>
      <w:lvlText w:val="%1.%2.%3.%4.%5.%6.%7.%8.%9"/>
      <w:lvlJc w:val="left"/>
      <w:pPr>
        <w:tabs>
          <w:tab w:val="num" w:pos="1800"/>
        </w:tabs>
        <w:ind w:left="1800" w:hanging="1800"/>
      </w:pPr>
      <w:rPr>
        <w:rFonts w:ascii="Times New Roman" w:hAnsi="Times New Roman" w:cs="Times New Roman" w:hint="default"/>
        <w:b/>
        <w:bCs/>
      </w:rPr>
    </w:lvl>
  </w:abstractNum>
  <w:abstractNum w:abstractNumId="23">
    <w:nsid w:val="53B347BC"/>
    <w:multiLevelType w:val="multilevel"/>
    <w:tmpl w:val="8D5224C8"/>
    <w:lvl w:ilvl="0">
      <w:start w:val="1"/>
      <w:numFmt w:val="decimal"/>
      <w:lvlText w:val="%1"/>
      <w:lvlJc w:val="left"/>
      <w:pPr>
        <w:ind w:left="468" w:hanging="468"/>
      </w:pPr>
      <w:rPr>
        <w:rFonts w:ascii="Times New Roman" w:hAnsi="Times New Roman" w:cs="Times New Roman" w:hint="default"/>
      </w:rPr>
    </w:lvl>
    <w:lvl w:ilvl="1">
      <w:start w:val="1"/>
      <w:numFmt w:val="decimal"/>
      <w:lvlText w:val="%1.%2"/>
      <w:lvlJc w:val="left"/>
      <w:pPr>
        <w:ind w:left="468" w:hanging="468"/>
      </w:pPr>
      <w:rPr>
        <w:rFonts w:ascii="Times New Roman" w:hAnsi="Times New Roman" w:cs="Times New Roman" w:hint="default"/>
        <w:b/>
        <w:bCs/>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4">
    <w:nsid w:val="5684574B"/>
    <w:multiLevelType w:val="multilevel"/>
    <w:tmpl w:val="2B2A5372"/>
    <w:lvl w:ilvl="0">
      <w:start w:val="3"/>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5">
    <w:nsid w:val="56A54423"/>
    <w:multiLevelType w:val="multilevel"/>
    <w:tmpl w:val="E7B6C470"/>
    <w:lvl w:ilvl="0">
      <w:start w:val="10"/>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6">
    <w:nsid w:val="5C185C83"/>
    <w:multiLevelType w:val="multilevel"/>
    <w:tmpl w:val="C766328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5E73275D"/>
    <w:multiLevelType w:val="multilevel"/>
    <w:tmpl w:val="EE524C1A"/>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Arial" w:hAnsi="Arial" w:cs="Arial" w:hint="default"/>
        <w:color w:val="auto"/>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8">
    <w:nsid w:val="68123977"/>
    <w:multiLevelType w:val="hybridMultilevel"/>
    <w:tmpl w:val="A03A722C"/>
    <w:lvl w:ilvl="0" w:tplc="C484A238">
      <w:start w:val="1"/>
      <w:numFmt w:val="lowerLetter"/>
      <w:lvlText w:val="%1."/>
      <w:lvlJc w:val="right"/>
      <w:pPr>
        <w:tabs>
          <w:tab w:val="num" w:pos="1800"/>
        </w:tabs>
        <w:ind w:left="18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9">
    <w:nsid w:val="6EDF2CFC"/>
    <w:multiLevelType w:val="multilevel"/>
    <w:tmpl w:val="031EDEC8"/>
    <w:lvl w:ilvl="0">
      <w:start w:val="3"/>
      <w:numFmt w:val="decimal"/>
      <w:lvlText w:val="%1"/>
      <w:lvlJc w:val="left"/>
      <w:pPr>
        <w:ind w:left="525" w:hanging="525"/>
      </w:pPr>
      <w:rPr>
        <w:rFonts w:cs="Times New Roman" w:hint="default"/>
      </w:rPr>
    </w:lvl>
    <w:lvl w:ilvl="1">
      <w:start w:val="2"/>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6F5E2E89"/>
    <w:multiLevelType w:val="multilevel"/>
    <w:tmpl w:val="017EA160"/>
    <w:lvl w:ilvl="0">
      <w:start w:val="8"/>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1">
    <w:nsid w:val="712976EF"/>
    <w:multiLevelType w:val="multilevel"/>
    <w:tmpl w:val="3CD650FA"/>
    <w:lvl w:ilvl="0">
      <w:start w:val="5"/>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2">
    <w:nsid w:val="730A1C20"/>
    <w:multiLevelType w:val="multilevel"/>
    <w:tmpl w:val="3CD650FA"/>
    <w:lvl w:ilvl="0">
      <w:start w:val="5"/>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3">
    <w:nsid w:val="75FE5E81"/>
    <w:multiLevelType w:val="multilevel"/>
    <w:tmpl w:val="33F21628"/>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4">
    <w:nsid w:val="7C5F2C3E"/>
    <w:multiLevelType w:val="multilevel"/>
    <w:tmpl w:val="A454B018"/>
    <w:lvl w:ilvl="0">
      <w:start w:val="4"/>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780"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5">
    <w:nsid w:val="7DD93C0E"/>
    <w:multiLevelType w:val="multilevel"/>
    <w:tmpl w:val="643E13F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22"/>
  </w:num>
  <w:num w:numId="3">
    <w:abstractNumId w:val="23"/>
  </w:num>
  <w:num w:numId="4">
    <w:abstractNumId w:val="0"/>
  </w:num>
  <w:num w:numId="5">
    <w:abstractNumId w:val="0"/>
  </w:num>
  <w:num w:numId="6">
    <w:abstractNumId w:val="0"/>
  </w:num>
  <w:num w:numId="7">
    <w:abstractNumId w:val="6"/>
  </w:num>
  <w:num w:numId="8">
    <w:abstractNumId w:val="8"/>
  </w:num>
  <w:num w:numId="9">
    <w:abstractNumId w:val="27"/>
  </w:num>
  <w:num w:numId="10">
    <w:abstractNumId w:val="7"/>
  </w:num>
  <w:num w:numId="11">
    <w:abstractNumId w:val="33"/>
  </w:num>
  <w:num w:numId="12">
    <w:abstractNumId w:val="2"/>
  </w:num>
  <w:num w:numId="13">
    <w:abstractNumId w:val="11"/>
  </w:num>
  <w:num w:numId="14">
    <w:abstractNumId w:val="34"/>
  </w:num>
  <w:num w:numId="15">
    <w:abstractNumId w:val="13"/>
  </w:num>
  <w:num w:numId="16">
    <w:abstractNumId w:val="4"/>
  </w:num>
  <w:num w:numId="17">
    <w:abstractNumId w:val="30"/>
  </w:num>
  <w:num w:numId="18">
    <w:abstractNumId w:val="10"/>
  </w:num>
  <w:num w:numId="19">
    <w:abstractNumId w:val="16"/>
  </w:num>
  <w:num w:numId="20">
    <w:abstractNumId w:val="15"/>
  </w:num>
  <w:num w:numId="21">
    <w:abstractNumId w:val="14"/>
  </w:num>
  <w:num w:numId="22">
    <w:abstractNumId w:val="18"/>
  </w:num>
  <w:num w:numId="23">
    <w:abstractNumId w:val="9"/>
  </w:num>
  <w:num w:numId="24">
    <w:abstractNumId w:val="19"/>
  </w:num>
  <w:num w:numId="25">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4"/>
    <w:lvlOverride w:ilvl="0">
      <w:lvl w:ilvl="0">
        <w:start w:val="10"/>
        <w:numFmt w:val="decimal"/>
        <w:lvlText w:val="%1.1.1."/>
        <w:lvlJc w:val="left"/>
        <w:pPr>
          <w:ind w:left="1495" w:hanging="360"/>
        </w:pPr>
        <w:rPr>
          <w:rFonts w:ascii="Arial" w:hAnsi="Arial" w:cs="Times New Roman" w:hint="default"/>
          <w:b w:val="0"/>
          <w:i w:val="0"/>
          <w:sz w:val="24"/>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3481"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29">
    <w:abstractNumId w:val="3"/>
  </w:num>
  <w:num w:numId="30">
    <w:abstractNumId w:val="25"/>
  </w:num>
  <w:num w:numId="31">
    <w:abstractNumId w:val="17"/>
  </w:num>
  <w:num w:numId="32">
    <w:abstractNumId w:val="31"/>
  </w:num>
  <w:num w:numId="33">
    <w:abstractNumId w:val="32"/>
  </w:num>
  <w:num w:numId="34">
    <w:abstractNumId w:val="26"/>
  </w:num>
  <w:num w:numId="35">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29"/>
  </w:num>
  <w:num w:numId="38">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28"/>
  </w:num>
  <w:num w:numId="43">
    <w:abstractNumId w:val="12"/>
  </w:num>
  <w:num w:numId="44">
    <w:abstractNumId w:val="20"/>
  </w:num>
  <w:num w:numId="45">
    <w:abstractNumId w:val="21"/>
  </w:num>
  <w:num w:numId="4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1A76D5"/>
    <w:rsid w:val="00001793"/>
    <w:rsid w:val="00001FAE"/>
    <w:rsid w:val="00002801"/>
    <w:rsid w:val="000075C3"/>
    <w:rsid w:val="00010A84"/>
    <w:rsid w:val="00011213"/>
    <w:rsid w:val="000117A0"/>
    <w:rsid w:val="0001321C"/>
    <w:rsid w:val="0001512B"/>
    <w:rsid w:val="00015E81"/>
    <w:rsid w:val="000161A9"/>
    <w:rsid w:val="00016A21"/>
    <w:rsid w:val="00017B82"/>
    <w:rsid w:val="00017F74"/>
    <w:rsid w:val="00020559"/>
    <w:rsid w:val="0002343D"/>
    <w:rsid w:val="00023744"/>
    <w:rsid w:val="00025786"/>
    <w:rsid w:val="000264A9"/>
    <w:rsid w:val="0003050F"/>
    <w:rsid w:val="000310A4"/>
    <w:rsid w:val="000319D7"/>
    <w:rsid w:val="00031FCB"/>
    <w:rsid w:val="000328CF"/>
    <w:rsid w:val="00035BBD"/>
    <w:rsid w:val="00036DDC"/>
    <w:rsid w:val="00037DFF"/>
    <w:rsid w:val="0004135B"/>
    <w:rsid w:val="0004240D"/>
    <w:rsid w:val="00043259"/>
    <w:rsid w:val="00043787"/>
    <w:rsid w:val="0004688E"/>
    <w:rsid w:val="00047637"/>
    <w:rsid w:val="00047936"/>
    <w:rsid w:val="00047EB7"/>
    <w:rsid w:val="00053697"/>
    <w:rsid w:val="00055634"/>
    <w:rsid w:val="00055D05"/>
    <w:rsid w:val="00062141"/>
    <w:rsid w:val="00063CC7"/>
    <w:rsid w:val="00064159"/>
    <w:rsid w:val="00066B88"/>
    <w:rsid w:val="000705C4"/>
    <w:rsid w:val="00072981"/>
    <w:rsid w:val="00073E23"/>
    <w:rsid w:val="00076AF5"/>
    <w:rsid w:val="00080E60"/>
    <w:rsid w:val="00081820"/>
    <w:rsid w:val="000818E7"/>
    <w:rsid w:val="00082251"/>
    <w:rsid w:val="00086412"/>
    <w:rsid w:val="00095574"/>
    <w:rsid w:val="000A0D3A"/>
    <w:rsid w:val="000A16FE"/>
    <w:rsid w:val="000A20C4"/>
    <w:rsid w:val="000A26A4"/>
    <w:rsid w:val="000A5F35"/>
    <w:rsid w:val="000A77FD"/>
    <w:rsid w:val="000B0359"/>
    <w:rsid w:val="000B28D8"/>
    <w:rsid w:val="000B308E"/>
    <w:rsid w:val="000B3816"/>
    <w:rsid w:val="000B4465"/>
    <w:rsid w:val="000B51D0"/>
    <w:rsid w:val="000B5987"/>
    <w:rsid w:val="000B65A6"/>
    <w:rsid w:val="000B6840"/>
    <w:rsid w:val="000B7293"/>
    <w:rsid w:val="000C0D5D"/>
    <w:rsid w:val="000C305D"/>
    <w:rsid w:val="000C53DC"/>
    <w:rsid w:val="000C58C8"/>
    <w:rsid w:val="000C7265"/>
    <w:rsid w:val="000D1F13"/>
    <w:rsid w:val="000D23ED"/>
    <w:rsid w:val="000D41E5"/>
    <w:rsid w:val="000D4A75"/>
    <w:rsid w:val="000D5A64"/>
    <w:rsid w:val="000D6978"/>
    <w:rsid w:val="000D72DA"/>
    <w:rsid w:val="000D78C7"/>
    <w:rsid w:val="000E185D"/>
    <w:rsid w:val="000E1948"/>
    <w:rsid w:val="000E280E"/>
    <w:rsid w:val="000F22B6"/>
    <w:rsid w:val="000F381D"/>
    <w:rsid w:val="000F3B8E"/>
    <w:rsid w:val="000F531D"/>
    <w:rsid w:val="000F54D4"/>
    <w:rsid w:val="000F6C47"/>
    <w:rsid w:val="000F7491"/>
    <w:rsid w:val="000F793A"/>
    <w:rsid w:val="000F7E7E"/>
    <w:rsid w:val="0010022A"/>
    <w:rsid w:val="001008D2"/>
    <w:rsid w:val="00100F83"/>
    <w:rsid w:val="00102050"/>
    <w:rsid w:val="00106E45"/>
    <w:rsid w:val="00110EC8"/>
    <w:rsid w:val="00111AC1"/>
    <w:rsid w:val="00112C58"/>
    <w:rsid w:val="00115B27"/>
    <w:rsid w:val="00116327"/>
    <w:rsid w:val="001173F9"/>
    <w:rsid w:val="0012059A"/>
    <w:rsid w:val="00120EAC"/>
    <w:rsid w:val="0012362C"/>
    <w:rsid w:val="001267DC"/>
    <w:rsid w:val="00126BB5"/>
    <w:rsid w:val="00127982"/>
    <w:rsid w:val="00136A3D"/>
    <w:rsid w:val="001372E4"/>
    <w:rsid w:val="00137C20"/>
    <w:rsid w:val="00140A52"/>
    <w:rsid w:val="00140F0B"/>
    <w:rsid w:val="00143CED"/>
    <w:rsid w:val="00143EB4"/>
    <w:rsid w:val="001453C4"/>
    <w:rsid w:val="0014542C"/>
    <w:rsid w:val="0014649B"/>
    <w:rsid w:val="001468BB"/>
    <w:rsid w:val="001503E2"/>
    <w:rsid w:val="00155E51"/>
    <w:rsid w:val="00161F03"/>
    <w:rsid w:val="001640E1"/>
    <w:rsid w:val="00164EC8"/>
    <w:rsid w:val="001656B0"/>
    <w:rsid w:val="00165BE8"/>
    <w:rsid w:val="00167CC9"/>
    <w:rsid w:val="00167F8C"/>
    <w:rsid w:val="00170456"/>
    <w:rsid w:val="00170CAB"/>
    <w:rsid w:val="00170E9D"/>
    <w:rsid w:val="001736A4"/>
    <w:rsid w:val="001757D1"/>
    <w:rsid w:val="001809D4"/>
    <w:rsid w:val="00181649"/>
    <w:rsid w:val="001816C7"/>
    <w:rsid w:val="0018754D"/>
    <w:rsid w:val="001917B4"/>
    <w:rsid w:val="00191A39"/>
    <w:rsid w:val="00194CE7"/>
    <w:rsid w:val="00197381"/>
    <w:rsid w:val="001978ED"/>
    <w:rsid w:val="001A1AF3"/>
    <w:rsid w:val="001A4D5A"/>
    <w:rsid w:val="001A5F44"/>
    <w:rsid w:val="001A76D5"/>
    <w:rsid w:val="001B06C5"/>
    <w:rsid w:val="001B14B7"/>
    <w:rsid w:val="001B1EF2"/>
    <w:rsid w:val="001B23AE"/>
    <w:rsid w:val="001B298F"/>
    <w:rsid w:val="001B3954"/>
    <w:rsid w:val="001B6E03"/>
    <w:rsid w:val="001B6E67"/>
    <w:rsid w:val="001B7387"/>
    <w:rsid w:val="001B7456"/>
    <w:rsid w:val="001C1138"/>
    <w:rsid w:val="001C34B5"/>
    <w:rsid w:val="001C3B21"/>
    <w:rsid w:val="001C4149"/>
    <w:rsid w:val="001C42A9"/>
    <w:rsid w:val="001C4385"/>
    <w:rsid w:val="001C48A8"/>
    <w:rsid w:val="001C5EF8"/>
    <w:rsid w:val="001D1896"/>
    <w:rsid w:val="001D2D57"/>
    <w:rsid w:val="001D591F"/>
    <w:rsid w:val="001D5C2E"/>
    <w:rsid w:val="001D5F91"/>
    <w:rsid w:val="001D6861"/>
    <w:rsid w:val="001D6F62"/>
    <w:rsid w:val="001D743A"/>
    <w:rsid w:val="001E07A4"/>
    <w:rsid w:val="001E1F98"/>
    <w:rsid w:val="001E64D8"/>
    <w:rsid w:val="001E6925"/>
    <w:rsid w:val="001F140F"/>
    <w:rsid w:val="001F59E3"/>
    <w:rsid w:val="001F6A21"/>
    <w:rsid w:val="001F6B09"/>
    <w:rsid w:val="001F6FA3"/>
    <w:rsid w:val="002012C1"/>
    <w:rsid w:val="002018E8"/>
    <w:rsid w:val="00203DAF"/>
    <w:rsid w:val="0020463F"/>
    <w:rsid w:val="00207A56"/>
    <w:rsid w:val="002107D7"/>
    <w:rsid w:val="00211F2D"/>
    <w:rsid w:val="002160A4"/>
    <w:rsid w:val="0021647B"/>
    <w:rsid w:val="00217B13"/>
    <w:rsid w:val="00217C75"/>
    <w:rsid w:val="00220BDA"/>
    <w:rsid w:val="0022252B"/>
    <w:rsid w:val="00222CDC"/>
    <w:rsid w:val="00223961"/>
    <w:rsid w:val="002273E3"/>
    <w:rsid w:val="00230096"/>
    <w:rsid w:val="0023106E"/>
    <w:rsid w:val="002328BE"/>
    <w:rsid w:val="00232A84"/>
    <w:rsid w:val="0023346C"/>
    <w:rsid w:val="00233870"/>
    <w:rsid w:val="002338C9"/>
    <w:rsid w:val="0023437E"/>
    <w:rsid w:val="00235796"/>
    <w:rsid w:val="00236211"/>
    <w:rsid w:val="00236B83"/>
    <w:rsid w:val="0023743F"/>
    <w:rsid w:val="00242123"/>
    <w:rsid w:val="00242594"/>
    <w:rsid w:val="002440A8"/>
    <w:rsid w:val="00244100"/>
    <w:rsid w:val="002468FA"/>
    <w:rsid w:val="002509C1"/>
    <w:rsid w:val="00250C01"/>
    <w:rsid w:val="00250D9D"/>
    <w:rsid w:val="00251A67"/>
    <w:rsid w:val="002541A1"/>
    <w:rsid w:val="00256908"/>
    <w:rsid w:val="00257B12"/>
    <w:rsid w:val="00261F1A"/>
    <w:rsid w:val="00261F69"/>
    <w:rsid w:val="002632F7"/>
    <w:rsid w:val="0026370F"/>
    <w:rsid w:val="00263AE4"/>
    <w:rsid w:val="002677F8"/>
    <w:rsid w:val="00272F7F"/>
    <w:rsid w:val="00275605"/>
    <w:rsid w:val="0027610C"/>
    <w:rsid w:val="00282627"/>
    <w:rsid w:val="00283802"/>
    <w:rsid w:val="00284AE3"/>
    <w:rsid w:val="00285330"/>
    <w:rsid w:val="00291285"/>
    <w:rsid w:val="00294897"/>
    <w:rsid w:val="00295174"/>
    <w:rsid w:val="00295D71"/>
    <w:rsid w:val="002962F2"/>
    <w:rsid w:val="00296C6B"/>
    <w:rsid w:val="002A0FE1"/>
    <w:rsid w:val="002A14D1"/>
    <w:rsid w:val="002A48ED"/>
    <w:rsid w:val="002A6AAB"/>
    <w:rsid w:val="002B74E5"/>
    <w:rsid w:val="002C07C4"/>
    <w:rsid w:val="002C0D1F"/>
    <w:rsid w:val="002C4719"/>
    <w:rsid w:val="002C4DA4"/>
    <w:rsid w:val="002C4FB9"/>
    <w:rsid w:val="002C66C3"/>
    <w:rsid w:val="002D0735"/>
    <w:rsid w:val="002D0813"/>
    <w:rsid w:val="002D1DAD"/>
    <w:rsid w:val="002D397B"/>
    <w:rsid w:val="002D49EA"/>
    <w:rsid w:val="002D5F16"/>
    <w:rsid w:val="002D6122"/>
    <w:rsid w:val="002D62A2"/>
    <w:rsid w:val="002D6C56"/>
    <w:rsid w:val="002D73B9"/>
    <w:rsid w:val="002E1EBF"/>
    <w:rsid w:val="002E3D59"/>
    <w:rsid w:val="002E5353"/>
    <w:rsid w:val="002E585B"/>
    <w:rsid w:val="002E5A56"/>
    <w:rsid w:val="002E6A5C"/>
    <w:rsid w:val="002F22BD"/>
    <w:rsid w:val="002F5F07"/>
    <w:rsid w:val="00301F48"/>
    <w:rsid w:val="00302AA8"/>
    <w:rsid w:val="00304111"/>
    <w:rsid w:val="00304620"/>
    <w:rsid w:val="00304F13"/>
    <w:rsid w:val="00305C38"/>
    <w:rsid w:val="003060BF"/>
    <w:rsid w:val="00310270"/>
    <w:rsid w:val="0031259C"/>
    <w:rsid w:val="00313098"/>
    <w:rsid w:val="003131DD"/>
    <w:rsid w:val="003140DB"/>
    <w:rsid w:val="0031470D"/>
    <w:rsid w:val="0031623E"/>
    <w:rsid w:val="00321551"/>
    <w:rsid w:val="00322749"/>
    <w:rsid w:val="00323F8C"/>
    <w:rsid w:val="00325621"/>
    <w:rsid w:val="003261E0"/>
    <w:rsid w:val="00327A25"/>
    <w:rsid w:val="00330480"/>
    <w:rsid w:val="00334FF6"/>
    <w:rsid w:val="00335E09"/>
    <w:rsid w:val="00342458"/>
    <w:rsid w:val="00344050"/>
    <w:rsid w:val="0034418D"/>
    <w:rsid w:val="00344543"/>
    <w:rsid w:val="003513CB"/>
    <w:rsid w:val="0035269D"/>
    <w:rsid w:val="003536E3"/>
    <w:rsid w:val="0035553E"/>
    <w:rsid w:val="003601CE"/>
    <w:rsid w:val="003637DF"/>
    <w:rsid w:val="00364836"/>
    <w:rsid w:val="003665D9"/>
    <w:rsid w:val="00366ED6"/>
    <w:rsid w:val="00371248"/>
    <w:rsid w:val="00371507"/>
    <w:rsid w:val="00372A02"/>
    <w:rsid w:val="00375196"/>
    <w:rsid w:val="003754F2"/>
    <w:rsid w:val="00375F63"/>
    <w:rsid w:val="00376F33"/>
    <w:rsid w:val="0038239D"/>
    <w:rsid w:val="0038413D"/>
    <w:rsid w:val="00384524"/>
    <w:rsid w:val="00386EA1"/>
    <w:rsid w:val="003875EB"/>
    <w:rsid w:val="00391B72"/>
    <w:rsid w:val="00396347"/>
    <w:rsid w:val="003977C6"/>
    <w:rsid w:val="003A1F4B"/>
    <w:rsid w:val="003A341D"/>
    <w:rsid w:val="003A480E"/>
    <w:rsid w:val="003A516D"/>
    <w:rsid w:val="003A7D7A"/>
    <w:rsid w:val="003B0F4C"/>
    <w:rsid w:val="003B2C38"/>
    <w:rsid w:val="003B4407"/>
    <w:rsid w:val="003B4677"/>
    <w:rsid w:val="003B56FB"/>
    <w:rsid w:val="003B64DE"/>
    <w:rsid w:val="003C1211"/>
    <w:rsid w:val="003C19A4"/>
    <w:rsid w:val="003C1D12"/>
    <w:rsid w:val="003C275C"/>
    <w:rsid w:val="003C3DF4"/>
    <w:rsid w:val="003D3629"/>
    <w:rsid w:val="003D4A3E"/>
    <w:rsid w:val="003D4B59"/>
    <w:rsid w:val="003D63AB"/>
    <w:rsid w:val="003E00B6"/>
    <w:rsid w:val="003E11EC"/>
    <w:rsid w:val="003E2B7D"/>
    <w:rsid w:val="003E36B7"/>
    <w:rsid w:val="003E46DA"/>
    <w:rsid w:val="003E6354"/>
    <w:rsid w:val="003E7C03"/>
    <w:rsid w:val="003F1073"/>
    <w:rsid w:val="003F1E24"/>
    <w:rsid w:val="003F271B"/>
    <w:rsid w:val="003F2CC1"/>
    <w:rsid w:val="003F48C7"/>
    <w:rsid w:val="003F5476"/>
    <w:rsid w:val="003F71B1"/>
    <w:rsid w:val="00400DF1"/>
    <w:rsid w:val="00401C6C"/>
    <w:rsid w:val="00402305"/>
    <w:rsid w:val="00402C02"/>
    <w:rsid w:val="00405E39"/>
    <w:rsid w:val="0040705B"/>
    <w:rsid w:val="0041002E"/>
    <w:rsid w:val="00410C23"/>
    <w:rsid w:val="00412803"/>
    <w:rsid w:val="00414A8D"/>
    <w:rsid w:val="00414D3D"/>
    <w:rsid w:val="00416143"/>
    <w:rsid w:val="004173CB"/>
    <w:rsid w:val="004211F1"/>
    <w:rsid w:val="00421B5B"/>
    <w:rsid w:val="00422526"/>
    <w:rsid w:val="00423643"/>
    <w:rsid w:val="00423835"/>
    <w:rsid w:val="004263FD"/>
    <w:rsid w:val="00426AB4"/>
    <w:rsid w:val="00430548"/>
    <w:rsid w:val="004305BB"/>
    <w:rsid w:val="00430C01"/>
    <w:rsid w:val="004323E2"/>
    <w:rsid w:val="00432F7C"/>
    <w:rsid w:val="004346D3"/>
    <w:rsid w:val="004369E0"/>
    <w:rsid w:val="004424CB"/>
    <w:rsid w:val="004454B0"/>
    <w:rsid w:val="00446049"/>
    <w:rsid w:val="00446645"/>
    <w:rsid w:val="00446E18"/>
    <w:rsid w:val="00453C3C"/>
    <w:rsid w:val="00456148"/>
    <w:rsid w:val="0045730B"/>
    <w:rsid w:val="00460FF3"/>
    <w:rsid w:val="00463ED7"/>
    <w:rsid w:val="00463FA0"/>
    <w:rsid w:val="004649F0"/>
    <w:rsid w:val="00465669"/>
    <w:rsid w:val="0046574F"/>
    <w:rsid w:val="0046627A"/>
    <w:rsid w:val="00466684"/>
    <w:rsid w:val="004670F4"/>
    <w:rsid w:val="004675BA"/>
    <w:rsid w:val="004675E0"/>
    <w:rsid w:val="0046770C"/>
    <w:rsid w:val="0047117A"/>
    <w:rsid w:val="00473617"/>
    <w:rsid w:val="004745EB"/>
    <w:rsid w:val="00474889"/>
    <w:rsid w:val="00474F58"/>
    <w:rsid w:val="00475334"/>
    <w:rsid w:val="004778F2"/>
    <w:rsid w:val="00477FDC"/>
    <w:rsid w:val="004801E5"/>
    <w:rsid w:val="00480C02"/>
    <w:rsid w:val="00482EA6"/>
    <w:rsid w:val="004834E2"/>
    <w:rsid w:val="004847CF"/>
    <w:rsid w:val="00485A2D"/>
    <w:rsid w:val="00486801"/>
    <w:rsid w:val="00493583"/>
    <w:rsid w:val="00493786"/>
    <w:rsid w:val="004955A3"/>
    <w:rsid w:val="00495605"/>
    <w:rsid w:val="00496C39"/>
    <w:rsid w:val="004A193E"/>
    <w:rsid w:val="004A48E1"/>
    <w:rsid w:val="004A4A18"/>
    <w:rsid w:val="004A7843"/>
    <w:rsid w:val="004B22B4"/>
    <w:rsid w:val="004B2E16"/>
    <w:rsid w:val="004B49FF"/>
    <w:rsid w:val="004B4E63"/>
    <w:rsid w:val="004C10BC"/>
    <w:rsid w:val="004C2170"/>
    <w:rsid w:val="004C23DA"/>
    <w:rsid w:val="004C29A2"/>
    <w:rsid w:val="004C2FDA"/>
    <w:rsid w:val="004C48A3"/>
    <w:rsid w:val="004C5E3F"/>
    <w:rsid w:val="004C6026"/>
    <w:rsid w:val="004C741D"/>
    <w:rsid w:val="004D45F2"/>
    <w:rsid w:val="004D48EE"/>
    <w:rsid w:val="004D4B96"/>
    <w:rsid w:val="004D6810"/>
    <w:rsid w:val="004E014E"/>
    <w:rsid w:val="004E2DB1"/>
    <w:rsid w:val="004E2FB1"/>
    <w:rsid w:val="004E5878"/>
    <w:rsid w:val="004F0017"/>
    <w:rsid w:val="004F122C"/>
    <w:rsid w:val="004F1950"/>
    <w:rsid w:val="004F601D"/>
    <w:rsid w:val="004F6EEE"/>
    <w:rsid w:val="00501999"/>
    <w:rsid w:val="00505746"/>
    <w:rsid w:val="005065EA"/>
    <w:rsid w:val="005072FF"/>
    <w:rsid w:val="00507EFF"/>
    <w:rsid w:val="005128CB"/>
    <w:rsid w:val="005169ED"/>
    <w:rsid w:val="00516A20"/>
    <w:rsid w:val="00520053"/>
    <w:rsid w:val="00521828"/>
    <w:rsid w:val="0052521A"/>
    <w:rsid w:val="00525666"/>
    <w:rsid w:val="00525EBC"/>
    <w:rsid w:val="005408C1"/>
    <w:rsid w:val="0054174B"/>
    <w:rsid w:val="00541CD6"/>
    <w:rsid w:val="00542254"/>
    <w:rsid w:val="00544E9C"/>
    <w:rsid w:val="00546937"/>
    <w:rsid w:val="00550BA6"/>
    <w:rsid w:val="00551C1E"/>
    <w:rsid w:val="005526CD"/>
    <w:rsid w:val="005533E3"/>
    <w:rsid w:val="00554304"/>
    <w:rsid w:val="00554877"/>
    <w:rsid w:val="005552AE"/>
    <w:rsid w:val="00555333"/>
    <w:rsid w:val="00555BFC"/>
    <w:rsid w:val="00555E20"/>
    <w:rsid w:val="0055602B"/>
    <w:rsid w:val="005572C7"/>
    <w:rsid w:val="00560255"/>
    <w:rsid w:val="0056180C"/>
    <w:rsid w:val="00562DE3"/>
    <w:rsid w:val="00563103"/>
    <w:rsid w:val="00564A3C"/>
    <w:rsid w:val="00566C1A"/>
    <w:rsid w:val="0056795A"/>
    <w:rsid w:val="0057029E"/>
    <w:rsid w:val="0057318B"/>
    <w:rsid w:val="00573949"/>
    <w:rsid w:val="00577919"/>
    <w:rsid w:val="005849DD"/>
    <w:rsid w:val="00593A4C"/>
    <w:rsid w:val="005979B7"/>
    <w:rsid w:val="005A2342"/>
    <w:rsid w:val="005A4EF3"/>
    <w:rsid w:val="005A6B3B"/>
    <w:rsid w:val="005A6B5E"/>
    <w:rsid w:val="005B0261"/>
    <w:rsid w:val="005B0CC5"/>
    <w:rsid w:val="005B1FDF"/>
    <w:rsid w:val="005B36E5"/>
    <w:rsid w:val="005B690C"/>
    <w:rsid w:val="005C17FF"/>
    <w:rsid w:val="005C33DB"/>
    <w:rsid w:val="005C67CF"/>
    <w:rsid w:val="005C7CD8"/>
    <w:rsid w:val="005D0DC2"/>
    <w:rsid w:val="005D3B0F"/>
    <w:rsid w:val="005D3EE4"/>
    <w:rsid w:val="005D51B5"/>
    <w:rsid w:val="005D5353"/>
    <w:rsid w:val="005D6D62"/>
    <w:rsid w:val="005E1C72"/>
    <w:rsid w:val="005E2840"/>
    <w:rsid w:val="005E419E"/>
    <w:rsid w:val="005E4D22"/>
    <w:rsid w:val="005F0362"/>
    <w:rsid w:val="005F1013"/>
    <w:rsid w:val="005F16E0"/>
    <w:rsid w:val="005F189F"/>
    <w:rsid w:val="005F2349"/>
    <w:rsid w:val="005F425D"/>
    <w:rsid w:val="005F450D"/>
    <w:rsid w:val="005F4CDA"/>
    <w:rsid w:val="005F4DA5"/>
    <w:rsid w:val="005F5216"/>
    <w:rsid w:val="005F68C6"/>
    <w:rsid w:val="005F7439"/>
    <w:rsid w:val="00603D68"/>
    <w:rsid w:val="006054EB"/>
    <w:rsid w:val="00606B1D"/>
    <w:rsid w:val="00607492"/>
    <w:rsid w:val="00610908"/>
    <w:rsid w:val="00615F08"/>
    <w:rsid w:val="0061610C"/>
    <w:rsid w:val="006172D1"/>
    <w:rsid w:val="00620BB8"/>
    <w:rsid w:val="00621224"/>
    <w:rsid w:val="00623753"/>
    <w:rsid w:val="006251B8"/>
    <w:rsid w:val="0062618C"/>
    <w:rsid w:val="00627462"/>
    <w:rsid w:val="0063180A"/>
    <w:rsid w:val="00632990"/>
    <w:rsid w:val="00637A71"/>
    <w:rsid w:val="00637B4D"/>
    <w:rsid w:val="00641081"/>
    <w:rsid w:val="0064115B"/>
    <w:rsid w:val="0064664E"/>
    <w:rsid w:val="00646D88"/>
    <w:rsid w:val="0065355B"/>
    <w:rsid w:val="006535E6"/>
    <w:rsid w:val="00656483"/>
    <w:rsid w:val="006564F9"/>
    <w:rsid w:val="00656779"/>
    <w:rsid w:val="006577D4"/>
    <w:rsid w:val="006636CC"/>
    <w:rsid w:val="006648AD"/>
    <w:rsid w:val="0066545D"/>
    <w:rsid w:val="00665683"/>
    <w:rsid w:val="00665914"/>
    <w:rsid w:val="0066677C"/>
    <w:rsid w:val="0066709B"/>
    <w:rsid w:val="006715AD"/>
    <w:rsid w:val="00672922"/>
    <w:rsid w:val="00672B27"/>
    <w:rsid w:val="00672F64"/>
    <w:rsid w:val="00673842"/>
    <w:rsid w:val="00673AA8"/>
    <w:rsid w:val="006757DF"/>
    <w:rsid w:val="00677669"/>
    <w:rsid w:val="00681C1D"/>
    <w:rsid w:val="0068245D"/>
    <w:rsid w:val="00685891"/>
    <w:rsid w:val="006873F6"/>
    <w:rsid w:val="00687D92"/>
    <w:rsid w:val="0069008F"/>
    <w:rsid w:val="006909F1"/>
    <w:rsid w:val="006919C7"/>
    <w:rsid w:val="0069455A"/>
    <w:rsid w:val="006A1E3F"/>
    <w:rsid w:val="006A2555"/>
    <w:rsid w:val="006A2F5B"/>
    <w:rsid w:val="006A6279"/>
    <w:rsid w:val="006A75A5"/>
    <w:rsid w:val="006A787C"/>
    <w:rsid w:val="006B1855"/>
    <w:rsid w:val="006B2B50"/>
    <w:rsid w:val="006B33FC"/>
    <w:rsid w:val="006B3674"/>
    <w:rsid w:val="006B36D5"/>
    <w:rsid w:val="006B3E0B"/>
    <w:rsid w:val="006C00E2"/>
    <w:rsid w:val="006C3813"/>
    <w:rsid w:val="006C3EA8"/>
    <w:rsid w:val="006D3393"/>
    <w:rsid w:val="006D7453"/>
    <w:rsid w:val="006D7C81"/>
    <w:rsid w:val="006E1040"/>
    <w:rsid w:val="006E3740"/>
    <w:rsid w:val="006E4138"/>
    <w:rsid w:val="006E6F38"/>
    <w:rsid w:val="006F0A7F"/>
    <w:rsid w:val="006F24F5"/>
    <w:rsid w:val="006F7E82"/>
    <w:rsid w:val="00703CBB"/>
    <w:rsid w:val="0070740B"/>
    <w:rsid w:val="00710C99"/>
    <w:rsid w:val="00711213"/>
    <w:rsid w:val="00712A2B"/>
    <w:rsid w:val="0071312C"/>
    <w:rsid w:val="007136BF"/>
    <w:rsid w:val="00717C5C"/>
    <w:rsid w:val="00717CEB"/>
    <w:rsid w:val="00717DFC"/>
    <w:rsid w:val="00720120"/>
    <w:rsid w:val="00724BF6"/>
    <w:rsid w:val="00730CB3"/>
    <w:rsid w:val="00733343"/>
    <w:rsid w:val="00737110"/>
    <w:rsid w:val="00737175"/>
    <w:rsid w:val="00741019"/>
    <w:rsid w:val="00743587"/>
    <w:rsid w:val="007534EA"/>
    <w:rsid w:val="007570BC"/>
    <w:rsid w:val="0076105E"/>
    <w:rsid w:val="00762AEC"/>
    <w:rsid w:val="00762D4E"/>
    <w:rsid w:val="0076730F"/>
    <w:rsid w:val="00767CBA"/>
    <w:rsid w:val="00770CE8"/>
    <w:rsid w:val="00772872"/>
    <w:rsid w:val="007733D9"/>
    <w:rsid w:val="00773A1F"/>
    <w:rsid w:val="00773F1A"/>
    <w:rsid w:val="00775FBC"/>
    <w:rsid w:val="0078314A"/>
    <w:rsid w:val="007843C6"/>
    <w:rsid w:val="00787A9A"/>
    <w:rsid w:val="007961DA"/>
    <w:rsid w:val="00796A0D"/>
    <w:rsid w:val="007A5ABD"/>
    <w:rsid w:val="007B1792"/>
    <w:rsid w:val="007B3183"/>
    <w:rsid w:val="007B354C"/>
    <w:rsid w:val="007B5548"/>
    <w:rsid w:val="007B6589"/>
    <w:rsid w:val="007C2167"/>
    <w:rsid w:val="007C26CD"/>
    <w:rsid w:val="007C3C89"/>
    <w:rsid w:val="007C4FB3"/>
    <w:rsid w:val="007D0933"/>
    <w:rsid w:val="007D2C61"/>
    <w:rsid w:val="007D6DE7"/>
    <w:rsid w:val="007D706F"/>
    <w:rsid w:val="007E1A2B"/>
    <w:rsid w:val="007E6407"/>
    <w:rsid w:val="007E6841"/>
    <w:rsid w:val="007F17AD"/>
    <w:rsid w:val="007F6029"/>
    <w:rsid w:val="007F61EF"/>
    <w:rsid w:val="007F6282"/>
    <w:rsid w:val="007F6CD8"/>
    <w:rsid w:val="00804C19"/>
    <w:rsid w:val="008115AC"/>
    <w:rsid w:val="00811688"/>
    <w:rsid w:val="008120D1"/>
    <w:rsid w:val="00813176"/>
    <w:rsid w:val="008146CA"/>
    <w:rsid w:val="00814FA8"/>
    <w:rsid w:val="008177A0"/>
    <w:rsid w:val="00820DBE"/>
    <w:rsid w:val="0082143A"/>
    <w:rsid w:val="00823D2B"/>
    <w:rsid w:val="00827BB8"/>
    <w:rsid w:val="008326F8"/>
    <w:rsid w:val="00834DA8"/>
    <w:rsid w:val="0083553E"/>
    <w:rsid w:val="008363A3"/>
    <w:rsid w:val="00836ECB"/>
    <w:rsid w:val="008414B6"/>
    <w:rsid w:val="00842F97"/>
    <w:rsid w:val="00845302"/>
    <w:rsid w:val="00845761"/>
    <w:rsid w:val="00846552"/>
    <w:rsid w:val="008466AB"/>
    <w:rsid w:val="00846F3E"/>
    <w:rsid w:val="008478E3"/>
    <w:rsid w:val="0085065E"/>
    <w:rsid w:val="00850CBE"/>
    <w:rsid w:val="008522A9"/>
    <w:rsid w:val="00853A7E"/>
    <w:rsid w:val="008560A5"/>
    <w:rsid w:val="00856F9D"/>
    <w:rsid w:val="00857216"/>
    <w:rsid w:val="00857438"/>
    <w:rsid w:val="008633A4"/>
    <w:rsid w:val="008719A5"/>
    <w:rsid w:val="008747FF"/>
    <w:rsid w:val="0088082F"/>
    <w:rsid w:val="00881062"/>
    <w:rsid w:val="00882165"/>
    <w:rsid w:val="008825D8"/>
    <w:rsid w:val="0088536C"/>
    <w:rsid w:val="00887F00"/>
    <w:rsid w:val="008910A3"/>
    <w:rsid w:val="00891BD9"/>
    <w:rsid w:val="00891D53"/>
    <w:rsid w:val="0089469B"/>
    <w:rsid w:val="00897CBB"/>
    <w:rsid w:val="008A1D7D"/>
    <w:rsid w:val="008A2647"/>
    <w:rsid w:val="008A5966"/>
    <w:rsid w:val="008A753E"/>
    <w:rsid w:val="008B08EA"/>
    <w:rsid w:val="008B0A53"/>
    <w:rsid w:val="008B2878"/>
    <w:rsid w:val="008B2E51"/>
    <w:rsid w:val="008B469D"/>
    <w:rsid w:val="008B5FBA"/>
    <w:rsid w:val="008B627A"/>
    <w:rsid w:val="008C10E9"/>
    <w:rsid w:val="008C6693"/>
    <w:rsid w:val="008D16AC"/>
    <w:rsid w:val="008D2107"/>
    <w:rsid w:val="008D2431"/>
    <w:rsid w:val="008D32EA"/>
    <w:rsid w:val="008D39EA"/>
    <w:rsid w:val="008D3E2C"/>
    <w:rsid w:val="008D417B"/>
    <w:rsid w:val="008D44C9"/>
    <w:rsid w:val="008D5E4B"/>
    <w:rsid w:val="008D66A7"/>
    <w:rsid w:val="008E233A"/>
    <w:rsid w:val="008E314D"/>
    <w:rsid w:val="008E315A"/>
    <w:rsid w:val="008E369A"/>
    <w:rsid w:val="008E40CB"/>
    <w:rsid w:val="008E4CF7"/>
    <w:rsid w:val="008E5122"/>
    <w:rsid w:val="008E6A3E"/>
    <w:rsid w:val="008F0B4A"/>
    <w:rsid w:val="008F17C2"/>
    <w:rsid w:val="008F1B8B"/>
    <w:rsid w:val="008F2279"/>
    <w:rsid w:val="008F2609"/>
    <w:rsid w:val="008F2665"/>
    <w:rsid w:val="008F432F"/>
    <w:rsid w:val="008F56E3"/>
    <w:rsid w:val="008F5D84"/>
    <w:rsid w:val="00901F36"/>
    <w:rsid w:val="00902F52"/>
    <w:rsid w:val="0090334D"/>
    <w:rsid w:val="00904281"/>
    <w:rsid w:val="0090658D"/>
    <w:rsid w:val="00911B66"/>
    <w:rsid w:val="00912151"/>
    <w:rsid w:val="00916E77"/>
    <w:rsid w:val="009200F9"/>
    <w:rsid w:val="009201BC"/>
    <w:rsid w:val="0092062A"/>
    <w:rsid w:val="0092078A"/>
    <w:rsid w:val="00921FDD"/>
    <w:rsid w:val="009264B9"/>
    <w:rsid w:val="0092693D"/>
    <w:rsid w:val="00927BE4"/>
    <w:rsid w:val="009303CC"/>
    <w:rsid w:val="009307A5"/>
    <w:rsid w:val="00932080"/>
    <w:rsid w:val="009329F6"/>
    <w:rsid w:val="00935EE6"/>
    <w:rsid w:val="0093645D"/>
    <w:rsid w:val="00937767"/>
    <w:rsid w:val="00937F45"/>
    <w:rsid w:val="009403FF"/>
    <w:rsid w:val="00942446"/>
    <w:rsid w:val="00944E45"/>
    <w:rsid w:val="00945988"/>
    <w:rsid w:val="00947A69"/>
    <w:rsid w:val="00950EFD"/>
    <w:rsid w:val="00956C55"/>
    <w:rsid w:val="009613F1"/>
    <w:rsid w:val="00962211"/>
    <w:rsid w:val="009632F9"/>
    <w:rsid w:val="00964033"/>
    <w:rsid w:val="00964BAB"/>
    <w:rsid w:val="009704D7"/>
    <w:rsid w:val="00971973"/>
    <w:rsid w:val="00974026"/>
    <w:rsid w:val="009750F6"/>
    <w:rsid w:val="00975ACD"/>
    <w:rsid w:val="009761A8"/>
    <w:rsid w:val="009801E8"/>
    <w:rsid w:val="009813A2"/>
    <w:rsid w:val="009817F6"/>
    <w:rsid w:val="00983B01"/>
    <w:rsid w:val="00983E81"/>
    <w:rsid w:val="009867B9"/>
    <w:rsid w:val="00986B0F"/>
    <w:rsid w:val="00991E28"/>
    <w:rsid w:val="00991F60"/>
    <w:rsid w:val="00992BF1"/>
    <w:rsid w:val="00995920"/>
    <w:rsid w:val="00997B94"/>
    <w:rsid w:val="009A0E5D"/>
    <w:rsid w:val="009A1B06"/>
    <w:rsid w:val="009A1F05"/>
    <w:rsid w:val="009A1FDE"/>
    <w:rsid w:val="009A37D1"/>
    <w:rsid w:val="009A4D0F"/>
    <w:rsid w:val="009A5131"/>
    <w:rsid w:val="009A5206"/>
    <w:rsid w:val="009A57E7"/>
    <w:rsid w:val="009B04C1"/>
    <w:rsid w:val="009B05F4"/>
    <w:rsid w:val="009B081F"/>
    <w:rsid w:val="009B382A"/>
    <w:rsid w:val="009B3B6F"/>
    <w:rsid w:val="009B451D"/>
    <w:rsid w:val="009C2B18"/>
    <w:rsid w:val="009C2B78"/>
    <w:rsid w:val="009C325C"/>
    <w:rsid w:val="009C3382"/>
    <w:rsid w:val="009C4686"/>
    <w:rsid w:val="009C7859"/>
    <w:rsid w:val="009D3A63"/>
    <w:rsid w:val="009D5D49"/>
    <w:rsid w:val="009E633E"/>
    <w:rsid w:val="009E6E5B"/>
    <w:rsid w:val="009E7F9F"/>
    <w:rsid w:val="009F0204"/>
    <w:rsid w:val="009F1A95"/>
    <w:rsid w:val="009F21CE"/>
    <w:rsid w:val="009F43FA"/>
    <w:rsid w:val="009F7504"/>
    <w:rsid w:val="00A04630"/>
    <w:rsid w:val="00A06E13"/>
    <w:rsid w:val="00A06E5F"/>
    <w:rsid w:val="00A07006"/>
    <w:rsid w:val="00A109C6"/>
    <w:rsid w:val="00A201E1"/>
    <w:rsid w:val="00A20CDC"/>
    <w:rsid w:val="00A2247F"/>
    <w:rsid w:val="00A22C21"/>
    <w:rsid w:val="00A23FF1"/>
    <w:rsid w:val="00A2451C"/>
    <w:rsid w:val="00A27856"/>
    <w:rsid w:val="00A27E2F"/>
    <w:rsid w:val="00A30156"/>
    <w:rsid w:val="00A31261"/>
    <w:rsid w:val="00A327D2"/>
    <w:rsid w:val="00A32E6C"/>
    <w:rsid w:val="00A332DD"/>
    <w:rsid w:val="00A33832"/>
    <w:rsid w:val="00A40323"/>
    <w:rsid w:val="00A4100D"/>
    <w:rsid w:val="00A45BE3"/>
    <w:rsid w:val="00A477F6"/>
    <w:rsid w:val="00A50486"/>
    <w:rsid w:val="00A61CE9"/>
    <w:rsid w:val="00A62782"/>
    <w:rsid w:val="00A6368C"/>
    <w:rsid w:val="00A71AC4"/>
    <w:rsid w:val="00A73D58"/>
    <w:rsid w:val="00A75976"/>
    <w:rsid w:val="00A76F51"/>
    <w:rsid w:val="00A8314E"/>
    <w:rsid w:val="00A833A8"/>
    <w:rsid w:val="00A850A6"/>
    <w:rsid w:val="00A85C35"/>
    <w:rsid w:val="00A86435"/>
    <w:rsid w:val="00A869F4"/>
    <w:rsid w:val="00A87DB2"/>
    <w:rsid w:val="00A9144E"/>
    <w:rsid w:val="00A93890"/>
    <w:rsid w:val="00A93E9D"/>
    <w:rsid w:val="00A96326"/>
    <w:rsid w:val="00A968D2"/>
    <w:rsid w:val="00A97A8F"/>
    <w:rsid w:val="00AA0852"/>
    <w:rsid w:val="00AA1856"/>
    <w:rsid w:val="00AA23C8"/>
    <w:rsid w:val="00AA66E8"/>
    <w:rsid w:val="00AA6985"/>
    <w:rsid w:val="00AB063E"/>
    <w:rsid w:val="00AB56C9"/>
    <w:rsid w:val="00AB692E"/>
    <w:rsid w:val="00AC034F"/>
    <w:rsid w:val="00AC0B04"/>
    <w:rsid w:val="00AC2123"/>
    <w:rsid w:val="00AC358C"/>
    <w:rsid w:val="00AC64E6"/>
    <w:rsid w:val="00AD2988"/>
    <w:rsid w:val="00AD4C39"/>
    <w:rsid w:val="00AD4F03"/>
    <w:rsid w:val="00AD7C52"/>
    <w:rsid w:val="00AE09E0"/>
    <w:rsid w:val="00AE2B7B"/>
    <w:rsid w:val="00AE3378"/>
    <w:rsid w:val="00AE5BD3"/>
    <w:rsid w:val="00AF21F8"/>
    <w:rsid w:val="00AF3353"/>
    <w:rsid w:val="00AF5557"/>
    <w:rsid w:val="00AF59C7"/>
    <w:rsid w:val="00AF6329"/>
    <w:rsid w:val="00AF7581"/>
    <w:rsid w:val="00AF7BEA"/>
    <w:rsid w:val="00B00F98"/>
    <w:rsid w:val="00B02C62"/>
    <w:rsid w:val="00B03048"/>
    <w:rsid w:val="00B041FE"/>
    <w:rsid w:val="00B04A80"/>
    <w:rsid w:val="00B05A2C"/>
    <w:rsid w:val="00B05A84"/>
    <w:rsid w:val="00B064AC"/>
    <w:rsid w:val="00B06C6B"/>
    <w:rsid w:val="00B06EE2"/>
    <w:rsid w:val="00B07434"/>
    <w:rsid w:val="00B11FDC"/>
    <w:rsid w:val="00B13B09"/>
    <w:rsid w:val="00B157C9"/>
    <w:rsid w:val="00B15A3E"/>
    <w:rsid w:val="00B16508"/>
    <w:rsid w:val="00B21873"/>
    <w:rsid w:val="00B218EE"/>
    <w:rsid w:val="00B21FB4"/>
    <w:rsid w:val="00B254F8"/>
    <w:rsid w:val="00B2674E"/>
    <w:rsid w:val="00B26BBE"/>
    <w:rsid w:val="00B30704"/>
    <w:rsid w:val="00B307F7"/>
    <w:rsid w:val="00B318B8"/>
    <w:rsid w:val="00B31C04"/>
    <w:rsid w:val="00B3315E"/>
    <w:rsid w:val="00B33700"/>
    <w:rsid w:val="00B36429"/>
    <w:rsid w:val="00B41491"/>
    <w:rsid w:val="00B4181E"/>
    <w:rsid w:val="00B419C7"/>
    <w:rsid w:val="00B432C5"/>
    <w:rsid w:val="00B4408B"/>
    <w:rsid w:val="00B450D9"/>
    <w:rsid w:val="00B4542E"/>
    <w:rsid w:val="00B50577"/>
    <w:rsid w:val="00B50ED4"/>
    <w:rsid w:val="00B511D9"/>
    <w:rsid w:val="00B51A5B"/>
    <w:rsid w:val="00B547A9"/>
    <w:rsid w:val="00B54F18"/>
    <w:rsid w:val="00B55FF9"/>
    <w:rsid w:val="00B62B02"/>
    <w:rsid w:val="00B62E0B"/>
    <w:rsid w:val="00B62E76"/>
    <w:rsid w:val="00B6366F"/>
    <w:rsid w:val="00B64B8F"/>
    <w:rsid w:val="00B653AA"/>
    <w:rsid w:val="00B65776"/>
    <w:rsid w:val="00B67704"/>
    <w:rsid w:val="00B67941"/>
    <w:rsid w:val="00B70EBA"/>
    <w:rsid w:val="00B71968"/>
    <w:rsid w:val="00B779F8"/>
    <w:rsid w:val="00B81074"/>
    <w:rsid w:val="00B81FE4"/>
    <w:rsid w:val="00B85DA0"/>
    <w:rsid w:val="00B870F1"/>
    <w:rsid w:val="00B94828"/>
    <w:rsid w:val="00B949AC"/>
    <w:rsid w:val="00B94A85"/>
    <w:rsid w:val="00B96401"/>
    <w:rsid w:val="00B9761D"/>
    <w:rsid w:val="00B97751"/>
    <w:rsid w:val="00BA046D"/>
    <w:rsid w:val="00BA228B"/>
    <w:rsid w:val="00BA2521"/>
    <w:rsid w:val="00BA3990"/>
    <w:rsid w:val="00BA3BFA"/>
    <w:rsid w:val="00BA429C"/>
    <w:rsid w:val="00BA42F2"/>
    <w:rsid w:val="00BA430E"/>
    <w:rsid w:val="00BA49AC"/>
    <w:rsid w:val="00BA69DF"/>
    <w:rsid w:val="00BA7526"/>
    <w:rsid w:val="00BB02CA"/>
    <w:rsid w:val="00BB06D0"/>
    <w:rsid w:val="00BB3605"/>
    <w:rsid w:val="00BB57A5"/>
    <w:rsid w:val="00BB589E"/>
    <w:rsid w:val="00BC0737"/>
    <w:rsid w:val="00BC0B0E"/>
    <w:rsid w:val="00BC0E2B"/>
    <w:rsid w:val="00BC1BB7"/>
    <w:rsid w:val="00BC2957"/>
    <w:rsid w:val="00BC3F53"/>
    <w:rsid w:val="00BC7900"/>
    <w:rsid w:val="00BD1F25"/>
    <w:rsid w:val="00BD21BB"/>
    <w:rsid w:val="00BD4009"/>
    <w:rsid w:val="00BD47A6"/>
    <w:rsid w:val="00BD5F77"/>
    <w:rsid w:val="00BE00E6"/>
    <w:rsid w:val="00BE0C4A"/>
    <w:rsid w:val="00BE0E74"/>
    <w:rsid w:val="00BE2836"/>
    <w:rsid w:val="00BE4CF3"/>
    <w:rsid w:val="00BE66A0"/>
    <w:rsid w:val="00BE6F66"/>
    <w:rsid w:val="00BE7AD5"/>
    <w:rsid w:val="00BF037E"/>
    <w:rsid w:val="00BF16B6"/>
    <w:rsid w:val="00BF1C7B"/>
    <w:rsid w:val="00BF2801"/>
    <w:rsid w:val="00BF4AB8"/>
    <w:rsid w:val="00BF4D3A"/>
    <w:rsid w:val="00BF6087"/>
    <w:rsid w:val="00BF67F6"/>
    <w:rsid w:val="00BF773A"/>
    <w:rsid w:val="00C0135D"/>
    <w:rsid w:val="00C01CD2"/>
    <w:rsid w:val="00C04691"/>
    <w:rsid w:val="00C049C4"/>
    <w:rsid w:val="00C04AA4"/>
    <w:rsid w:val="00C05F03"/>
    <w:rsid w:val="00C163F1"/>
    <w:rsid w:val="00C24E41"/>
    <w:rsid w:val="00C27C25"/>
    <w:rsid w:val="00C30424"/>
    <w:rsid w:val="00C305EE"/>
    <w:rsid w:val="00C30C32"/>
    <w:rsid w:val="00C3160B"/>
    <w:rsid w:val="00C3165F"/>
    <w:rsid w:val="00C31B01"/>
    <w:rsid w:val="00C32A8C"/>
    <w:rsid w:val="00C3307E"/>
    <w:rsid w:val="00C37098"/>
    <w:rsid w:val="00C400A5"/>
    <w:rsid w:val="00C40252"/>
    <w:rsid w:val="00C40984"/>
    <w:rsid w:val="00C520C6"/>
    <w:rsid w:val="00C52341"/>
    <w:rsid w:val="00C52363"/>
    <w:rsid w:val="00C53D4B"/>
    <w:rsid w:val="00C558E1"/>
    <w:rsid w:val="00C56167"/>
    <w:rsid w:val="00C57921"/>
    <w:rsid w:val="00C615A1"/>
    <w:rsid w:val="00C64183"/>
    <w:rsid w:val="00C64E7F"/>
    <w:rsid w:val="00C70766"/>
    <w:rsid w:val="00C70F9C"/>
    <w:rsid w:val="00C70FDD"/>
    <w:rsid w:val="00C71CA4"/>
    <w:rsid w:val="00C72ACB"/>
    <w:rsid w:val="00C75EA0"/>
    <w:rsid w:val="00C77BF1"/>
    <w:rsid w:val="00C80072"/>
    <w:rsid w:val="00C809A0"/>
    <w:rsid w:val="00C80C4F"/>
    <w:rsid w:val="00C81D74"/>
    <w:rsid w:val="00C8210D"/>
    <w:rsid w:val="00C83BF2"/>
    <w:rsid w:val="00C8422F"/>
    <w:rsid w:val="00C85B0A"/>
    <w:rsid w:val="00C90435"/>
    <w:rsid w:val="00C91331"/>
    <w:rsid w:val="00C91972"/>
    <w:rsid w:val="00C934A7"/>
    <w:rsid w:val="00C94792"/>
    <w:rsid w:val="00C953AF"/>
    <w:rsid w:val="00CA2C56"/>
    <w:rsid w:val="00CA41E7"/>
    <w:rsid w:val="00CA4327"/>
    <w:rsid w:val="00CB132F"/>
    <w:rsid w:val="00CB2769"/>
    <w:rsid w:val="00CB45F4"/>
    <w:rsid w:val="00CB4B01"/>
    <w:rsid w:val="00CB60D2"/>
    <w:rsid w:val="00CB74C3"/>
    <w:rsid w:val="00CB7A14"/>
    <w:rsid w:val="00CC0A3D"/>
    <w:rsid w:val="00CC1D00"/>
    <w:rsid w:val="00CC2A79"/>
    <w:rsid w:val="00CC2CBD"/>
    <w:rsid w:val="00CC334C"/>
    <w:rsid w:val="00CC4987"/>
    <w:rsid w:val="00CC49A6"/>
    <w:rsid w:val="00CC4DBC"/>
    <w:rsid w:val="00CD21D7"/>
    <w:rsid w:val="00CD3A4F"/>
    <w:rsid w:val="00CD49EB"/>
    <w:rsid w:val="00CE04CC"/>
    <w:rsid w:val="00CE0D58"/>
    <w:rsid w:val="00CE22BA"/>
    <w:rsid w:val="00CE36D8"/>
    <w:rsid w:val="00CE38AB"/>
    <w:rsid w:val="00CE4729"/>
    <w:rsid w:val="00CE4E42"/>
    <w:rsid w:val="00CE4EE6"/>
    <w:rsid w:val="00CE53CF"/>
    <w:rsid w:val="00CF09C1"/>
    <w:rsid w:val="00CF2954"/>
    <w:rsid w:val="00CF2D53"/>
    <w:rsid w:val="00CF394F"/>
    <w:rsid w:val="00CF3BEC"/>
    <w:rsid w:val="00CF5B33"/>
    <w:rsid w:val="00CF6826"/>
    <w:rsid w:val="00D0120A"/>
    <w:rsid w:val="00D015BD"/>
    <w:rsid w:val="00D0399B"/>
    <w:rsid w:val="00D04CFF"/>
    <w:rsid w:val="00D05A8E"/>
    <w:rsid w:val="00D06944"/>
    <w:rsid w:val="00D0790E"/>
    <w:rsid w:val="00D10204"/>
    <w:rsid w:val="00D116F4"/>
    <w:rsid w:val="00D1205C"/>
    <w:rsid w:val="00D12504"/>
    <w:rsid w:val="00D12CF8"/>
    <w:rsid w:val="00D14167"/>
    <w:rsid w:val="00D15B89"/>
    <w:rsid w:val="00D17288"/>
    <w:rsid w:val="00D2162E"/>
    <w:rsid w:val="00D23C89"/>
    <w:rsid w:val="00D23FFF"/>
    <w:rsid w:val="00D248D6"/>
    <w:rsid w:val="00D24ACE"/>
    <w:rsid w:val="00D263E0"/>
    <w:rsid w:val="00D26F71"/>
    <w:rsid w:val="00D303F6"/>
    <w:rsid w:val="00D329AC"/>
    <w:rsid w:val="00D32FE4"/>
    <w:rsid w:val="00D34D11"/>
    <w:rsid w:val="00D36C1C"/>
    <w:rsid w:val="00D37928"/>
    <w:rsid w:val="00D404C8"/>
    <w:rsid w:val="00D40AF9"/>
    <w:rsid w:val="00D41FC0"/>
    <w:rsid w:val="00D42C34"/>
    <w:rsid w:val="00D4483B"/>
    <w:rsid w:val="00D45E5A"/>
    <w:rsid w:val="00D53123"/>
    <w:rsid w:val="00D549B9"/>
    <w:rsid w:val="00D55504"/>
    <w:rsid w:val="00D5582C"/>
    <w:rsid w:val="00D570EC"/>
    <w:rsid w:val="00D6086A"/>
    <w:rsid w:val="00D614E0"/>
    <w:rsid w:val="00D61E98"/>
    <w:rsid w:val="00D6262C"/>
    <w:rsid w:val="00D6355E"/>
    <w:rsid w:val="00D64701"/>
    <w:rsid w:val="00D6560C"/>
    <w:rsid w:val="00D65CBA"/>
    <w:rsid w:val="00D65E47"/>
    <w:rsid w:val="00D672DA"/>
    <w:rsid w:val="00D67467"/>
    <w:rsid w:val="00D67C4C"/>
    <w:rsid w:val="00D705EC"/>
    <w:rsid w:val="00D71509"/>
    <w:rsid w:val="00D71C49"/>
    <w:rsid w:val="00D72FD3"/>
    <w:rsid w:val="00D73DC5"/>
    <w:rsid w:val="00D74293"/>
    <w:rsid w:val="00D745CB"/>
    <w:rsid w:val="00D74CDE"/>
    <w:rsid w:val="00D76795"/>
    <w:rsid w:val="00D77295"/>
    <w:rsid w:val="00D81372"/>
    <w:rsid w:val="00D818C9"/>
    <w:rsid w:val="00D82168"/>
    <w:rsid w:val="00D826FC"/>
    <w:rsid w:val="00D83384"/>
    <w:rsid w:val="00D83B1B"/>
    <w:rsid w:val="00D9524F"/>
    <w:rsid w:val="00D956E5"/>
    <w:rsid w:val="00DA0865"/>
    <w:rsid w:val="00DA151F"/>
    <w:rsid w:val="00DA3E86"/>
    <w:rsid w:val="00DA4526"/>
    <w:rsid w:val="00DA5162"/>
    <w:rsid w:val="00DA54D3"/>
    <w:rsid w:val="00DA577F"/>
    <w:rsid w:val="00DA6349"/>
    <w:rsid w:val="00DB3D06"/>
    <w:rsid w:val="00DB44C9"/>
    <w:rsid w:val="00DB52F2"/>
    <w:rsid w:val="00DB680D"/>
    <w:rsid w:val="00DC0AE0"/>
    <w:rsid w:val="00DC139C"/>
    <w:rsid w:val="00DC33DC"/>
    <w:rsid w:val="00DC4257"/>
    <w:rsid w:val="00DC4302"/>
    <w:rsid w:val="00DC5206"/>
    <w:rsid w:val="00DC5CA1"/>
    <w:rsid w:val="00DC6072"/>
    <w:rsid w:val="00DC7128"/>
    <w:rsid w:val="00DC75D1"/>
    <w:rsid w:val="00DD36CC"/>
    <w:rsid w:val="00DD4B14"/>
    <w:rsid w:val="00DE0425"/>
    <w:rsid w:val="00DE2D81"/>
    <w:rsid w:val="00DE30FB"/>
    <w:rsid w:val="00DE37C1"/>
    <w:rsid w:val="00DE4A3E"/>
    <w:rsid w:val="00DE636F"/>
    <w:rsid w:val="00DE696C"/>
    <w:rsid w:val="00DE7FF9"/>
    <w:rsid w:val="00DF1A45"/>
    <w:rsid w:val="00DF2B3A"/>
    <w:rsid w:val="00DF5323"/>
    <w:rsid w:val="00DF5C79"/>
    <w:rsid w:val="00DF68EF"/>
    <w:rsid w:val="00DF75DB"/>
    <w:rsid w:val="00DF7611"/>
    <w:rsid w:val="00DF7F9C"/>
    <w:rsid w:val="00E025C4"/>
    <w:rsid w:val="00E03A40"/>
    <w:rsid w:val="00E060A9"/>
    <w:rsid w:val="00E068A0"/>
    <w:rsid w:val="00E07324"/>
    <w:rsid w:val="00E124DB"/>
    <w:rsid w:val="00E164BA"/>
    <w:rsid w:val="00E17B11"/>
    <w:rsid w:val="00E17FC7"/>
    <w:rsid w:val="00E20DCA"/>
    <w:rsid w:val="00E21477"/>
    <w:rsid w:val="00E21525"/>
    <w:rsid w:val="00E222F8"/>
    <w:rsid w:val="00E23368"/>
    <w:rsid w:val="00E241DD"/>
    <w:rsid w:val="00E2548B"/>
    <w:rsid w:val="00E254FE"/>
    <w:rsid w:val="00E2576E"/>
    <w:rsid w:val="00E25BE3"/>
    <w:rsid w:val="00E268BA"/>
    <w:rsid w:val="00E27C99"/>
    <w:rsid w:val="00E3300F"/>
    <w:rsid w:val="00E34BBE"/>
    <w:rsid w:val="00E35C6C"/>
    <w:rsid w:val="00E406DB"/>
    <w:rsid w:val="00E41B6B"/>
    <w:rsid w:val="00E437EB"/>
    <w:rsid w:val="00E4439C"/>
    <w:rsid w:val="00E458B0"/>
    <w:rsid w:val="00E46735"/>
    <w:rsid w:val="00E501E8"/>
    <w:rsid w:val="00E51072"/>
    <w:rsid w:val="00E550F6"/>
    <w:rsid w:val="00E5519A"/>
    <w:rsid w:val="00E5554E"/>
    <w:rsid w:val="00E55C8E"/>
    <w:rsid w:val="00E563A4"/>
    <w:rsid w:val="00E5732D"/>
    <w:rsid w:val="00E60622"/>
    <w:rsid w:val="00E621C0"/>
    <w:rsid w:val="00E62407"/>
    <w:rsid w:val="00E62702"/>
    <w:rsid w:val="00E62D76"/>
    <w:rsid w:val="00E65619"/>
    <w:rsid w:val="00E6567B"/>
    <w:rsid w:val="00E65921"/>
    <w:rsid w:val="00E65C3C"/>
    <w:rsid w:val="00E668FC"/>
    <w:rsid w:val="00E66C32"/>
    <w:rsid w:val="00E7036D"/>
    <w:rsid w:val="00E73641"/>
    <w:rsid w:val="00E7377C"/>
    <w:rsid w:val="00E74643"/>
    <w:rsid w:val="00E75790"/>
    <w:rsid w:val="00E75CFA"/>
    <w:rsid w:val="00E761AA"/>
    <w:rsid w:val="00E779FD"/>
    <w:rsid w:val="00E86066"/>
    <w:rsid w:val="00E86596"/>
    <w:rsid w:val="00E87C33"/>
    <w:rsid w:val="00E87C7C"/>
    <w:rsid w:val="00E87F06"/>
    <w:rsid w:val="00E9090A"/>
    <w:rsid w:val="00E933B0"/>
    <w:rsid w:val="00E95EEB"/>
    <w:rsid w:val="00E95EFF"/>
    <w:rsid w:val="00E96D4D"/>
    <w:rsid w:val="00E96FC5"/>
    <w:rsid w:val="00EA085D"/>
    <w:rsid w:val="00EA0AF2"/>
    <w:rsid w:val="00EA100E"/>
    <w:rsid w:val="00EA2473"/>
    <w:rsid w:val="00EA2EEA"/>
    <w:rsid w:val="00EA687E"/>
    <w:rsid w:val="00EB1AD4"/>
    <w:rsid w:val="00EB578A"/>
    <w:rsid w:val="00EB65A0"/>
    <w:rsid w:val="00EB6E92"/>
    <w:rsid w:val="00EC126E"/>
    <w:rsid w:val="00EC3096"/>
    <w:rsid w:val="00EC3E4B"/>
    <w:rsid w:val="00EC5979"/>
    <w:rsid w:val="00EC73A4"/>
    <w:rsid w:val="00ED16E9"/>
    <w:rsid w:val="00ED2099"/>
    <w:rsid w:val="00ED75B4"/>
    <w:rsid w:val="00ED7CAB"/>
    <w:rsid w:val="00EE1427"/>
    <w:rsid w:val="00EE43A8"/>
    <w:rsid w:val="00EE4449"/>
    <w:rsid w:val="00EE6954"/>
    <w:rsid w:val="00EF4BF5"/>
    <w:rsid w:val="00EF5B70"/>
    <w:rsid w:val="00EF6237"/>
    <w:rsid w:val="00F03227"/>
    <w:rsid w:val="00F043A9"/>
    <w:rsid w:val="00F04675"/>
    <w:rsid w:val="00F063E8"/>
    <w:rsid w:val="00F06E68"/>
    <w:rsid w:val="00F11DD2"/>
    <w:rsid w:val="00F17C6A"/>
    <w:rsid w:val="00F200F1"/>
    <w:rsid w:val="00F20856"/>
    <w:rsid w:val="00F21D31"/>
    <w:rsid w:val="00F2328A"/>
    <w:rsid w:val="00F23B23"/>
    <w:rsid w:val="00F267A5"/>
    <w:rsid w:val="00F3051D"/>
    <w:rsid w:val="00F30687"/>
    <w:rsid w:val="00F30847"/>
    <w:rsid w:val="00F32CBB"/>
    <w:rsid w:val="00F3341D"/>
    <w:rsid w:val="00F337D2"/>
    <w:rsid w:val="00F366B5"/>
    <w:rsid w:val="00F36F33"/>
    <w:rsid w:val="00F41626"/>
    <w:rsid w:val="00F43408"/>
    <w:rsid w:val="00F4487A"/>
    <w:rsid w:val="00F44DE4"/>
    <w:rsid w:val="00F4589E"/>
    <w:rsid w:val="00F473F0"/>
    <w:rsid w:val="00F50258"/>
    <w:rsid w:val="00F50BA8"/>
    <w:rsid w:val="00F5156D"/>
    <w:rsid w:val="00F51D8D"/>
    <w:rsid w:val="00F5218A"/>
    <w:rsid w:val="00F5301F"/>
    <w:rsid w:val="00F551B9"/>
    <w:rsid w:val="00F552FF"/>
    <w:rsid w:val="00F6277C"/>
    <w:rsid w:val="00F62B83"/>
    <w:rsid w:val="00F64604"/>
    <w:rsid w:val="00F66717"/>
    <w:rsid w:val="00F7021D"/>
    <w:rsid w:val="00F712C4"/>
    <w:rsid w:val="00F721B9"/>
    <w:rsid w:val="00F7274B"/>
    <w:rsid w:val="00F750FC"/>
    <w:rsid w:val="00F753E2"/>
    <w:rsid w:val="00F8071C"/>
    <w:rsid w:val="00F808BA"/>
    <w:rsid w:val="00F80B1C"/>
    <w:rsid w:val="00F81B1B"/>
    <w:rsid w:val="00F845FB"/>
    <w:rsid w:val="00F9011C"/>
    <w:rsid w:val="00F93CD3"/>
    <w:rsid w:val="00FA0B7C"/>
    <w:rsid w:val="00FA161B"/>
    <w:rsid w:val="00FA2138"/>
    <w:rsid w:val="00FA2B25"/>
    <w:rsid w:val="00FA52C9"/>
    <w:rsid w:val="00FA5DE2"/>
    <w:rsid w:val="00FA7489"/>
    <w:rsid w:val="00FA7D43"/>
    <w:rsid w:val="00FB19F3"/>
    <w:rsid w:val="00FB21A8"/>
    <w:rsid w:val="00FB25AB"/>
    <w:rsid w:val="00FB59AE"/>
    <w:rsid w:val="00FB75D9"/>
    <w:rsid w:val="00FB7931"/>
    <w:rsid w:val="00FB7D9C"/>
    <w:rsid w:val="00FC0037"/>
    <w:rsid w:val="00FC0CB4"/>
    <w:rsid w:val="00FC1971"/>
    <w:rsid w:val="00FC2E54"/>
    <w:rsid w:val="00FC598A"/>
    <w:rsid w:val="00FC749B"/>
    <w:rsid w:val="00FD1EC7"/>
    <w:rsid w:val="00FD2F97"/>
    <w:rsid w:val="00FD3A9E"/>
    <w:rsid w:val="00FD3DA8"/>
    <w:rsid w:val="00FD7BA6"/>
    <w:rsid w:val="00FE0D1F"/>
    <w:rsid w:val="00FE4DA6"/>
    <w:rsid w:val="00FE50AF"/>
    <w:rsid w:val="00FF1252"/>
    <w:rsid w:val="00FF2983"/>
    <w:rsid w:val="00FF30BB"/>
    <w:rsid w:val="00FF3F5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pt-BR" w:eastAsia="pt-BR"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E34BBE"/>
    <w:pPr>
      <w:suppressAutoHyphens/>
      <w:autoSpaceDE w:val="0"/>
    </w:pPr>
    <w:rPr>
      <w:rFonts w:ascii="Arial" w:hAnsi="Arial" w:cs="Arial"/>
      <w:kern w:val="1"/>
      <w:sz w:val="24"/>
      <w:szCs w:val="24"/>
      <w:lang w:eastAsia="ar-SA"/>
    </w:rPr>
  </w:style>
  <w:style w:type="paragraph" w:styleId="Ttulo1">
    <w:name w:val="heading 1"/>
    <w:basedOn w:val="Normal"/>
    <w:next w:val="Normal"/>
    <w:link w:val="Ttulo1Char"/>
    <w:uiPriority w:val="99"/>
    <w:qFormat/>
    <w:rsid w:val="00E34BBE"/>
    <w:pPr>
      <w:keepNext/>
      <w:keepLines/>
      <w:spacing w:before="480"/>
      <w:outlineLvl w:val="0"/>
    </w:pPr>
    <w:rPr>
      <w:rFonts w:ascii="Cambria" w:hAnsi="Cambria" w:cs="Cambria"/>
      <w:b/>
      <w:bCs/>
      <w:color w:val="365F91"/>
      <w:sz w:val="28"/>
      <w:szCs w:val="28"/>
    </w:rPr>
  </w:style>
  <w:style w:type="paragraph" w:styleId="Ttulo2">
    <w:name w:val="heading 2"/>
    <w:basedOn w:val="Normal"/>
    <w:next w:val="Normal"/>
    <w:link w:val="Ttulo2Char"/>
    <w:uiPriority w:val="99"/>
    <w:qFormat/>
    <w:rsid w:val="00E34BBE"/>
    <w:pPr>
      <w:keepNext/>
      <w:keepLines/>
      <w:spacing w:before="200"/>
      <w:outlineLvl w:val="1"/>
    </w:pPr>
    <w:rPr>
      <w:rFonts w:ascii="Cambria" w:hAnsi="Cambria" w:cs="Cambria"/>
      <w:b/>
      <w:bCs/>
      <w:sz w:val="26"/>
      <w:szCs w:val="26"/>
    </w:rPr>
  </w:style>
  <w:style w:type="paragraph" w:styleId="Ttulo3">
    <w:name w:val="heading 3"/>
    <w:basedOn w:val="Normal"/>
    <w:next w:val="Normal"/>
    <w:link w:val="Ttulo3Char"/>
    <w:uiPriority w:val="9"/>
    <w:unhideWhenUsed/>
    <w:qFormat/>
    <w:rsid w:val="008F5D84"/>
    <w:pPr>
      <w:keepNext/>
      <w:spacing w:before="240" w:after="60"/>
      <w:outlineLvl w:val="2"/>
    </w:pPr>
    <w:rPr>
      <w:rFonts w:ascii="Cambria" w:hAnsi="Cambria" w:cs="Times New Roman"/>
      <w:b/>
      <w:bCs/>
      <w:sz w:val="26"/>
      <w:szCs w:val="26"/>
    </w:rPr>
  </w:style>
  <w:style w:type="paragraph" w:styleId="Ttulo8">
    <w:name w:val="heading 8"/>
    <w:basedOn w:val="Normal"/>
    <w:next w:val="Normal"/>
    <w:link w:val="Ttulo8Char"/>
    <w:uiPriority w:val="99"/>
    <w:qFormat/>
    <w:rsid w:val="00E34BBE"/>
    <w:pPr>
      <w:keepNext/>
      <w:numPr>
        <w:ilvl w:val="7"/>
        <w:numId w:val="1"/>
      </w:numPr>
      <w:pBdr>
        <w:top w:val="single" w:sz="2" w:space="1" w:color="000000"/>
        <w:left w:val="single" w:sz="2" w:space="1" w:color="000000"/>
        <w:bottom w:val="single" w:sz="2" w:space="1" w:color="000000"/>
        <w:right w:val="single" w:sz="2" w:space="1" w:color="000000"/>
      </w:pBdr>
      <w:tabs>
        <w:tab w:val="left" w:pos="6109"/>
      </w:tabs>
      <w:snapToGrid w:val="0"/>
      <w:ind w:left="5749" w:right="1700"/>
      <w:jc w:val="center"/>
      <w:outlineLvl w:val="7"/>
    </w:pPr>
    <w:rPr>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locked/>
    <w:rsid w:val="00E34BBE"/>
    <w:rPr>
      <w:rFonts w:ascii="Cambria" w:hAnsi="Cambria" w:cs="Cambria"/>
      <w:b/>
      <w:bCs/>
      <w:color w:val="365F91"/>
      <w:kern w:val="1"/>
      <w:sz w:val="28"/>
      <w:szCs w:val="28"/>
      <w:lang w:eastAsia="ar-SA" w:bidi="ar-SA"/>
    </w:rPr>
  </w:style>
  <w:style w:type="character" w:customStyle="1" w:styleId="Ttulo2Char">
    <w:name w:val="Título 2 Char"/>
    <w:link w:val="Ttulo2"/>
    <w:uiPriority w:val="99"/>
    <w:locked/>
    <w:rsid w:val="00E34BBE"/>
    <w:rPr>
      <w:rFonts w:ascii="Cambria" w:hAnsi="Cambria" w:cs="Cambria"/>
      <w:b/>
      <w:bCs/>
      <w:color w:val="auto"/>
      <w:kern w:val="1"/>
      <w:sz w:val="26"/>
      <w:szCs w:val="26"/>
      <w:lang w:eastAsia="ar-SA" w:bidi="ar-SA"/>
    </w:rPr>
  </w:style>
  <w:style w:type="character" w:customStyle="1" w:styleId="Ttulo3Char">
    <w:name w:val="Título 3 Char"/>
    <w:link w:val="Ttulo3"/>
    <w:uiPriority w:val="9"/>
    <w:locked/>
    <w:rsid w:val="008F5D84"/>
    <w:rPr>
      <w:rFonts w:ascii="Cambria" w:hAnsi="Cambria" w:cs="Times New Roman"/>
      <w:b/>
      <w:bCs/>
      <w:kern w:val="1"/>
      <w:sz w:val="26"/>
      <w:szCs w:val="26"/>
      <w:lang w:eastAsia="ar-SA" w:bidi="ar-SA"/>
    </w:rPr>
  </w:style>
  <w:style w:type="character" w:customStyle="1" w:styleId="Ttulo8Char">
    <w:name w:val="Título 8 Char"/>
    <w:link w:val="Ttulo8"/>
    <w:uiPriority w:val="99"/>
    <w:locked/>
    <w:rsid w:val="00E34BBE"/>
    <w:rPr>
      <w:rFonts w:ascii="Arial" w:hAnsi="Arial" w:cs="Arial"/>
      <w:b/>
      <w:bCs/>
      <w:kern w:val="1"/>
      <w:sz w:val="28"/>
      <w:szCs w:val="28"/>
      <w:lang w:eastAsia="ar-SA" w:bidi="ar-SA"/>
    </w:rPr>
  </w:style>
  <w:style w:type="character" w:styleId="Hyperlink">
    <w:name w:val="Hyperlink"/>
    <w:uiPriority w:val="99"/>
    <w:rsid w:val="00E34BBE"/>
    <w:rPr>
      <w:rFonts w:cs="Times New Roman"/>
      <w:color w:val="0000FF"/>
      <w:u w:val="single"/>
    </w:rPr>
  </w:style>
  <w:style w:type="paragraph" w:customStyle="1" w:styleId="Contedodatabela">
    <w:name w:val="Conteúdo da tabela"/>
    <w:basedOn w:val="Normal"/>
    <w:rsid w:val="00E34BBE"/>
    <w:pPr>
      <w:suppressLineNumbers/>
    </w:pPr>
  </w:style>
  <w:style w:type="paragraph" w:customStyle="1" w:styleId="CPLLista">
    <w:name w:val="CPL_Lista"/>
    <w:uiPriority w:val="99"/>
    <w:rsid w:val="00E34BBE"/>
    <w:pPr>
      <w:widowControl w:val="0"/>
      <w:suppressAutoHyphens/>
      <w:spacing w:after="113"/>
      <w:jc w:val="both"/>
    </w:pPr>
    <w:rPr>
      <w:rFonts w:ascii="Arial" w:eastAsia="SimSun" w:hAnsi="Arial" w:cs="Arial"/>
      <w:kern w:val="1"/>
      <w:sz w:val="24"/>
      <w:szCs w:val="24"/>
      <w:lang w:eastAsia="hi-IN" w:bidi="hi-IN"/>
    </w:rPr>
  </w:style>
  <w:style w:type="paragraph" w:customStyle="1" w:styleId="CPLPadrao">
    <w:name w:val="CPL_Padrao"/>
    <w:rsid w:val="00E34BBE"/>
    <w:pPr>
      <w:suppressAutoHyphens/>
      <w:spacing w:after="283"/>
      <w:jc w:val="both"/>
    </w:pPr>
    <w:rPr>
      <w:rFonts w:ascii="Arial" w:eastAsia="SimSun" w:hAnsi="Arial" w:cs="Arial"/>
      <w:kern w:val="1"/>
      <w:sz w:val="24"/>
      <w:szCs w:val="24"/>
      <w:lang w:eastAsia="hi-IN" w:bidi="hi-IN"/>
    </w:rPr>
  </w:style>
  <w:style w:type="paragraph" w:styleId="Cabealho">
    <w:name w:val="header"/>
    <w:basedOn w:val="Normal"/>
    <w:link w:val="CabealhoChar"/>
    <w:uiPriority w:val="99"/>
    <w:rsid w:val="00E34BBE"/>
    <w:pPr>
      <w:tabs>
        <w:tab w:val="center" w:pos="4252"/>
        <w:tab w:val="right" w:pos="8504"/>
      </w:tabs>
    </w:pPr>
  </w:style>
  <w:style w:type="character" w:customStyle="1" w:styleId="CabealhoChar">
    <w:name w:val="Cabeçalho Char"/>
    <w:link w:val="Cabealho"/>
    <w:uiPriority w:val="99"/>
    <w:locked/>
    <w:rsid w:val="00E34BBE"/>
    <w:rPr>
      <w:rFonts w:ascii="Arial" w:hAnsi="Arial" w:cs="Arial"/>
      <w:kern w:val="1"/>
      <w:sz w:val="20"/>
      <w:szCs w:val="20"/>
      <w:lang w:eastAsia="ar-SA" w:bidi="ar-SA"/>
    </w:rPr>
  </w:style>
  <w:style w:type="paragraph" w:styleId="Rodap">
    <w:name w:val="footer"/>
    <w:basedOn w:val="Normal"/>
    <w:link w:val="RodapChar"/>
    <w:uiPriority w:val="99"/>
    <w:rsid w:val="00E34BBE"/>
    <w:pPr>
      <w:tabs>
        <w:tab w:val="center" w:pos="4252"/>
        <w:tab w:val="right" w:pos="8504"/>
      </w:tabs>
    </w:pPr>
  </w:style>
  <w:style w:type="character" w:customStyle="1" w:styleId="RodapChar">
    <w:name w:val="Rodapé Char"/>
    <w:link w:val="Rodap"/>
    <w:uiPriority w:val="99"/>
    <w:locked/>
    <w:rsid w:val="00E34BBE"/>
    <w:rPr>
      <w:rFonts w:ascii="Arial" w:hAnsi="Arial" w:cs="Arial"/>
      <w:kern w:val="1"/>
      <w:sz w:val="20"/>
      <w:szCs w:val="20"/>
      <w:lang w:eastAsia="ar-SA" w:bidi="ar-SA"/>
    </w:rPr>
  </w:style>
  <w:style w:type="character" w:customStyle="1" w:styleId="Formatao01">
    <w:name w:val="Formatação01"/>
    <w:rsid w:val="00E34BBE"/>
    <w:rPr>
      <w:rFonts w:ascii="Arial" w:hAnsi="Arial"/>
    </w:rPr>
  </w:style>
  <w:style w:type="paragraph" w:styleId="Textodebalo">
    <w:name w:val="Balloon Text"/>
    <w:basedOn w:val="Normal"/>
    <w:link w:val="TextodebaloChar"/>
    <w:uiPriority w:val="99"/>
    <w:rsid w:val="00E34BBE"/>
    <w:rPr>
      <w:rFonts w:ascii="Tahoma" w:hAnsi="Tahoma" w:cs="Tahoma"/>
      <w:sz w:val="16"/>
      <w:szCs w:val="16"/>
    </w:rPr>
  </w:style>
  <w:style w:type="character" w:customStyle="1" w:styleId="TextodebaloChar">
    <w:name w:val="Texto de balão Char"/>
    <w:link w:val="Textodebalo"/>
    <w:uiPriority w:val="99"/>
    <w:locked/>
    <w:rsid w:val="00E34BBE"/>
    <w:rPr>
      <w:rFonts w:ascii="Tahoma" w:hAnsi="Tahoma" w:cs="Tahoma"/>
      <w:kern w:val="1"/>
      <w:sz w:val="16"/>
      <w:szCs w:val="16"/>
      <w:lang w:eastAsia="ar-SA" w:bidi="ar-SA"/>
    </w:rPr>
  </w:style>
  <w:style w:type="paragraph" w:styleId="CabealhodoSumrio">
    <w:name w:val="TOC Heading"/>
    <w:basedOn w:val="Ttulo1"/>
    <w:next w:val="Normal"/>
    <w:uiPriority w:val="99"/>
    <w:qFormat/>
    <w:rsid w:val="00E34BBE"/>
    <w:pPr>
      <w:suppressAutoHyphens w:val="0"/>
      <w:autoSpaceDE/>
      <w:spacing w:line="276" w:lineRule="auto"/>
      <w:outlineLvl w:val="9"/>
    </w:pPr>
    <w:rPr>
      <w:kern w:val="0"/>
      <w:lang w:eastAsia="pt-BR"/>
    </w:rPr>
  </w:style>
  <w:style w:type="paragraph" w:customStyle="1" w:styleId="CPLTitulo">
    <w:name w:val="CPL_Titulo"/>
    <w:uiPriority w:val="99"/>
    <w:rsid w:val="00E34BBE"/>
    <w:pPr>
      <w:keepNext/>
      <w:numPr>
        <w:numId w:val="1"/>
      </w:numPr>
      <w:suppressAutoHyphens/>
      <w:spacing w:after="283"/>
      <w:outlineLvl w:val="0"/>
    </w:pPr>
    <w:rPr>
      <w:rFonts w:ascii="Arial" w:eastAsia="SimSun" w:hAnsi="Arial" w:cs="Arial"/>
      <w:b/>
      <w:bCs/>
      <w:kern w:val="1"/>
      <w:sz w:val="24"/>
      <w:szCs w:val="24"/>
      <w:lang w:eastAsia="hi-IN" w:bidi="hi-IN"/>
    </w:rPr>
  </w:style>
  <w:style w:type="paragraph" w:styleId="Sumrio1">
    <w:name w:val="toc 1"/>
    <w:basedOn w:val="Normal"/>
    <w:next w:val="Normal"/>
    <w:autoRedefine/>
    <w:uiPriority w:val="39"/>
    <w:rsid w:val="00C3165F"/>
    <w:pPr>
      <w:tabs>
        <w:tab w:val="left" w:pos="440"/>
        <w:tab w:val="right" w:leader="dot" w:pos="9061"/>
      </w:tabs>
      <w:spacing w:before="120" w:after="120"/>
      <w:jc w:val="both"/>
    </w:pPr>
  </w:style>
  <w:style w:type="paragraph" w:styleId="Sumrio2">
    <w:name w:val="toc 2"/>
    <w:basedOn w:val="Normal"/>
    <w:next w:val="Normal"/>
    <w:autoRedefine/>
    <w:uiPriority w:val="39"/>
    <w:rsid w:val="00E34BBE"/>
    <w:pPr>
      <w:suppressAutoHyphens w:val="0"/>
      <w:autoSpaceDE/>
      <w:spacing w:after="100" w:line="276" w:lineRule="auto"/>
      <w:ind w:left="220"/>
    </w:pPr>
    <w:rPr>
      <w:rFonts w:ascii="Calibri" w:hAnsi="Calibri" w:cs="Calibri"/>
      <w:kern w:val="0"/>
      <w:sz w:val="22"/>
      <w:szCs w:val="22"/>
      <w:lang w:eastAsia="pt-BR"/>
    </w:rPr>
  </w:style>
  <w:style w:type="paragraph" w:styleId="Sumrio3">
    <w:name w:val="toc 3"/>
    <w:basedOn w:val="Normal"/>
    <w:next w:val="Normal"/>
    <w:autoRedefine/>
    <w:uiPriority w:val="39"/>
    <w:rsid w:val="00D41FC0"/>
    <w:pPr>
      <w:tabs>
        <w:tab w:val="right" w:leader="dot" w:pos="9061"/>
      </w:tabs>
      <w:suppressAutoHyphens w:val="0"/>
      <w:autoSpaceDE/>
      <w:spacing w:after="100" w:line="276" w:lineRule="auto"/>
      <w:ind w:left="440" w:hanging="440"/>
    </w:pPr>
    <w:rPr>
      <w:noProof/>
      <w:kern w:val="0"/>
      <w:lang w:eastAsia="pt-BR"/>
    </w:rPr>
  </w:style>
  <w:style w:type="paragraph" w:styleId="PargrafodaLista">
    <w:name w:val="List Paragraph"/>
    <w:basedOn w:val="Normal"/>
    <w:uiPriority w:val="34"/>
    <w:qFormat/>
    <w:rsid w:val="00E34BBE"/>
    <w:pPr>
      <w:ind w:left="720"/>
    </w:pPr>
  </w:style>
  <w:style w:type="paragraph" w:styleId="Corpodetexto">
    <w:name w:val="Body Text"/>
    <w:basedOn w:val="Normal"/>
    <w:link w:val="CorpodetextoChar"/>
    <w:uiPriority w:val="99"/>
    <w:rsid w:val="00E34BBE"/>
    <w:pPr>
      <w:suppressAutoHyphens w:val="0"/>
      <w:autoSpaceDE/>
      <w:spacing w:line="360" w:lineRule="auto"/>
      <w:jc w:val="both"/>
    </w:pPr>
    <w:rPr>
      <w:kern w:val="0"/>
      <w:sz w:val="20"/>
      <w:szCs w:val="20"/>
      <w:lang w:eastAsia="pt-BR"/>
    </w:rPr>
  </w:style>
  <w:style w:type="character" w:customStyle="1" w:styleId="CorpodetextoChar">
    <w:name w:val="Corpo de texto Char"/>
    <w:link w:val="Corpodetexto"/>
    <w:uiPriority w:val="99"/>
    <w:locked/>
    <w:rsid w:val="00E34BBE"/>
    <w:rPr>
      <w:rFonts w:ascii="Arial" w:hAnsi="Arial" w:cs="Arial"/>
      <w:sz w:val="20"/>
      <w:szCs w:val="20"/>
      <w:lang w:eastAsia="pt-BR"/>
    </w:rPr>
  </w:style>
  <w:style w:type="paragraph" w:styleId="Corpodetexto2">
    <w:name w:val="Body Text 2"/>
    <w:basedOn w:val="Normal"/>
    <w:link w:val="Corpodetexto2Char"/>
    <w:uiPriority w:val="99"/>
    <w:rsid w:val="00E34BBE"/>
    <w:pPr>
      <w:suppressAutoHyphens w:val="0"/>
      <w:autoSpaceDE/>
      <w:jc w:val="both"/>
    </w:pPr>
    <w:rPr>
      <w:b/>
      <w:bCs/>
      <w:color w:val="FF0000"/>
      <w:kern w:val="0"/>
      <w:lang w:eastAsia="pt-BR"/>
    </w:rPr>
  </w:style>
  <w:style w:type="character" w:customStyle="1" w:styleId="Corpodetexto2Char">
    <w:name w:val="Corpo de texto 2 Char"/>
    <w:link w:val="Corpodetexto2"/>
    <w:uiPriority w:val="99"/>
    <w:locked/>
    <w:rsid w:val="00E34BBE"/>
    <w:rPr>
      <w:rFonts w:ascii="Times New Roman" w:hAnsi="Times New Roman" w:cs="Times New Roman"/>
      <w:b/>
      <w:bCs/>
      <w:color w:val="FF0000"/>
      <w:sz w:val="20"/>
      <w:szCs w:val="20"/>
      <w:lang w:eastAsia="pt-BR"/>
    </w:rPr>
  </w:style>
  <w:style w:type="paragraph" w:customStyle="1" w:styleId="CPLPadraoNegrito">
    <w:name w:val="CPL_Padrao_Negrito"/>
    <w:uiPriority w:val="99"/>
    <w:rsid w:val="00E34BBE"/>
    <w:pPr>
      <w:suppressAutoHyphens/>
      <w:spacing w:after="283"/>
      <w:jc w:val="both"/>
    </w:pPr>
    <w:rPr>
      <w:rFonts w:ascii="Arial" w:eastAsia="SimSun" w:hAnsi="Arial" w:cs="Arial"/>
      <w:b/>
      <w:bCs/>
      <w:kern w:val="1"/>
      <w:sz w:val="24"/>
      <w:szCs w:val="24"/>
      <w:lang w:eastAsia="hi-IN" w:bidi="hi-IN"/>
    </w:rPr>
  </w:style>
  <w:style w:type="paragraph" w:styleId="Recuodecorpodetexto">
    <w:name w:val="Body Text Indent"/>
    <w:basedOn w:val="Normal"/>
    <w:link w:val="RecuodecorpodetextoChar"/>
    <w:uiPriority w:val="99"/>
    <w:rsid w:val="00E34BBE"/>
    <w:pPr>
      <w:spacing w:after="120"/>
      <w:ind w:left="283"/>
    </w:pPr>
  </w:style>
  <w:style w:type="character" w:customStyle="1" w:styleId="RecuodecorpodetextoChar">
    <w:name w:val="Recuo de corpo de texto Char"/>
    <w:link w:val="Recuodecorpodetexto"/>
    <w:uiPriority w:val="99"/>
    <w:locked/>
    <w:rsid w:val="00E34BBE"/>
    <w:rPr>
      <w:rFonts w:ascii="Arial" w:hAnsi="Arial" w:cs="Arial"/>
      <w:kern w:val="1"/>
      <w:sz w:val="20"/>
      <w:szCs w:val="20"/>
      <w:lang w:eastAsia="ar-SA" w:bidi="ar-SA"/>
    </w:rPr>
  </w:style>
  <w:style w:type="paragraph" w:styleId="NormalWeb">
    <w:name w:val="Normal (Web)"/>
    <w:basedOn w:val="Normal"/>
    <w:uiPriority w:val="99"/>
    <w:rsid w:val="00E34BBE"/>
    <w:pPr>
      <w:suppressAutoHyphens w:val="0"/>
      <w:autoSpaceDE/>
      <w:spacing w:before="100" w:beforeAutospacing="1"/>
      <w:jc w:val="both"/>
    </w:pPr>
    <w:rPr>
      <w:color w:val="000000"/>
      <w:kern w:val="0"/>
      <w:lang w:eastAsia="pt-BR"/>
    </w:rPr>
  </w:style>
  <w:style w:type="paragraph" w:customStyle="1" w:styleId="western">
    <w:name w:val="western"/>
    <w:basedOn w:val="Normal"/>
    <w:uiPriority w:val="99"/>
    <w:rsid w:val="00E34BBE"/>
    <w:pPr>
      <w:suppressAutoHyphens w:val="0"/>
      <w:autoSpaceDE/>
      <w:spacing w:before="100" w:beforeAutospacing="1"/>
      <w:jc w:val="both"/>
    </w:pPr>
    <w:rPr>
      <w:color w:val="000000"/>
      <w:kern w:val="0"/>
      <w:lang w:eastAsia="pt-BR"/>
    </w:rPr>
  </w:style>
  <w:style w:type="paragraph" w:customStyle="1" w:styleId="western1">
    <w:name w:val="western1"/>
    <w:basedOn w:val="Normal"/>
    <w:uiPriority w:val="99"/>
    <w:rsid w:val="00E34BBE"/>
    <w:pPr>
      <w:suppressAutoHyphens w:val="0"/>
      <w:autoSpaceDE/>
      <w:spacing w:before="100" w:beforeAutospacing="1"/>
    </w:pPr>
    <w:rPr>
      <w:color w:val="000000"/>
      <w:kern w:val="0"/>
      <w:lang w:eastAsia="pt-BR"/>
    </w:rPr>
  </w:style>
  <w:style w:type="character" w:styleId="Forte">
    <w:name w:val="Strong"/>
    <w:uiPriority w:val="99"/>
    <w:qFormat/>
    <w:rsid w:val="00E34BBE"/>
    <w:rPr>
      <w:rFonts w:ascii="Times New Roman" w:hAnsi="Times New Roman" w:cs="Times New Roman"/>
      <w:b/>
      <w:bCs/>
    </w:rPr>
  </w:style>
  <w:style w:type="paragraph" w:customStyle="1" w:styleId="texto1">
    <w:name w:val="texto1"/>
    <w:basedOn w:val="Normal"/>
    <w:rsid w:val="00140A52"/>
    <w:pPr>
      <w:suppressAutoHyphens w:val="0"/>
      <w:autoSpaceDE/>
      <w:spacing w:before="100" w:beforeAutospacing="1" w:after="100" w:afterAutospacing="1"/>
    </w:pPr>
    <w:rPr>
      <w:rFonts w:ascii="Times New Roman" w:hAnsi="Times New Roman" w:cs="Times New Roman"/>
      <w:kern w:val="0"/>
      <w:lang w:eastAsia="pt-BR"/>
    </w:rPr>
  </w:style>
  <w:style w:type="character" w:styleId="HiperlinkVisitado">
    <w:name w:val="FollowedHyperlink"/>
    <w:uiPriority w:val="99"/>
    <w:semiHidden/>
    <w:unhideWhenUsed/>
    <w:rsid w:val="00480C02"/>
    <w:rPr>
      <w:rFonts w:cs="Times New Roman"/>
      <w:color w:val="800080"/>
      <w:u w:val="single"/>
    </w:rPr>
  </w:style>
  <w:style w:type="character" w:styleId="TextodoEspaoReservado">
    <w:name w:val="Placeholder Text"/>
    <w:uiPriority w:val="99"/>
    <w:semiHidden/>
    <w:rsid w:val="002A48ED"/>
    <w:rPr>
      <w:rFonts w:cs="Times New Roman"/>
      <w:color w:val="808080"/>
    </w:rPr>
  </w:style>
  <w:style w:type="table" w:customStyle="1" w:styleId="siad">
    <w:name w:val="siad"/>
    <w:uiPriority w:val="99"/>
    <w:rsid w:val="0023346C"/>
    <w:pPr>
      <w:spacing w:after="200" w:line="276" w:lineRule="auto"/>
    </w:pPr>
    <w:rPr>
      <w:rFonts w:ascii="Arial" w:hAnsi="Arial" w:cs="Arial"/>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80" w:type="dxa"/>
        <w:left w:w="80" w:type="dxa"/>
        <w:bottom w:w="80" w:type="dxa"/>
        <w:right w:w="80" w:type="dxa"/>
      </w:tblCellMar>
    </w:tblPr>
  </w:style>
  <w:style w:type="character" w:styleId="nfase">
    <w:name w:val="Emphasis"/>
    <w:uiPriority w:val="20"/>
    <w:qFormat/>
    <w:rsid w:val="009E633E"/>
    <w:rPr>
      <w:rFonts w:cs="Times New Roman"/>
      <w:i/>
      <w:iCs/>
    </w:rPr>
  </w:style>
  <w:style w:type="character" w:styleId="Refdecomentrio">
    <w:name w:val="annotation reference"/>
    <w:uiPriority w:val="99"/>
    <w:semiHidden/>
    <w:unhideWhenUsed/>
    <w:rsid w:val="00C809A0"/>
    <w:rPr>
      <w:rFonts w:cs="Times New Roman"/>
      <w:sz w:val="16"/>
      <w:szCs w:val="16"/>
    </w:rPr>
  </w:style>
  <w:style w:type="paragraph" w:styleId="Textodecomentrio">
    <w:name w:val="annotation text"/>
    <w:basedOn w:val="Normal"/>
    <w:link w:val="TextodecomentrioChar"/>
    <w:uiPriority w:val="99"/>
    <w:semiHidden/>
    <w:unhideWhenUsed/>
    <w:rsid w:val="00C809A0"/>
    <w:rPr>
      <w:sz w:val="20"/>
      <w:szCs w:val="20"/>
    </w:rPr>
  </w:style>
  <w:style w:type="character" w:customStyle="1" w:styleId="TextodecomentrioChar">
    <w:name w:val="Texto de comentário Char"/>
    <w:link w:val="Textodecomentrio"/>
    <w:uiPriority w:val="99"/>
    <w:semiHidden/>
    <w:locked/>
    <w:rsid w:val="00C809A0"/>
    <w:rPr>
      <w:rFonts w:ascii="Arial" w:hAnsi="Arial" w:cs="Arial"/>
      <w:kern w:val="1"/>
      <w:lang w:eastAsia="ar-SA" w:bidi="ar-SA"/>
    </w:rPr>
  </w:style>
  <w:style w:type="paragraph" w:customStyle="1" w:styleId="itens">
    <w:name w:val="itens"/>
    <w:basedOn w:val="Normal"/>
    <w:rsid w:val="00C24E41"/>
    <w:pPr>
      <w:numPr>
        <w:ilvl w:val="1"/>
        <w:numId w:val="43"/>
      </w:numPr>
      <w:autoSpaceDE/>
      <w:spacing w:line="360" w:lineRule="auto"/>
      <w:jc w:val="both"/>
    </w:pPr>
    <w:rPr>
      <w:rFonts w:ascii="Century Gothic" w:hAnsi="Century Gothic" w:cs="Times New Roman"/>
      <w:kern w:val="0"/>
      <w:sz w:val="22"/>
    </w:rPr>
  </w:style>
  <w:style w:type="paragraph" w:customStyle="1" w:styleId="itemletra">
    <w:name w:val="item letra"/>
    <w:basedOn w:val="Normal"/>
    <w:rsid w:val="00C24E41"/>
    <w:pPr>
      <w:numPr>
        <w:ilvl w:val="1"/>
        <w:numId w:val="41"/>
      </w:numPr>
      <w:tabs>
        <w:tab w:val="num" w:pos="1701"/>
      </w:tabs>
      <w:autoSpaceDE/>
      <w:spacing w:line="360" w:lineRule="auto"/>
      <w:ind w:left="1701" w:hanging="567"/>
      <w:jc w:val="both"/>
    </w:pPr>
    <w:rPr>
      <w:rFonts w:ascii="Century Gothic" w:hAnsi="Century Gothic" w:cs="Times New Roman"/>
      <w:kern w:val="0"/>
      <w:sz w:val="22"/>
    </w:rPr>
  </w:style>
  <w:style w:type="table" w:styleId="Tabelacomgrade">
    <w:name w:val="Table Grid"/>
    <w:basedOn w:val="Tabelanormal"/>
    <w:uiPriority w:val="39"/>
    <w:rsid w:val="00C24E41"/>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next w:val="Normal"/>
    <w:link w:val="TtuloChar"/>
    <w:uiPriority w:val="10"/>
    <w:qFormat/>
    <w:rsid w:val="00C24E41"/>
    <w:pPr>
      <w:autoSpaceDE/>
      <w:contextualSpacing/>
    </w:pPr>
    <w:rPr>
      <w:rFonts w:ascii="Cambria" w:hAnsi="Cambria" w:cs="Times New Roman"/>
      <w:spacing w:val="-10"/>
      <w:kern w:val="28"/>
      <w:sz w:val="56"/>
      <w:szCs w:val="56"/>
    </w:rPr>
  </w:style>
  <w:style w:type="character" w:customStyle="1" w:styleId="TtuloChar">
    <w:name w:val="Título Char"/>
    <w:link w:val="Ttulo"/>
    <w:uiPriority w:val="10"/>
    <w:locked/>
    <w:rsid w:val="00C24E41"/>
    <w:rPr>
      <w:rFonts w:ascii="Cambria" w:eastAsia="Times New Roman" w:hAnsi="Cambria" w:cs="Times New Roman"/>
      <w:spacing w:val="-10"/>
      <w:kern w:val="28"/>
      <w:sz w:val="56"/>
      <w:szCs w:val="56"/>
      <w:lang w:eastAsia="ar-SA" w:bidi="ar-SA"/>
    </w:rPr>
  </w:style>
</w:styles>
</file>

<file path=word/webSettings.xml><?xml version="1.0" encoding="utf-8"?>
<w:webSettings xmlns:r="http://schemas.openxmlformats.org/officeDocument/2006/relationships" xmlns:w="http://schemas.openxmlformats.org/wordprocessingml/2006/main">
  <w:divs>
    <w:div w:id="522551272">
      <w:marLeft w:val="0"/>
      <w:marRight w:val="0"/>
      <w:marTop w:val="0"/>
      <w:marBottom w:val="0"/>
      <w:divBdr>
        <w:top w:val="none" w:sz="0" w:space="0" w:color="auto"/>
        <w:left w:val="none" w:sz="0" w:space="0" w:color="auto"/>
        <w:bottom w:val="none" w:sz="0" w:space="0" w:color="auto"/>
        <w:right w:val="none" w:sz="0" w:space="0" w:color="auto"/>
      </w:divBdr>
    </w:div>
    <w:div w:id="522551273">
      <w:marLeft w:val="0"/>
      <w:marRight w:val="0"/>
      <w:marTop w:val="0"/>
      <w:marBottom w:val="0"/>
      <w:divBdr>
        <w:top w:val="none" w:sz="0" w:space="0" w:color="auto"/>
        <w:left w:val="none" w:sz="0" w:space="0" w:color="auto"/>
        <w:bottom w:val="none" w:sz="0" w:space="0" w:color="auto"/>
        <w:right w:val="none" w:sz="0" w:space="0" w:color="auto"/>
      </w:divBdr>
    </w:div>
    <w:div w:id="522551274">
      <w:marLeft w:val="0"/>
      <w:marRight w:val="0"/>
      <w:marTop w:val="0"/>
      <w:marBottom w:val="0"/>
      <w:divBdr>
        <w:top w:val="none" w:sz="0" w:space="0" w:color="auto"/>
        <w:left w:val="none" w:sz="0" w:space="0" w:color="auto"/>
        <w:bottom w:val="none" w:sz="0" w:space="0" w:color="auto"/>
        <w:right w:val="none" w:sz="0" w:space="0" w:color="auto"/>
      </w:divBdr>
    </w:div>
    <w:div w:id="522551275">
      <w:marLeft w:val="0"/>
      <w:marRight w:val="0"/>
      <w:marTop w:val="0"/>
      <w:marBottom w:val="0"/>
      <w:divBdr>
        <w:top w:val="none" w:sz="0" w:space="0" w:color="auto"/>
        <w:left w:val="none" w:sz="0" w:space="0" w:color="auto"/>
        <w:bottom w:val="none" w:sz="0" w:space="0" w:color="auto"/>
        <w:right w:val="none" w:sz="0" w:space="0" w:color="auto"/>
      </w:divBdr>
    </w:div>
    <w:div w:id="522551276">
      <w:marLeft w:val="0"/>
      <w:marRight w:val="0"/>
      <w:marTop w:val="0"/>
      <w:marBottom w:val="0"/>
      <w:divBdr>
        <w:top w:val="none" w:sz="0" w:space="0" w:color="auto"/>
        <w:left w:val="none" w:sz="0" w:space="0" w:color="auto"/>
        <w:bottom w:val="none" w:sz="0" w:space="0" w:color="auto"/>
        <w:right w:val="none" w:sz="0" w:space="0" w:color="auto"/>
      </w:divBdr>
    </w:div>
    <w:div w:id="522551277">
      <w:marLeft w:val="0"/>
      <w:marRight w:val="0"/>
      <w:marTop w:val="0"/>
      <w:marBottom w:val="0"/>
      <w:divBdr>
        <w:top w:val="none" w:sz="0" w:space="0" w:color="auto"/>
        <w:left w:val="none" w:sz="0" w:space="0" w:color="auto"/>
        <w:bottom w:val="none" w:sz="0" w:space="0" w:color="auto"/>
        <w:right w:val="none" w:sz="0" w:space="0" w:color="auto"/>
      </w:divBdr>
    </w:div>
    <w:div w:id="522551278">
      <w:marLeft w:val="0"/>
      <w:marRight w:val="0"/>
      <w:marTop w:val="0"/>
      <w:marBottom w:val="0"/>
      <w:divBdr>
        <w:top w:val="none" w:sz="0" w:space="0" w:color="auto"/>
        <w:left w:val="none" w:sz="0" w:space="0" w:color="auto"/>
        <w:bottom w:val="none" w:sz="0" w:space="0" w:color="auto"/>
        <w:right w:val="none" w:sz="0" w:space="0" w:color="auto"/>
      </w:divBdr>
    </w:div>
    <w:div w:id="5225512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pmg.mp.br" TargetMode="External"/><Relationship Id="rId18" Type="http://schemas.openxmlformats.org/officeDocument/2006/relationships/hyperlink" Target="http://www.mpmg.mp.b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gcl@mpmg.mp.br" TargetMode="External"/><Relationship Id="rId7" Type="http://schemas.openxmlformats.org/officeDocument/2006/relationships/settings" Target="settings.xml"/><Relationship Id="rId12" Type="http://schemas.openxmlformats.org/officeDocument/2006/relationships/hyperlink" Target="http://www.compras.mg.gov.br" TargetMode="External"/><Relationship Id="rId17" Type="http://schemas.openxmlformats.org/officeDocument/2006/relationships/hyperlink" Target="http://www.compras.mg.gov.b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pmg.mp.br" TargetMode="External"/><Relationship Id="rId20" Type="http://schemas.openxmlformats.org/officeDocument/2006/relationships/hyperlink" Target="http://www.mpmg.mp.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mg.gov.br" TargetMode="External"/><Relationship Id="rId24" Type="http://schemas.openxmlformats.org/officeDocument/2006/relationships/hyperlink" Target="mailto:mpinheiro@mpmg.mp.br" TargetMode="External"/><Relationship Id="rId5" Type="http://schemas.openxmlformats.org/officeDocument/2006/relationships/numbering" Target="numbering.xml"/><Relationship Id="rId15" Type="http://schemas.openxmlformats.org/officeDocument/2006/relationships/hyperlink" Target="mailto:cadastro.fornecedores@planejamento.mg.gov.br" TargetMode="External"/><Relationship Id="rId23" Type="http://schemas.openxmlformats.org/officeDocument/2006/relationships/hyperlink" Target="http://www.compras.mg.gov.b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ompras.mg.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mg.gov.br" TargetMode="External"/><Relationship Id="rId22" Type="http://schemas.openxmlformats.org/officeDocument/2006/relationships/hyperlink" Target="http://www.mpmg.mp.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dya\Downloads\EDITAL%20SERVI&#199;OS%20-%20CONTRATO%20-%202021%20(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766810F3571A045AFE15E5668B16395" ma:contentTypeVersion="12" ma:contentTypeDescription="Crie um novo documento." ma:contentTypeScope="" ma:versionID="92a54f8bdf2613f29ed5dfe1735421eb">
  <xsd:schema xmlns:xsd="http://www.w3.org/2001/XMLSchema" xmlns:xs="http://www.w3.org/2001/XMLSchema" xmlns:p="http://schemas.microsoft.com/office/2006/metadata/properties" xmlns:ns2="1eb315a1-fd1d-4c46-bc29-5324cfd31550" xmlns:ns3="040f40de-0951-4de2-aa99-b1ea904a966c" targetNamespace="http://schemas.microsoft.com/office/2006/metadata/properties" ma:root="true" ma:fieldsID="4867d88ea3bfcdac79e0acfb0c6c4797" ns2:_="" ns3:_="">
    <xsd:import namespace="1eb315a1-fd1d-4c46-bc29-5324cfd31550"/>
    <xsd:import namespace="040f40de-0951-4de2-aa99-b1ea904a96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b315a1-fd1d-4c46-bc29-5324cfd315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Flow_SignoffStatus" ma:index="19"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0f40de-0951-4de2-aa99-b1ea904a966c"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Flow_SignoffStatus xmlns="1eb315a1-fd1d-4c46-bc29-5324cfd31550" xsi:nil="true"/>
  </documentManagement>
</p:properties>
</file>

<file path=customXml/itemProps1.xml><?xml version="1.0" encoding="utf-8"?>
<ds:datastoreItem xmlns:ds="http://schemas.openxmlformats.org/officeDocument/2006/customXml" ds:itemID="{5D626C93-B2BB-49E5-BCF0-1E20CB5E3972}">
  <ds:schemaRefs>
    <ds:schemaRef ds:uri="http://schemas.openxmlformats.org/officeDocument/2006/bibliography"/>
  </ds:schemaRefs>
</ds:datastoreItem>
</file>

<file path=customXml/itemProps2.xml><?xml version="1.0" encoding="utf-8"?>
<ds:datastoreItem xmlns:ds="http://schemas.openxmlformats.org/officeDocument/2006/customXml" ds:itemID="{49E256C1-C2BE-4DC0-B691-212BF22BD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b315a1-fd1d-4c46-bc29-5324cfd31550"/>
    <ds:schemaRef ds:uri="040f40de-0951-4de2-aa99-b1ea904a96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6E1D0-2647-434B-A8A5-0FFBA26403BB}">
  <ds:schemaRefs>
    <ds:schemaRef ds:uri="http://schemas.microsoft.com/sharepoint/v3/contenttype/forms"/>
  </ds:schemaRefs>
</ds:datastoreItem>
</file>

<file path=customXml/itemProps4.xml><?xml version="1.0" encoding="utf-8"?>
<ds:datastoreItem xmlns:ds="http://schemas.openxmlformats.org/officeDocument/2006/customXml" ds:itemID="{2F868F73-5972-4E96-BA17-313EE78C3EC9}">
  <ds:schemaRefs>
    <ds:schemaRef ds:uri="http://schemas.microsoft.com/office/2006/metadata/properties"/>
    <ds:schemaRef ds:uri="1eb315a1-fd1d-4c46-bc29-5324cfd31550"/>
  </ds:schemaRefs>
</ds:datastoreItem>
</file>

<file path=docProps/app.xml><?xml version="1.0" encoding="utf-8"?>
<Properties xmlns="http://schemas.openxmlformats.org/officeDocument/2006/extended-properties" xmlns:vt="http://schemas.openxmlformats.org/officeDocument/2006/docPropsVTypes">
  <Template>EDITAL SERVIÇOS - CONTRATO - 2021 (3)</Template>
  <TotalTime>8</TotalTime>
  <Pages>57</Pages>
  <Words>16508</Words>
  <Characters>89145</Characters>
  <Application>Microsoft Office Word</Application>
  <DocSecurity>0</DocSecurity>
  <Lines>742</Lines>
  <Paragraphs>210</Paragraphs>
  <ScaleCrop>false</ScaleCrop>
  <HeadingPairs>
    <vt:vector size="2" baseType="variant">
      <vt:variant>
        <vt:lpstr>Título</vt:lpstr>
      </vt:variant>
      <vt:variant>
        <vt:i4>1</vt:i4>
      </vt:variant>
    </vt:vector>
  </HeadingPairs>
  <TitlesOfParts>
    <vt:vector size="1" baseType="lpstr">
      <vt:lpstr/>
    </vt:vector>
  </TitlesOfParts>
  <Company>Ministério Público do Estado de Minas Gerais - MPMG</Company>
  <LinksUpToDate>false</LinksUpToDate>
  <CharactersWithSpaces>105443</CharactersWithSpaces>
  <SharedDoc>false</SharedDoc>
  <HLinks>
    <vt:vector size="222" baseType="variant">
      <vt:variant>
        <vt:i4>3407959</vt:i4>
      </vt:variant>
      <vt:variant>
        <vt:i4>180</vt:i4>
      </vt:variant>
      <vt:variant>
        <vt:i4>0</vt:i4>
      </vt:variant>
      <vt:variant>
        <vt:i4>5</vt:i4>
      </vt:variant>
      <vt:variant>
        <vt:lpwstr>mailto:mpinheiro@mpmg.mp.br</vt:lpwstr>
      </vt:variant>
      <vt:variant>
        <vt:lpwstr/>
      </vt:variant>
      <vt:variant>
        <vt:i4>5505044</vt:i4>
      </vt:variant>
      <vt:variant>
        <vt:i4>177</vt:i4>
      </vt:variant>
      <vt:variant>
        <vt:i4>0</vt:i4>
      </vt:variant>
      <vt:variant>
        <vt:i4>5</vt:i4>
      </vt:variant>
      <vt:variant>
        <vt:lpwstr>http://www.compras.mg.gov.br/</vt:lpwstr>
      </vt:variant>
      <vt:variant>
        <vt:lpwstr/>
      </vt:variant>
      <vt:variant>
        <vt:i4>3670134</vt:i4>
      </vt:variant>
      <vt:variant>
        <vt:i4>174</vt:i4>
      </vt:variant>
      <vt:variant>
        <vt:i4>0</vt:i4>
      </vt:variant>
      <vt:variant>
        <vt:i4>5</vt:i4>
      </vt:variant>
      <vt:variant>
        <vt:lpwstr>http://www.mpmg.mp.br/</vt:lpwstr>
      </vt:variant>
      <vt:variant>
        <vt:lpwstr/>
      </vt:variant>
      <vt:variant>
        <vt:i4>196733</vt:i4>
      </vt:variant>
      <vt:variant>
        <vt:i4>171</vt:i4>
      </vt:variant>
      <vt:variant>
        <vt:i4>0</vt:i4>
      </vt:variant>
      <vt:variant>
        <vt:i4>5</vt:i4>
      </vt:variant>
      <vt:variant>
        <vt:lpwstr>mailto:dgcl@mpmg.mp.br</vt:lpwstr>
      </vt:variant>
      <vt:variant>
        <vt:lpwstr/>
      </vt:variant>
      <vt:variant>
        <vt:i4>3670134</vt:i4>
      </vt:variant>
      <vt:variant>
        <vt:i4>168</vt:i4>
      </vt:variant>
      <vt:variant>
        <vt:i4>0</vt:i4>
      </vt:variant>
      <vt:variant>
        <vt:i4>5</vt:i4>
      </vt:variant>
      <vt:variant>
        <vt:lpwstr>http://www.mpmg.mp.br/</vt:lpwstr>
      </vt:variant>
      <vt:variant>
        <vt:lpwstr/>
      </vt:variant>
      <vt:variant>
        <vt:i4>5505044</vt:i4>
      </vt:variant>
      <vt:variant>
        <vt:i4>165</vt:i4>
      </vt:variant>
      <vt:variant>
        <vt:i4>0</vt:i4>
      </vt:variant>
      <vt:variant>
        <vt:i4>5</vt:i4>
      </vt:variant>
      <vt:variant>
        <vt:lpwstr>http://www.compras.mg.gov.br/</vt:lpwstr>
      </vt:variant>
      <vt:variant>
        <vt:lpwstr/>
      </vt:variant>
      <vt:variant>
        <vt:i4>3670134</vt:i4>
      </vt:variant>
      <vt:variant>
        <vt:i4>162</vt:i4>
      </vt:variant>
      <vt:variant>
        <vt:i4>0</vt:i4>
      </vt:variant>
      <vt:variant>
        <vt:i4>5</vt:i4>
      </vt:variant>
      <vt:variant>
        <vt:lpwstr>http://www.mpmg.mp.br/</vt:lpwstr>
      </vt:variant>
      <vt:variant>
        <vt:lpwstr/>
      </vt:variant>
      <vt:variant>
        <vt:i4>5505044</vt:i4>
      </vt:variant>
      <vt:variant>
        <vt:i4>159</vt:i4>
      </vt:variant>
      <vt:variant>
        <vt:i4>0</vt:i4>
      </vt:variant>
      <vt:variant>
        <vt:i4>5</vt:i4>
      </vt:variant>
      <vt:variant>
        <vt:lpwstr>http://www.compras.mg.gov.br/</vt:lpwstr>
      </vt:variant>
      <vt:variant>
        <vt:lpwstr/>
      </vt:variant>
      <vt:variant>
        <vt:i4>3670134</vt:i4>
      </vt:variant>
      <vt:variant>
        <vt:i4>156</vt:i4>
      </vt:variant>
      <vt:variant>
        <vt:i4>0</vt:i4>
      </vt:variant>
      <vt:variant>
        <vt:i4>5</vt:i4>
      </vt:variant>
      <vt:variant>
        <vt:lpwstr>http://www.mpmg.mp.br/</vt:lpwstr>
      </vt:variant>
      <vt:variant>
        <vt:lpwstr/>
      </vt:variant>
      <vt:variant>
        <vt:i4>7536649</vt:i4>
      </vt:variant>
      <vt:variant>
        <vt:i4>153</vt:i4>
      </vt:variant>
      <vt:variant>
        <vt:i4>0</vt:i4>
      </vt:variant>
      <vt:variant>
        <vt:i4>5</vt:i4>
      </vt:variant>
      <vt:variant>
        <vt:lpwstr>mailto:cadastro.fornecedores@planejamento.mg.gov.br</vt:lpwstr>
      </vt:variant>
      <vt:variant>
        <vt:lpwstr/>
      </vt:variant>
      <vt:variant>
        <vt:i4>5505044</vt:i4>
      </vt:variant>
      <vt:variant>
        <vt:i4>150</vt:i4>
      </vt:variant>
      <vt:variant>
        <vt:i4>0</vt:i4>
      </vt:variant>
      <vt:variant>
        <vt:i4>5</vt:i4>
      </vt:variant>
      <vt:variant>
        <vt:lpwstr>http://www.compras.mg.gov.br/</vt:lpwstr>
      </vt:variant>
      <vt:variant>
        <vt:lpwstr/>
      </vt:variant>
      <vt:variant>
        <vt:i4>3670134</vt:i4>
      </vt:variant>
      <vt:variant>
        <vt:i4>147</vt:i4>
      </vt:variant>
      <vt:variant>
        <vt:i4>0</vt:i4>
      </vt:variant>
      <vt:variant>
        <vt:i4>5</vt:i4>
      </vt:variant>
      <vt:variant>
        <vt:lpwstr>http://www.mpmg.mp.br/</vt:lpwstr>
      </vt:variant>
      <vt:variant>
        <vt:lpwstr/>
      </vt:variant>
      <vt:variant>
        <vt:i4>5505044</vt:i4>
      </vt:variant>
      <vt:variant>
        <vt:i4>144</vt:i4>
      </vt:variant>
      <vt:variant>
        <vt:i4>0</vt:i4>
      </vt:variant>
      <vt:variant>
        <vt:i4>5</vt:i4>
      </vt:variant>
      <vt:variant>
        <vt:lpwstr>http://www.compras.mg.gov.br/</vt:lpwstr>
      </vt:variant>
      <vt:variant>
        <vt:lpwstr/>
      </vt:variant>
      <vt:variant>
        <vt:i4>1441840</vt:i4>
      </vt:variant>
      <vt:variant>
        <vt:i4>137</vt:i4>
      </vt:variant>
      <vt:variant>
        <vt:i4>0</vt:i4>
      </vt:variant>
      <vt:variant>
        <vt:i4>5</vt:i4>
      </vt:variant>
      <vt:variant>
        <vt:lpwstr/>
      </vt:variant>
      <vt:variant>
        <vt:lpwstr>_Toc99971916</vt:lpwstr>
      </vt:variant>
      <vt:variant>
        <vt:i4>1376304</vt:i4>
      </vt:variant>
      <vt:variant>
        <vt:i4>131</vt:i4>
      </vt:variant>
      <vt:variant>
        <vt:i4>0</vt:i4>
      </vt:variant>
      <vt:variant>
        <vt:i4>5</vt:i4>
      </vt:variant>
      <vt:variant>
        <vt:lpwstr/>
      </vt:variant>
      <vt:variant>
        <vt:lpwstr>_Toc99971915</vt:lpwstr>
      </vt:variant>
      <vt:variant>
        <vt:i4>1310768</vt:i4>
      </vt:variant>
      <vt:variant>
        <vt:i4>125</vt:i4>
      </vt:variant>
      <vt:variant>
        <vt:i4>0</vt:i4>
      </vt:variant>
      <vt:variant>
        <vt:i4>5</vt:i4>
      </vt:variant>
      <vt:variant>
        <vt:lpwstr/>
      </vt:variant>
      <vt:variant>
        <vt:lpwstr>_Toc99971914</vt:lpwstr>
      </vt:variant>
      <vt:variant>
        <vt:i4>1245232</vt:i4>
      </vt:variant>
      <vt:variant>
        <vt:i4>119</vt:i4>
      </vt:variant>
      <vt:variant>
        <vt:i4>0</vt:i4>
      </vt:variant>
      <vt:variant>
        <vt:i4>5</vt:i4>
      </vt:variant>
      <vt:variant>
        <vt:lpwstr/>
      </vt:variant>
      <vt:variant>
        <vt:lpwstr>_Toc99971913</vt:lpwstr>
      </vt:variant>
      <vt:variant>
        <vt:i4>1179696</vt:i4>
      </vt:variant>
      <vt:variant>
        <vt:i4>113</vt:i4>
      </vt:variant>
      <vt:variant>
        <vt:i4>0</vt:i4>
      </vt:variant>
      <vt:variant>
        <vt:i4>5</vt:i4>
      </vt:variant>
      <vt:variant>
        <vt:lpwstr/>
      </vt:variant>
      <vt:variant>
        <vt:lpwstr>_Toc99971912</vt:lpwstr>
      </vt:variant>
      <vt:variant>
        <vt:i4>1114160</vt:i4>
      </vt:variant>
      <vt:variant>
        <vt:i4>107</vt:i4>
      </vt:variant>
      <vt:variant>
        <vt:i4>0</vt:i4>
      </vt:variant>
      <vt:variant>
        <vt:i4>5</vt:i4>
      </vt:variant>
      <vt:variant>
        <vt:lpwstr/>
      </vt:variant>
      <vt:variant>
        <vt:lpwstr>_Toc99971911</vt:lpwstr>
      </vt:variant>
      <vt:variant>
        <vt:i4>1048624</vt:i4>
      </vt:variant>
      <vt:variant>
        <vt:i4>101</vt:i4>
      </vt:variant>
      <vt:variant>
        <vt:i4>0</vt:i4>
      </vt:variant>
      <vt:variant>
        <vt:i4>5</vt:i4>
      </vt:variant>
      <vt:variant>
        <vt:lpwstr/>
      </vt:variant>
      <vt:variant>
        <vt:lpwstr>_Toc99971910</vt:lpwstr>
      </vt:variant>
      <vt:variant>
        <vt:i4>1638449</vt:i4>
      </vt:variant>
      <vt:variant>
        <vt:i4>95</vt:i4>
      </vt:variant>
      <vt:variant>
        <vt:i4>0</vt:i4>
      </vt:variant>
      <vt:variant>
        <vt:i4>5</vt:i4>
      </vt:variant>
      <vt:variant>
        <vt:lpwstr/>
      </vt:variant>
      <vt:variant>
        <vt:lpwstr>_Toc99971909</vt:lpwstr>
      </vt:variant>
      <vt:variant>
        <vt:i4>1572913</vt:i4>
      </vt:variant>
      <vt:variant>
        <vt:i4>89</vt:i4>
      </vt:variant>
      <vt:variant>
        <vt:i4>0</vt:i4>
      </vt:variant>
      <vt:variant>
        <vt:i4>5</vt:i4>
      </vt:variant>
      <vt:variant>
        <vt:lpwstr/>
      </vt:variant>
      <vt:variant>
        <vt:lpwstr>_Toc99971908</vt:lpwstr>
      </vt:variant>
      <vt:variant>
        <vt:i4>1507377</vt:i4>
      </vt:variant>
      <vt:variant>
        <vt:i4>83</vt:i4>
      </vt:variant>
      <vt:variant>
        <vt:i4>0</vt:i4>
      </vt:variant>
      <vt:variant>
        <vt:i4>5</vt:i4>
      </vt:variant>
      <vt:variant>
        <vt:lpwstr/>
      </vt:variant>
      <vt:variant>
        <vt:lpwstr>_Toc99971907</vt:lpwstr>
      </vt:variant>
      <vt:variant>
        <vt:i4>1441841</vt:i4>
      </vt:variant>
      <vt:variant>
        <vt:i4>77</vt:i4>
      </vt:variant>
      <vt:variant>
        <vt:i4>0</vt:i4>
      </vt:variant>
      <vt:variant>
        <vt:i4>5</vt:i4>
      </vt:variant>
      <vt:variant>
        <vt:lpwstr/>
      </vt:variant>
      <vt:variant>
        <vt:lpwstr>_Toc99971906</vt:lpwstr>
      </vt:variant>
      <vt:variant>
        <vt:i4>1376305</vt:i4>
      </vt:variant>
      <vt:variant>
        <vt:i4>71</vt:i4>
      </vt:variant>
      <vt:variant>
        <vt:i4>0</vt:i4>
      </vt:variant>
      <vt:variant>
        <vt:i4>5</vt:i4>
      </vt:variant>
      <vt:variant>
        <vt:lpwstr/>
      </vt:variant>
      <vt:variant>
        <vt:lpwstr>_Toc99971905</vt:lpwstr>
      </vt:variant>
      <vt:variant>
        <vt:i4>1310769</vt:i4>
      </vt:variant>
      <vt:variant>
        <vt:i4>65</vt:i4>
      </vt:variant>
      <vt:variant>
        <vt:i4>0</vt:i4>
      </vt:variant>
      <vt:variant>
        <vt:i4>5</vt:i4>
      </vt:variant>
      <vt:variant>
        <vt:lpwstr/>
      </vt:variant>
      <vt:variant>
        <vt:lpwstr>_Toc99971904</vt:lpwstr>
      </vt:variant>
      <vt:variant>
        <vt:i4>1245233</vt:i4>
      </vt:variant>
      <vt:variant>
        <vt:i4>59</vt:i4>
      </vt:variant>
      <vt:variant>
        <vt:i4>0</vt:i4>
      </vt:variant>
      <vt:variant>
        <vt:i4>5</vt:i4>
      </vt:variant>
      <vt:variant>
        <vt:lpwstr/>
      </vt:variant>
      <vt:variant>
        <vt:lpwstr>_Toc99971903</vt:lpwstr>
      </vt:variant>
      <vt:variant>
        <vt:i4>1179697</vt:i4>
      </vt:variant>
      <vt:variant>
        <vt:i4>53</vt:i4>
      </vt:variant>
      <vt:variant>
        <vt:i4>0</vt:i4>
      </vt:variant>
      <vt:variant>
        <vt:i4>5</vt:i4>
      </vt:variant>
      <vt:variant>
        <vt:lpwstr/>
      </vt:variant>
      <vt:variant>
        <vt:lpwstr>_Toc99971902</vt:lpwstr>
      </vt:variant>
      <vt:variant>
        <vt:i4>1114161</vt:i4>
      </vt:variant>
      <vt:variant>
        <vt:i4>47</vt:i4>
      </vt:variant>
      <vt:variant>
        <vt:i4>0</vt:i4>
      </vt:variant>
      <vt:variant>
        <vt:i4>5</vt:i4>
      </vt:variant>
      <vt:variant>
        <vt:lpwstr/>
      </vt:variant>
      <vt:variant>
        <vt:lpwstr>_Toc99971901</vt:lpwstr>
      </vt:variant>
      <vt:variant>
        <vt:i4>1048625</vt:i4>
      </vt:variant>
      <vt:variant>
        <vt:i4>41</vt:i4>
      </vt:variant>
      <vt:variant>
        <vt:i4>0</vt:i4>
      </vt:variant>
      <vt:variant>
        <vt:i4>5</vt:i4>
      </vt:variant>
      <vt:variant>
        <vt:lpwstr/>
      </vt:variant>
      <vt:variant>
        <vt:lpwstr>_Toc99971900</vt:lpwstr>
      </vt:variant>
      <vt:variant>
        <vt:i4>1572920</vt:i4>
      </vt:variant>
      <vt:variant>
        <vt:i4>35</vt:i4>
      </vt:variant>
      <vt:variant>
        <vt:i4>0</vt:i4>
      </vt:variant>
      <vt:variant>
        <vt:i4>5</vt:i4>
      </vt:variant>
      <vt:variant>
        <vt:lpwstr/>
      </vt:variant>
      <vt:variant>
        <vt:lpwstr>_Toc99971899</vt:lpwstr>
      </vt:variant>
      <vt:variant>
        <vt:i4>1638456</vt:i4>
      </vt:variant>
      <vt:variant>
        <vt:i4>29</vt:i4>
      </vt:variant>
      <vt:variant>
        <vt:i4>0</vt:i4>
      </vt:variant>
      <vt:variant>
        <vt:i4>5</vt:i4>
      </vt:variant>
      <vt:variant>
        <vt:lpwstr/>
      </vt:variant>
      <vt:variant>
        <vt:lpwstr>_Toc99971898</vt:lpwstr>
      </vt:variant>
      <vt:variant>
        <vt:i4>1441848</vt:i4>
      </vt:variant>
      <vt:variant>
        <vt:i4>23</vt:i4>
      </vt:variant>
      <vt:variant>
        <vt:i4>0</vt:i4>
      </vt:variant>
      <vt:variant>
        <vt:i4>5</vt:i4>
      </vt:variant>
      <vt:variant>
        <vt:lpwstr/>
      </vt:variant>
      <vt:variant>
        <vt:lpwstr>_Toc99971897</vt:lpwstr>
      </vt:variant>
      <vt:variant>
        <vt:i4>1507384</vt:i4>
      </vt:variant>
      <vt:variant>
        <vt:i4>17</vt:i4>
      </vt:variant>
      <vt:variant>
        <vt:i4>0</vt:i4>
      </vt:variant>
      <vt:variant>
        <vt:i4>5</vt:i4>
      </vt:variant>
      <vt:variant>
        <vt:lpwstr/>
      </vt:variant>
      <vt:variant>
        <vt:lpwstr>_Toc99971896</vt:lpwstr>
      </vt:variant>
      <vt:variant>
        <vt:i4>1310776</vt:i4>
      </vt:variant>
      <vt:variant>
        <vt:i4>11</vt:i4>
      </vt:variant>
      <vt:variant>
        <vt:i4>0</vt:i4>
      </vt:variant>
      <vt:variant>
        <vt:i4>5</vt:i4>
      </vt:variant>
      <vt:variant>
        <vt:lpwstr/>
      </vt:variant>
      <vt:variant>
        <vt:lpwstr>_Toc99971895</vt:lpwstr>
      </vt:variant>
      <vt:variant>
        <vt:i4>1376312</vt:i4>
      </vt:variant>
      <vt:variant>
        <vt:i4>5</vt:i4>
      </vt:variant>
      <vt:variant>
        <vt:i4>0</vt:i4>
      </vt:variant>
      <vt:variant>
        <vt:i4>5</vt:i4>
      </vt:variant>
      <vt:variant>
        <vt:lpwstr/>
      </vt:variant>
      <vt:variant>
        <vt:lpwstr>_Toc99971894</vt:lpwstr>
      </vt:variant>
      <vt:variant>
        <vt:i4>5505044</vt:i4>
      </vt:variant>
      <vt:variant>
        <vt:i4>0</vt:i4>
      </vt:variant>
      <vt:variant>
        <vt:i4>0</vt:i4>
      </vt:variant>
      <vt:variant>
        <vt:i4>5</vt:i4>
      </vt:variant>
      <vt:variant>
        <vt:lpwstr>http://www.compras.mg.gov.br/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Silva</dc:creator>
  <cp:lastModifiedBy>SEBASTIÃO NOBRE</cp:lastModifiedBy>
  <cp:revision>3</cp:revision>
  <dcterms:created xsi:type="dcterms:W3CDTF">2022-04-20T00:10:00Z</dcterms:created>
  <dcterms:modified xsi:type="dcterms:W3CDTF">2022-04-20T00:15:00Z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0x0101005766810F3571A045AFE15E5668B16395</vt:lpwstr>
  </property>
</Properties>
</file>