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04D" w:rsidRDefault="004F104D" w:rsidP="004F104D">
      <w:pPr>
        <w:jc w:val="center"/>
      </w:pPr>
      <w:r w:rsidRPr="004F104D">
        <w:t>PROPOSTA COMERCIAL</w:t>
      </w:r>
    </w:p>
    <w:p w:rsidR="004F104D" w:rsidRDefault="004F104D" w:rsidP="004F104D">
      <w:pPr>
        <w:jc w:val="center"/>
      </w:pPr>
    </w:p>
    <w:p w:rsidR="004F104D" w:rsidRPr="004F104D" w:rsidRDefault="004F104D" w:rsidP="004F104D">
      <w:pPr>
        <w:rPr>
          <w:rFonts w:ascii="Arial" w:hAnsi="Arial" w:cs="Arial"/>
          <w:sz w:val="16"/>
          <w:szCs w:val="16"/>
        </w:rPr>
      </w:pPr>
      <w:r w:rsidRPr="004F104D">
        <w:rPr>
          <w:rFonts w:ascii="Arial" w:hAnsi="Arial" w:cs="Arial"/>
          <w:sz w:val="16"/>
          <w:szCs w:val="16"/>
        </w:rPr>
        <w:t>Ao</w:t>
      </w:r>
    </w:p>
    <w:p w:rsidR="004F104D" w:rsidRPr="004F104D" w:rsidRDefault="004F104D" w:rsidP="004F104D">
      <w:pPr>
        <w:rPr>
          <w:rFonts w:ascii="Arial" w:hAnsi="Arial" w:cs="Arial"/>
          <w:sz w:val="16"/>
          <w:szCs w:val="16"/>
        </w:rPr>
      </w:pPr>
      <w:r w:rsidRPr="004F104D">
        <w:rPr>
          <w:rFonts w:ascii="Arial" w:hAnsi="Arial" w:cs="Arial"/>
          <w:sz w:val="16"/>
          <w:szCs w:val="16"/>
        </w:rPr>
        <w:t>MINISTÉRIO PÚBLICO DO ESTADO DE MINAS GERAIS</w:t>
      </w:r>
    </w:p>
    <w:p w:rsidR="004F104D" w:rsidRPr="004F104D" w:rsidRDefault="004F104D" w:rsidP="004F104D">
      <w:pPr>
        <w:rPr>
          <w:rFonts w:ascii="Arial" w:hAnsi="Arial" w:cs="Arial"/>
          <w:sz w:val="16"/>
          <w:szCs w:val="16"/>
        </w:rPr>
      </w:pPr>
      <w:r w:rsidRPr="004F104D">
        <w:rPr>
          <w:rFonts w:ascii="Arial" w:hAnsi="Arial" w:cs="Arial"/>
          <w:sz w:val="16"/>
          <w:szCs w:val="16"/>
        </w:rPr>
        <w:t>PROCURADORIA-GERAL DE JUSTIÇA</w:t>
      </w:r>
    </w:p>
    <w:p w:rsidR="004F104D" w:rsidRPr="004F104D" w:rsidRDefault="004F104D" w:rsidP="004F104D">
      <w:pPr>
        <w:rPr>
          <w:rFonts w:ascii="Arial" w:hAnsi="Arial" w:cs="Arial"/>
          <w:sz w:val="16"/>
          <w:szCs w:val="16"/>
        </w:rPr>
      </w:pPr>
      <w:r w:rsidRPr="004F104D">
        <w:rPr>
          <w:rFonts w:ascii="Arial" w:hAnsi="Arial" w:cs="Arial"/>
          <w:sz w:val="16"/>
          <w:szCs w:val="16"/>
        </w:rPr>
        <w:t>DIVISÃO DE LICITAÇÃO</w:t>
      </w:r>
    </w:p>
    <w:p w:rsidR="004F104D" w:rsidRPr="004F104D" w:rsidRDefault="004F104D" w:rsidP="004F104D">
      <w:pPr>
        <w:rPr>
          <w:rFonts w:ascii="Arial" w:hAnsi="Arial" w:cs="Arial"/>
          <w:sz w:val="16"/>
          <w:szCs w:val="16"/>
        </w:rPr>
      </w:pPr>
      <w:r w:rsidRPr="004F104D">
        <w:rPr>
          <w:rFonts w:ascii="Arial" w:hAnsi="Arial" w:cs="Arial"/>
          <w:sz w:val="16"/>
          <w:szCs w:val="16"/>
        </w:rPr>
        <w:t>PROCESSO: Nº 17/2017</w:t>
      </w:r>
      <w:r w:rsidRPr="004F104D">
        <w:rPr>
          <w:rFonts w:ascii="Arial" w:hAnsi="Arial" w:cs="Arial"/>
          <w:sz w:val="16"/>
          <w:szCs w:val="16"/>
        </w:rPr>
        <w:tab/>
      </w:r>
      <w:r w:rsidRPr="004F104D">
        <w:rPr>
          <w:rFonts w:ascii="Arial" w:hAnsi="Arial" w:cs="Arial"/>
          <w:sz w:val="16"/>
          <w:szCs w:val="16"/>
        </w:rPr>
        <w:tab/>
      </w:r>
    </w:p>
    <w:p w:rsidR="004F104D" w:rsidRPr="004F104D" w:rsidRDefault="004F104D" w:rsidP="004F104D">
      <w:pPr>
        <w:rPr>
          <w:rFonts w:ascii="Arial" w:hAnsi="Arial" w:cs="Arial"/>
          <w:sz w:val="16"/>
          <w:szCs w:val="16"/>
        </w:rPr>
      </w:pPr>
      <w:r w:rsidRPr="004F104D">
        <w:rPr>
          <w:rFonts w:ascii="Arial" w:hAnsi="Arial" w:cs="Arial"/>
          <w:sz w:val="16"/>
          <w:szCs w:val="16"/>
        </w:rPr>
        <w:t>UNIDADE: 1091040</w:t>
      </w:r>
    </w:p>
    <w:p w:rsidR="004F104D" w:rsidRPr="004F104D" w:rsidRDefault="004F104D" w:rsidP="004F104D">
      <w:pPr>
        <w:jc w:val="center"/>
        <w:rPr>
          <w:rFonts w:ascii="Arial" w:hAnsi="Arial" w:cs="Arial"/>
          <w:sz w:val="16"/>
          <w:szCs w:val="16"/>
        </w:rPr>
      </w:pPr>
    </w:p>
    <w:p w:rsidR="004F104D" w:rsidRPr="004F104D" w:rsidRDefault="004F104D" w:rsidP="004F104D">
      <w:pPr>
        <w:rPr>
          <w:rFonts w:ascii="Arial" w:hAnsi="Arial" w:cs="Arial"/>
          <w:sz w:val="16"/>
          <w:szCs w:val="16"/>
        </w:rPr>
      </w:pPr>
      <w:r w:rsidRPr="004F104D">
        <w:rPr>
          <w:rFonts w:ascii="Arial" w:hAnsi="Arial" w:cs="Arial"/>
          <w:sz w:val="16"/>
          <w:szCs w:val="16"/>
        </w:rPr>
        <w:t>Objeto: Aquisição de caixas plásticas para armazenamento de materiais diversos</w:t>
      </w:r>
    </w:p>
    <w:p w:rsidR="004F104D" w:rsidRPr="004F104D" w:rsidRDefault="004F104D" w:rsidP="004F104D">
      <w:pPr>
        <w:rPr>
          <w:rFonts w:ascii="Arial" w:hAnsi="Arial" w:cs="Arial"/>
          <w:sz w:val="16"/>
          <w:szCs w:val="16"/>
        </w:rPr>
      </w:pPr>
    </w:p>
    <w:p w:rsidR="004F104D" w:rsidRPr="004F104D" w:rsidRDefault="004F104D" w:rsidP="004F104D">
      <w:pPr>
        <w:rPr>
          <w:rFonts w:ascii="Arial" w:hAnsi="Arial" w:cs="Arial"/>
          <w:sz w:val="16"/>
          <w:szCs w:val="16"/>
        </w:rPr>
      </w:pPr>
      <w:proofErr w:type="gramStart"/>
      <w:r w:rsidRPr="004F104D">
        <w:rPr>
          <w:rFonts w:ascii="Arial" w:hAnsi="Arial" w:cs="Arial"/>
          <w:sz w:val="16"/>
          <w:szCs w:val="16"/>
        </w:rPr>
        <w:t>1</w:t>
      </w:r>
      <w:proofErr w:type="gramEnd"/>
      <w:r w:rsidRPr="004F104D">
        <w:rPr>
          <w:rFonts w:ascii="Arial" w:hAnsi="Arial" w:cs="Arial"/>
          <w:sz w:val="16"/>
          <w:szCs w:val="16"/>
        </w:rPr>
        <w:t>) IDENTIFICAÇÃO DO LICITANTE:</w:t>
      </w:r>
    </w:p>
    <w:p w:rsidR="004F104D" w:rsidRDefault="004F104D"/>
    <w:tbl>
      <w:tblPr>
        <w:tblStyle w:val="Tabelacomgrade"/>
        <w:tblW w:w="10740" w:type="dxa"/>
        <w:tblLook w:val="04A0"/>
      </w:tblPr>
      <w:tblGrid>
        <w:gridCol w:w="2774"/>
        <w:gridCol w:w="850"/>
        <w:gridCol w:w="993"/>
        <w:gridCol w:w="567"/>
        <w:gridCol w:w="1098"/>
        <w:gridCol w:w="177"/>
        <w:gridCol w:w="4281"/>
      </w:tblGrid>
      <w:tr w:rsidR="002B4611" w:rsidRPr="005E2F70" w:rsidTr="002255F8">
        <w:tc>
          <w:tcPr>
            <w:tcW w:w="10740" w:type="dxa"/>
            <w:gridSpan w:val="7"/>
          </w:tcPr>
          <w:p w:rsidR="002B4611" w:rsidRPr="005E2F70" w:rsidRDefault="002B4611" w:rsidP="009A3703">
            <w:pPr>
              <w:rPr>
                <w:rFonts w:ascii="Arial" w:hAnsi="Arial" w:cs="Arial"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>Razão Social:</w:t>
            </w:r>
            <w:r w:rsidR="009A542B" w:rsidRPr="005E2F7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A542B" w:rsidRPr="005E2F70">
              <w:rPr>
                <w:rFonts w:ascii="Arial" w:hAnsi="Arial" w:cs="Arial"/>
                <w:sz w:val="16"/>
                <w:szCs w:val="16"/>
              </w:rPr>
              <w:t xml:space="preserve">Infodatas Comercio de Produtos </w:t>
            </w:r>
            <w:proofErr w:type="spellStart"/>
            <w:r w:rsidR="009A542B" w:rsidRPr="005E2F70">
              <w:rPr>
                <w:rFonts w:ascii="Arial" w:hAnsi="Arial" w:cs="Arial"/>
                <w:sz w:val="16"/>
                <w:szCs w:val="16"/>
              </w:rPr>
              <w:t>Eletroeletronicos</w:t>
            </w:r>
            <w:proofErr w:type="spellEnd"/>
            <w:r w:rsidR="009A542B" w:rsidRPr="005E2F70">
              <w:rPr>
                <w:rFonts w:ascii="Arial" w:hAnsi="Arial" w:cs="Arial"/>
                <w:sz w:val="16"/>
                <w:szCs w:val="16"/>
              </w:rPr>
              <w:t xml:space="preserve"> e Serviços LTDA-ME</w:t>
            </w:r>
          </w:p>
          <w:p w:rsidR="00DC6A70" w:rsidRPr="005E2F70" w:rsidRDefault="00DC6A70" w:rsidP="009A37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4611" w:rsidRPr="005E2F70" w:rsidTr="002255F8">
        <w:tc>
          <w:tcPr>
            <w:tcW w:w="5184" w:type="dxa"/>
            <w:gridSpan w:val="4"/>
          </w:tcPr>
          <w:p w:rsidR="002B4611" w:rsidRPr="005E2F70" w:rsidRDefault="002B4611" w:rsidP="002B4611">
            <w:pPr>
              <w:rPr>
                <w:rFonts w:ascii="Arial" w:hAnsi="Arial" w:cs="Arial"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>Logradouro:</w:t>
            </w:r>
            <w:r w:rsidRPr="005E2F70">
              <w:rPr>
                <w:rFonts w:ascii="Arial" w:hAnsi="Arial" w:cs="Arial"/>
                <w:sz w:val="16"/>
                <w:szCs w:val="16"/>
              </w:rPr>
              <w:t xml:space="preserve"> Rua</w:t>
            </w:r>
            <w:r w:rsidR="009A542B" w:rsidRPr="005E2F70">
              <w:rPr>
                <w:rFonts w:ascii="Arial" w:hAnsi="Arial" w:cs="Arial"/>
                <w:sz w:val="16"/>
                <w:szCs w:val="16"/>
              </w:rPr>
              <w:t xml:space="preserve"> Catumbi</w:t>
            </w:r>
          </w:p>
          <w:p w:rsidR="00DC6A70" w:rsidRPr="005E2F70" w:rsidRDefault="00DC6A70" w:rsidP="002B46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</w:tcPr>
          <w:p w:rsidR="002B4611" w:rsidRPr="005E2F70" w:rsidRDefault="002B4611" w:rsidP="009A370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>Nº:</w:t>
            </w:r>
            <w:r w:rsidR="00DC6A70" w:rsidRPr="005E2F7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A542B" w:rsidRPr="005E2F70">
              <w:rPr>
                <w:rFonts w:ascii="Arial" w:hAnsi="Arial" w:cs="Arial"/>
                <w:sz w:val="16"/>
                <w:szCs w:val="16"/>
              </w:rPr>
              <w:t>237 A</w:t>
            </w:r>
          </w:p>
        </w:tc>
        <w:tc>
          <w:tcPr>
            <w:tcW w:w="4458" w:type="dxa"/>
            <w:gridSpan w:val="2"/>
          </w:tcPr>
          <w:p w:rsidR="002B4611" w:rsidRPr="005E2F70" w:rsidRDefault="002B4611" w:rsidP="009A370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>Bairro:</w:t>
            </w:r>
            <w:r w:rsidR="00DC6A70" w:rsidRPr="005E2F7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C6A70" w:rsidRPr="005E2F70">
              <w:rPr>
                <w:rFonts w:ascii="Arial" w:hAnsi="Arial" w:cs="Arial"/>
                <w:sz w:val="16"/>
                <w:szCs w:val="16"/>
              </w:rPr>
              <w:t>Caiçaras</w:t>
            </w:r>
          </w:p>
        </w:tc>
      </w:tr>
      <w:tr w:rsidR="002B4611" w:rsidRPr="005E2F70" w:rsidTr="002255F8">
        <w:tc>
          <w:tcPr>
            <w:tcW w:w="3624" w:type="dxa"/>
            <w:gridSpan w:val="2"/>
          </w:tcPr>
          <w:p w:rsidR="002B4611" w:rsidRPr="005E2F70" w:rsidRDefault="002B4611" w:rsidP="009A3703">
            <w:pPr>
              <w:rPr>
                <w:rFonts w:ascii="Arial" w:hAnsi="Arial" w:cs="Arial"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>Cidade</w:t>
            </w:r>
            <w:r w:rsidRPr="005E2F70">
              <w:rPr>
                <w:rFonts w:ascii="Arial" w:hAnsi="Arial" w:cs="Arial"/>
                <w:sz w:val="16"/>
                <w:szCs w:val="16"/>
              </w:rPr>
              <w:t>: Belo Horizonte</w:t>
            </w:r>
          </w:p>
          <w:p w:rsidR="00DC6A70" w:rsidRPr="005E2F70" w:rsidRDefault="00DC6A70" w:rsidP="009A37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2B4611" w:rsidRPr="005E2F70" w:rsidRDefault="002B4611" w:rsidP="009A3703">
            <w:pPr>
              <w:rPr>
                <w:rFonts w:ascii="Arial" w:hAnsi="Arial" w:cs="Arial"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>UF:</w:t>
            </w:r>
            <w:r w:rsidRPr="005E2F70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842" w:type="dxa"/>
            <w:gridSpan w:val="3"/>
          </w:tcPr>
          <w:p w:rsidR="002B4611" w:rsidRPr="005E2F70" w:rsidRDefault="002B4611" w:rsidP="009A3703">
            <w:pPr>
              <w:rPr>
                <w:rFonts w:ascii="Arial" w:hAnsi="Arial" w:cs="Arial"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>CEP:</w:t>
            </w:r>
            <w:r w:rsidRPr="005E2F70">
              <w:rPr>
                <w:rFonts w:ascii="Arial" w:hAnsi="Arial" w:cs="Arial"/>
                <w:sz w:val="16"/>
                <w:szCs w:val="16"/>
              </w:rPr>
              <w:t xml:space="preserve"> 31230-070</w:t>
            </w:r>
          </w:p>
        </w:tc>
        <w:tc>
          <w:tcPr>
            <w:tcW w:w="4281" w:type="dxa"/>
          </w:tcPr>
          <w:p w:rsidR="002B4611" w:rsidRPr="005E2F70" w:rsidRDefault="002B4611" w:rsidP="009A3703">
            <w:pPr>
              <w:rPr>
                <w:rFonts w:ascii="Arial" w:hAnsi="Arial" w:cs="Arial"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>Tel.:</w:t>
            </w:r>
            <w:r w:rsidRPr="005E2F70">
              <w:rPr>
                <w:rFonts w:ascii="Arial" w:hAnsi="Arial" w:cs="Arial"/>
                <w:sz w:val="16"/>
                <w:szCs w:val="16"/>
              </w:rPr>
              <w:t xml:space="preserve"> (31)2514-8459</w:t>
            </w:r>
          </w:p>
        </w:tc>
      </w:tr>
      <w:tr w:rsidR="002B4611" w:rsidRPr="005E2F70" w:rsidTr="00254A43">
        <w:tc>
          <w:tcPr>
            <w:tcW w:w="2774" w:type="dxa"/>
            <w:tcBorders>
              <w:bottom w:val="single" w:sz="4" w:space="0" w:color="auto"/>
            </w:tcBorders>
          </w:tcPr>
          <w:p w:rsidR="002B4611" w:rsidRPr="005E2F70" w:rsidRDefault="002B4611" w:rsidP="009A3703">
            <w:pPr>
              <w:rPr>
                <w:rFonts w:ascii="Arial" w:hAnsi="Arial" w:cs="Arial"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>CNPJ:</w:t>
            </w:r>
            <w:r w:rsidRPr="005E2F70">
              <w:rPr>
                <w:rFonts w:ascii="Arial" w:hAnsi="Arial" w:cs="Arial"/>
                <w:sz w:val="16"/>
                <w:szCs w:val="16"/>
              </w:rPr>
              <w:t xml:space="preserve"> 68.514.900/0001-90</w:t>
            </w:r>
          </w:p>
          <w:p w:rsidR="00DC6A70" w:rsidRPr="005E2F70" w:rsidRDefault="00DC6A70" w:rsidP="009A37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8" w:type="dxa"/>
            <w:gridSpan w:val="4"/>
            <w:tcBorders>
              <w:bottom w:val="single" w:sz="4" w:space="0" w:color="auto"/>
            </w:tcBorders>
          </w:tcPr>
          <w:p w:rsidR="002B4611" w:rsidRPr="005E2F70" w:rsidRDefault="002B4611" w:rsidP="009A370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 xml:space="preserve">I.E: </w:t>
            </w:r>
            <w:r w:rsidRPr="005E2F70">
              <w:rPr>
                <w:rFonts w:ascii="Arial" w:hAnsi="Arial" w:cs="Arial"/>
                <w:sz w:val="16"/>
                <w:szCs w:val="16"/>
              </w:rPr>
              <w:t>062.8186.73</w:t>
            </w:r>
            <w:r w:rsidR="001F1309" w:rsidRPr="005E2F70">
              <w:rPr>
                <w:rFonts w:ascii="Arial" w:hAnsi="Arial" w:cs="Arial"/>
                <w:sz w:val="16"/>
                <w:szCs w:val="16"/>
              </w:rPr>
              <w:t>-</w:t>
            </w:r>
            <w:r w:rsidRPr="005E2F70">
              <w:rPr>
                <w:rFonts w:ascii="Arial" w:hAnsi="Arial" w:cs="Arial"/>
                <w:sz w:val="16"/>
                <w:szCs w:val="16"/>
              </w:rPr>
              <w:t>0019</w:t>
            </w: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:rsidR="002B4611" w:rsidRPr="005E2F70" w:rsidRDefault="009A542B" w:rsidP="002255F8">
            <w:pPr>
              <w:rPr>
                <w:rFonts w:ascii="Arial" w:hAnsi="Arial" w:cs="Arial"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>I.M:</w:t>
            </w:r>
            <w:r w:rsidRPr="005E2F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255F8" w:rsidRPr="005E2F70">
              <w:rPr>
                <w:rFonts w:ascii="Arial" w:hAnsi="Arial" w:cs="Arial"/>
                <w:sz w:val="16"/>
                <w:szCs w:val="16"/>
              </w:rPr>
              <w:t>0100891001-2</w:t>
            </w:r>
          </w:p>
        </w:tc>
      </w:tr>
      <w:tr w:rsidR="00254A43" w:rsidRPr="00E86C7B" w:rsidTr="00254A43"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54A43" w:rsidRPr="005E2F70" w:rsidRDefault="00254A43" w:rsidP="004E2EA3">
            <w:pPr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  <w:lang w:val="en-US"/>
              </w:rPr>
              <w:t>EMAIL: licitacao@infodatas.com.br</w:t>
            </w:r>
          </w:p>
        </w:tc>
        <w:tc>
          <w:tcPr>
            <w:tcW w:w="3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4A43" w:rsidRPr="005E2F70" w:rsidRDefault="00254A43" w:rsidP="004E2EA3">
            <w:pPr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A43" w:rsidRPr="005E2F70" w:rsidRDefault="00254A43" w:rsidP="004E2EA3">
            <w:pPr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  <w:tr w:rsidR="009A542B" w:rsidRPr="005E2F70" w:rsidTr="00254A43">
        <w:tc>
          <w:tcPr>
            <w:tcW w:w="2774" w:type="dxa"/>
            <w:tcBorders>
              <w:top w:val="single" w:sz="4" w:space="0" w:color="auto"/>
            </w:tcBorders>
          </w:tcPr>
          <w:p w:rsidR="009A542B" w:rsidRPr="005E2F70" w:rsidRDefault="009A542B" w:rsidP="009A3703">
            <w:pPr>
              <w:rPr>
                <w:rFonts w:ascii="Arial" w:hAnsi="Arial" w:cs="Arial"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>Banco:</w:t>
            </w:r>
            <w:r w:rsidRPr="005E2F70">
              <w:rPr>
                <w:rFonts w:ascii="Arial" w:hAnsi="Arial" w:cs="Arial"/>
                <w:sz w:val="16"/>
                <w:szCs w:val="16"/>
              </w:rPr>
              <w:t xml:space="preserve"> Banco do Brasil</w:t>
            </w:r>
          </w:p>
          <w:p w:rsidR="00DC6A70" w:rsidRPr="005E2F70" w:rsidRDefault="00DC6A70" w:rsidP="009A37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</w:tcPr>
          <w:p w:rsidR="00DC6A70" w:rsidRPr="005E2F70" w:rsidRDefault="001F1309" w:rsidP="009A3703">
            <w:pPr>
              <w:rPr>
                <w:rFonts w:ascii="Arial" w:hAnsi="Arial" w:cs="Arial"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>Agência</w:t>
            </w:r>
            <w:r w:rsidR="009A542B" w:rsidRPr="005E2F70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="009A542B" w:rsidRPr="005E2F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A76CA" w:rsidRPr="005E2F70">
              <w:rPr>
                <w:rFonts w:ascii="Arial" w:hAnsi="Arial" w:cs="Arial"/>
                <w:sz w:val="16"/>
                <w:szCs w:val="16"/>
              </w:rPr>
              <w:t>1222-X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</w:tcBorders>
          </w:tcPr>
          <w:p w:rsidR="009A542B" w:rsidRPr="005E2F70" w:rsidRDefault="009A542B" w:rsidP="009A76CA">
            <w:pPr>
              <w:rPr>
                <w:rFonts w:ascii="Arial" w:hAnsi="Arial" w:cs="Arial"/>
                <w:sz w:val="16"/>
                <w:szCs w:val="16"/>
              </w:rPr>
            </w:pPr>
            <w:r w:rsidRPr="005E2F70">
              <w:rPr>
                <w:rFonts w:ascii="Arial" w:hAnsi="Arial" w:cs="Arial"/>
                <w:b/>
                <w:sz w:val="16"/>
                <w:szCs w:val="16"/>
              </w:rPr>
              <w:t>C</w:t>
            </w:r>
            <w:r w:rsidR="001F1309" w:rsidRPr="005E2F70">
              <w:rPr>
                <w:rFonts w:ascii="Arial" w:hAnsi="Arial" w:cs="Arial"/>
                <w:b/>
                <w:sz w:val="16"/>
                <w:szCs w:val="16"/>
              </w:rPr>
              <w:t>onta Corrente</w:t>
            </w:r>
            <w:r w:rsidRPr="005E2F70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Pr="005E2F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A76CA" w:rsidRPr="005E2F70">
              <w:rPr>
                <w:rFonts w:ascii="Arial" w:hAnsi="Arial" w:cs="Arial"/>
                <w:sz w:val="16"/>
                <w:szCs w:val="16"/>
              </w:rPr>
              <w:t>136747-1</w:t>
            </w:r>
          </w:p>
        </w:tc>
      </w:tr>
    </w:tbl>
    <w:p w:rsidR="004F104D" w:rsidRDefault="004F104D" w:rsidP="00E84625">
      <w:pPr>
        <w:rPr>
          <w:rFonts w:ascii="Arial" w:hAnsi="Arial" w:cs="Arial"/>
          <w:sz w:val="16"/>
          <w:szCs w:val="16"/>
        </w:rPr>
      </w:pPr>
    </w:p>
    <w:p w:rsidR="00E84625" w:rsidRPr="007037BC" w:rsidRDefault="00E84625" w:rsidP="00E84625">
      <w:pPr>
        <w:rPr>
          <w:rFonts w:ascii="Arial" w:hAnsi="Arial" w:cs="Arial"/>
          <w:sz w:val="16"/>
          <w:szCs w:val="16"/>
        </w:rPr>
      </w:pPr>
      <w:r w:rsidRPr="007037BC">
        <w:rPr>
          <w:rFonts w:ascii="Arial" w:hAnsi="Arial" w:cs="Arial"/>
          <w:sz w:val="16"/>
          <w:szCs w:val="16"/>
        </w:rPr>
        <w:t>Prezados Senhores,</w:t>
      </w:r>
    </w:p>
    <w:p w:rsidR="00E84625" w:rsidRPr="007037BC" w:rsidRDefault="00E84625" w:rsidP="00E84625">
      <w:pPr>
        <w:rPr>
          <w:rFonts w:ascii="Arial" w:hAnsi="Arial" w:cs="Arial"/>
          <w:sz w:val="16"/>
          <w:szCs w:val="16"/>
        </w:rPr>
      </w:pPr>
    </w:p>
    <w:p w:rsidR="00E84625" w:rsidRPr="007037BC" w:rsidRDefault="00E84625" w:rsidP="00E8462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037BC">
        <w:rPr>
          <w:rFonts w:ascii="Arial" w:hAnsi="Arial" w:cs="Arial"/>
          <w:sz w:val="16"/>
          <w:szCs w:val="16"/>
        </w:rPr>
        <w:t>Após examinar todas as cláusulas e condições estipuladas no Edital em referência, apresentamos nossa proposta nos termos consignados no mencionado ato convocatório e seus anexos, com os quais concordamos plenamente, para fins de registro de preços em Ata, visando o futuro e eventual fornecimento.</w:t>
      </w:r>
    </w:p>
    <w:p w:rsidR="00E84625" w:rsidRPr="007037BC" w:rsidRDefault="00E84625" w:rsidP="00E8462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E84625" w:rsidRPr="007037BC" w:rsidRDefault="00E84625" w:rsidP="00E8462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037BC">
        <w:rPr>
          <w:rFonts w:ascii="Arial" w:hAnsi="Arial" w:cs="Arial"/>
          <w:sz w:val="16"/>
          <w:szCs w:val="16"/>
        </w:rPr>
        <w:t>Nossa proposta é válida por 60 (sessenta) dias, contados da data prevista para a entrega da mesma, sendo o preço ofertado firme e irreajustável durante o seu prazo de validade. Informamos que estão inclusos nos preços ofertados todos os tributos, custos e despesas diretas ou indiretas, sendo de nossa inteira responsabilidade, ainda, os que porventura venham a ser omitidos na proposta ou incorretamente cotados.</w:t>
      </w:r>
    </w:p>
    <w:p w:rsidR="00E84625" w:rsidRPr="007037BC" w:rsidRDefault="00E84625" w:rsidP="00E84625">
      <w:pPr>
        <w:jc w:val="both"/>
        <w:rPr>
          <w:rFonts w:ascii="Arial" w:hAnsi="Arial" w:cs="Arial"/>
          <w:sz w:val="16"/>
          <w:szCs w:val="16"/>
        </w:rPr>
      </w:pPr>
    </w:p>
    <w:p w:rsidR="00DA43C4" w:rsidRPr="007037BC" w:rsidRDefault="00E84625" w:rsidP="00EA470F">
      <w:pPr>
        <w:jc w:val="both"/>
        <w:rPr>
          <w:rFonts w:ascii="Arial" w:hAnsi="Arial" w:cs="Arial"/>
          <w:b/>
          <w:sz w:val="16"/>
          <w:szCs w:val="16"/>
          <w:u w:val="single"/>
        </w:rPr>
      </w:pPr>
      <w:r w:rsidRPr="007037BC">
        <w:rPr>
          <w:rFonts w:ascii="Arial" w:hAnsi="Arial" w:cs="Arial"/>
          <w:sz w:val="16"/>
          <w:szCs w:val="16"/>
        </w:rPr>
        <w:t xml:space="preserve">O valor global de nossa proposta é de </w:t>
      </w:r>
      <w:r w:rsidR="00732533" w:rsidRPr="00732533">
        <w:rPr>
          <w:rFonts w:ascii="Arial" w:hAnsi="Arial" w:cs="Arial"/>
          <w:sz w:val="16"/>
          <w:szCs w:val="16"/>
        </w:rPr>
        <w:t>R$</w:t>
      </w:r>
      <w:r w:rsidR="004F104D">
        <w:rPr>
          <w:rFonts w:ascii="Arial" w:hAnsi="Arial" w:cs="Arial"/>
          <w:sz w:val="16"/>
          <w:szCs w:val="16"/>
        </w:rPr>
        <w:t>3.499,50 (três mil e quatrocentos e noventa e nove reais e cinquenta centavos)</w:t>
      </w:r>
      <w:r w:rsidR="00732533">
        <w:rPr>
          <w:rFonts w:ascii="Arial" w:hAnsi="Arial" w:cs="Arial"/>
          <w:sz w:val="16"/>
          <w:szCs w:val="16"/>
        </w:rPr>
        <w:t xml:space="preserve"> </w:t>
      </w:r>
      <w:r w:rsidR="00ED0DFB" w:rsidRPr="007037BC">
        <w:rPr>
          <w:rFonts w:ascii="Arial" w:hAnsi="Arial" w:cs="Arial"/>
          <w:sz w:val="16"/>
          <w:szCs w:val="16"/>
        </w:rPr>
        <w:t>conforme a planilha</w:t>
      </w:r>
      <w:r w:rsidRPr="007037BC">
        <w:rPr>
          <w:rFonts w:ascii="Arial" w:hAnsi="Arial" w:cs="Arial"/>
          <w:sz w:val="16"/>
          <w:szCs w:val="16"/>
        </w:rPr>
        <w:t xml:space="preserve"> a seguir:</w:t>
      </w:r>
    </w:p>
    <w:tbl>
      <w:tblPr>
        <w:tblStyle w:val="Tabelacomgrade"/>
        <w:tblW w:w="10740" w:type="dxa"/>
        <w:tblLayout w:type="fixed"/>
        <w:tblLook w:val="04A0"/>
      </w:tblPr>
      <w:tblGrid>
        <w:gridCol w:w="817"/>
        <w:gridCol w:w="3686"/>
        <w:gridCol w:w="850"/>
        <w:gridCol w:w="992"/>
        <w:gridCol w:w="1418"/>
        <w:gridCol w:w="1134"/>
        <w:gridCol w:w="1843"/>
      </w:tblGrid>
      <w:tr w:rsidR="002C215D" w:rsidRPr="007037BC" w:rsidTr="00ED0DFB">
        <w:tc>
          <w:tcPr>
            <w:tcW w:w="817" w:type="dxa"/>
          </w:tcPr>
          <w:p w:rsidR="00DC6A70" w:rsidRPr="007037BC" w:rsidRDefault="004F104D" w:rsidP="00DC6A7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lote</w:t>
            </w:r>
            <w:proofErr w:type="gramEnd"/>
          </w:p>
        </w:tc>
        <w:tc>
          <w:tcPr>
            <w:tcW w:w="3686" w:type="dxa"/>
          </w:tcPr>
          <w:p w:rsidR="00DC6A70" w:rsidRPr="007037BC" w:rsidRDefault="00DC6A70" w:rsidP="00DC6A7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37BC">
              <w:rPr>
                <w:rFonts w:ascii="Arial" w:hAnsi="Arial" w:cs="Arial"/>
                <w:b/>
                <w:sz w:val="16"/>
                <w:szCs w:val="16"/>
              </w:rPr>
              <w:t>Descrição</w:t>
            </w:r>
          </w:p>
        </w:tc>
        <w:tc>
          <w:tcPr>
            <w:tcW w:w="850" w:type="dxa"/>
          </w:tcPr>
          <w:p w:rsidR="00DC6A70" w:rsidRPr="007037BC" w:rsidRDefault="00DC6A70" w:rsidP="00DC6A7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7037BC">
              <w:rPr>
                <w:rFonts w:ascii="Arial" w:hAnsi="Arial" w:cs="Arial"/>
                <w:b/>
                <w:sz w:val="16"/>
                <w:szCs w:val="16"/>
              </w:rPr>
              <w:t>Unid</w:t>
            </w:r>
            <w:proofErr w:type="spellEnd"/>
            <w:r w:rsidRPr="007037B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992" w:type="dxa"/>
          </w:tcPr>
          <w:p w:rsidR="00DC6A70" w:rsidRPr="007037BC" w:rsidRDefault="00DC6A70" w:rsidP="00DC6A7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7037BC">
              <w:rPr>
                <w:rFonts w:ascii="Arial" w:hAnsi="Arial" w:cs="Arial"/>
                <w:b/>
                <w:sz w:val="16"/>
                <w:szCs w:val="16"/>
              </w:rPr>
              <w:t>Qtde</w:t>
            </w:r>
            <w:proofErr w:type="spellEnd"/>
          </w:p>
          <w:p w:rsidR="00ED0DFB" w:rsidRPr="007037BC" w:rsidRDefault="00ED0DFB" w:rsidP="00DC6A7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7037BC">
              <w:rPr>
                <w:rFonts w:ascii="Arial" w:hAnsi="Arial" w:cs="Arial"/>
                <w:b/>
                <w:sz w:val="16"/>
                <w:szCs w:val="16"/>
              </w:rPr>
              <w:t>registrada</w:t>
            </w:r>
            <w:proofErr w:type="gramEnd"/>
          </w:p>
        </w:tc>
        <w:tc>
          <w:tcPr>
            <w:tcW w:w="1418" w:type="dxa"/>
          </w:tcPr>
          <w:p w:rsidR="00DC6A70" w:rsidRPr="007037BC" w:rsidRDefault="00EF5D38" w:rsidP="00EF5D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37BC">
              <w:rPr>
                <w:rFonts w:ascii="Arial" w:hAnsi="Arial" w:cs="Arial"/>
                <w:b/>
                <w:sz w:val="16"/>
                <w:szCs w:val="16"/>
              </w:rPr>
              <w:t>Marca / Modelo</w:t>
            </w:r>
          </w:p>
        </w:tc>
        <w:tc>
          <w:tcPr>
            <w:tcW w:w="1134" w:type="dxa"/>
          </w:tcPr>
          <w:p w:rsidR="00DC6A70" w:rsidRPr="007037BC" w:rsidRDefault="00DC6A70" w:rsidP="00DC6A7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37BC">
              <w:rPr>
                <w:rFonts w:ascii="Arial" w:hAnsi="Arial" w:cs="Arial"/>
                <w:b/>
                <w:sz w:val="16"/>
                <w:szCs w:val="16"/>
              </w:rPr>
              <w:t>Valor unitário</w:t>
            </w:r>
          </w:p>
        </w:tc>
        <w:tc>
          <w:tcPr>
            <w:tcW w:w="1843" w:type="dxa"/>
          </w:tcPr>
          <w:p w:rsidR="00DC6A70" w:rsidRPr="007037BC" w:rsidRDefault="00DC6A70" w:rsidP="00DC6A7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37BC">
              <w:rPr>
                <w:rFonts w:ascii="Arial" w:hAnsi="Arial" w:cs="Arial"/>
                <w:b/>
                <w:sz w:val="16"/>
                <w:szCs w:val="16"/>
              </w:rPr>
              <w:t>Valor total</w:t>
            </w:r>
          </w:p>
        </w:tc>
      </w:tr>
      <w:tr w:rsidR="00732533" w:rsidRPr="00732533" w:rsidTr="00ED0DFB">
        <w:tc>
          <w:tcPr>
            <w:tcW w:w="817" w:type="dxa"/>
            <w:vAlign w:val="center"/>
          </w:tcPr>
          <w:p w:rsidR="00732533" w:rsidRPr="007037BC" w:rsidRDefault="00732533" w:rsidP="004E2E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A470F" w:rsidRPr="00EA470F" w:rsidRDefault="00EA470F" w:rsidP="00EA47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A470F">
              <w:rPr>
                <w:rFonts w:ascii="Arial" w:hAnsi="Arial" w:cs="Arial"/>
                <w:sz w:val="16"/>
                <w:szCs w:val="16"/>
              </w:rPr>
              <w:t xml:space="preserve">CAIXA PLASTICA - TIPO DO PLASTICO: POLIPROPILENO; MEDIDAS: 60 X 39 X 21 CM (COMP X LARG X ALT); TAMPA: COM TAMPA; </w:t>
            </w:r>
          </w:p>
          <w:p w:rsidR="00EA470F" w:rsidRPr="00EA470F" w:rsidRDefault="00EA470F" w:rsidP="00EA47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A470F">
              <w:rPr>
                <w:rFonts w:ascii="Arial" w:hAnsi="Arial" w:cs="Arial"/>
                <w:sz w:val="16"/>
                <w:szCs w:val="16"/>
              </w:rPr>
              <w:t xml:space="preserve">Complementação da especificação do item de </w:t>
            </w:r>
            <w:proofErr w:type="gramStart"/>
            <w:r w:rsidRPr="00EA470F">
              <w:rPr>
                <w:rFonts w:ascii="Arial" w:hAnsi="Arial" w:cs="Arial"/>
                <w:sz w:val="16"/>
                <w:szCs w:val="16"/>
              </w:rPr>
              <w:t>material :</w:t>
            </w:r>
            <w:proofErr w:type="gramEnd"/>
            <w:r w:rsidRPr="00EA470F">
              <w:rPr>
                <w:rFonts w:ascii="Arial" w:hAnsi="Arial" w:cs="Arial"/>
                <w:sz w:val="16"/>
                <w:szCs w:val="16"/>
              </w:rPr>
              <w:t xml:space="preserve">CAIXA PLASTICA EMPILHAVEL; COR CONFORME ORGAO SOLICITANTE.     </w:t>
            </w:r>
          </w:p>
          <w:p w:rsidR="00C865EE" w:rsidRPr="00EA470F" w:rsidRDefault="00C865EE" w:rsidP="00C865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A470F">
              <w:rPr>
                <w:rFonts w:ascii="Arial" w:hAnsi="Arial" w:cs="Arial"/>
                <w:sz w:val="16"/>
                <w:szCs w:val="16"/>
              </w:rPr>
              <w:t>Elevada resistência química. Alta resistência à fratura por fle</w:t>
            </w:r>
            <w:r w:rsidR="00EA470F" w:rsidRPr="00EA470F">
              <w:rPr>
                <w:rFonts w:ascii="Arial" w:hAnsi="Arial" w:cs="Arial"/>
                <w:sz w:val="16"/>
                <w:szCs w:val="16"/>
              </w:rPr>
              <w:t xml:space="preserve">xão. Baixa absorção de umidade. </w:t>
            </w:r>
            <w:r w:rsidRPr="00EA470F">
              <w:rPr>
                <w:rFonts w:ascii="Arial" w:hAnsi="Arial" w:cs="Arial"/>
                <w:sz w:val="16"/>
                <w:szCs w:val="16"/>
              </w:rPr>
              <w:t>PP - Polipropileno/PEAD</w:t>
            </w:r>
          </w:p>
          <w:p w:rsidR="00C865EE" w:rsidRPr="00EA470F" w:rsidRDefault="00C865EE" w:rsidP="00C865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865EE" w:rsidRPr="00EA470F" w:rsidRDefault="00C865EE" w:rsidP="00C865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A470F">
              <w:rPr>
                <w:rFonts w:ascii="Arial" w:hAnsi="Arial" w:cs="Arial"/>
                <w:sz w:val="16"/>
                <w:szCs w:val="16"/>
              </w:rPr>
              <w:t>Especificações</w:t>
            </w:r>
          </w:p>
          <w:p w:rsidR="00C865EE" w:rsidRPr="00EA470F" w:rsidRDefault="00C865EE" w:rsidP="00C865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A470F">
              <w:rPr>
                <w:rFonts w:ascii="Arial" w:hAnsi="Arial" w:cs="Arial"/>
                <w:sz w:val="16"/>
                <w:szCs w:val="16"/>
              </w:rPr>
              <w:t>Dimensões</w:t>
            </w:r>
            <w:r w:rsidRPr="00EA470F">
              <w:rPr>
                <w:rFonts w:ascii="Arial" w:hAnsi="Arial" w:cs="Arial"/>
                <w:sz w:val="16"/>
                <w:szCs w:val="16"/>
              </w:rPr>
              <w:tab/>
              <w:t xml:space="preserve">Internas: xx (cm) Externas: </w:t>
            </w:r>
            <w:proofErr w:type="spellStart"/>
            <w:r w:rsidR="00EA470F" w:rsidRPr="00EA470F">
              <w:rPr>
                <w:rFonts w:ascii="Arial" w:hAnsi="Arial" w:cs="Arial"/>
                <w:sz w:val="16"/>
                <w:szCs w:val="16"/>
              </w:rPr>
              <w:t>alt</w:t>
            </w:r>
            <w:proofErr w:type="spellEnd"/>
            <w:r w:rsidR="00EA470F" w:rsidRPr="00EA47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A470F">
              <w:rPr>
                <w:rFonts w:ascii="Arial" w:hAnsi="Arial" w:cs="Arial"/>
                <w:sz w:val="16"/>
                <w:szCs w:val="16"/>
              </w:rPr>
              <w:t>21</w:t>
            </w:r>
            <w:r w:rsidR="00EA470F" w:rsidRPr="00EA47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A470F">
              <w:rPr>
                <w:rFonts w:ascii="Arial" w:hAnsi="Arial" w:cs="Arial"/>
                <w:sz w:val="16"/>
                <w:szCs w:val="16"/>
              </w:rPr>
              <w:t>x</w:t>
            </w:r>
            <w:r w:rsidR="00EA470F" w:rsidRPr="00EA470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EA470F" w:rsidRPr="00EA470F">
              <w:rPr>
                <w:rFonts w:ascii="Arial" w:hAnsi="Arial" w:cs="Arial"/>
                <w:sz w:val="16"/>
                <w:szCs w:val="16"/>
              </w:rPr>
              <w:t>larg</w:t>
            </w:r>
            <w:proofErr w:type="spellEnd"/>
            <w:r w:rsidR="00EA470F" w:rsidRPr="00EA47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A470F">
              <w:rPr>
                <w:rFonts w:ascii="Arial" w:hAnsi="Arial" w:cs="Arial"/>
                <w:sz w:val="16"/>
                <w:szCs w:val="16"/>
              </w:rPr>
              <w:t>38,5</w:t>
            </w:r>
            <w:r w:rsidR="00EA470F" w:rsidRPr="00EA47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A470F">
              <w:rPr>
                <w:rFonts w:ascii="Arial" w:hAnsi="Arial" w:cs="Arial"/>
                <w:sz w:val="16"/>
                <w:szCs w:val="16"/>
              </w:rPr>
              <w:t>x</w:t>
            </w:r>
            <w:r w:rsidR="00EA470F" w:rsidRPr="00EA470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EA470F" w:rsidRPr="00EA470F">
              <w:rPr>
                <w:rFonts w:ascii="Arial" w:hAnsi="Arial" w:cs="Arial"/>
                <w:sz w:val="16"/>
                <w:szCs w:val="16"/>
              </w:rPr>
              <w:t>comp</w:t>
            </w:r>
            <w:proofErr w:type="spellEnd"/>
            <w:r w:rsidR="00EA470F" w:rsidRPr="00EA47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A470F">
              <w:rPr>
                <w:rFonts w:ascii="Arial" w:hAnsi="Arial" w:cs="Arial"/>
                <w:sz w:val="16"/>
                <w:szCs w:val="16"/>
              </w:rPr>
              <w:t>62 (cm)</w:t>
            </w:r>
          </w:p>
          <w:p w:rsidR="00C865EE" w:rsidRPr="00EA470F" w:rsidRDefault="00C865EE" w:rsidP="00C865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A470F">
              <w:rPr>
                <w:rFonts w:ascii="Arial" w:hAnsi="Arial" w:cs="Arial"/>
                <w:sz w:val="16"/>
                <w:szCs w:val="16"/>
              </w:rPr>
              <w:t>Cores</w:t>
            </w:r>
            <w:r w:rsidRPr="00EA470F">
              <w:rPr>
                <w:rFonts w:ascii="Arial" w:hAnsi="Arial" w:cs="Arial"/>
                <w:sz w:val="16"/>
                <w:szCs w:val="16"/>
              </w:rPr>
              <w:tab/>
              <w:t xml:space="preserve">Branco, azul, preto, café, </w:t>
            </w:r>
            <w:proofErr w:type="gramStart"/>
            <w:r w:rsidRPr="00EA470F">
              <w:rPr>
                <w:rFonts w:ascii="Arial" w:hAnsi="Arial" w:cs="Arial"/>
                <w:sz w:val="16"/>
                <w:szCs w:val="16"/>
              </w:rPr>
              <w:t>natural(</w:t>
            </w:r>
            <w:proofErr w:type="spellStart"/>
            <w:proofErr w:type="gramEnd"/>
            <w:r w:rsidRPr="00EA470F">
              <w:rPr>
                <w:rFonts w:ascii="Arial" w:hAnsi="Arial" w:cs="Arial"/>
                <w:sz w:val="16"/>
                <w:szCs w:val="16"/>
              </w:rPr>
              <w:t>pead</w:t>
            </w:r>
            <w:proofErr w:type="spellEnd"/>
            <w:r w:rsidRPr="00EA470F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C865EE" w:rsidRPr="00EA470F" w:rsidRDefault="00C865EE" w:rsidP="00C865EE">
            <w:pPr>
              <w:jc w:val="both"/>
              <w:rPr>
                <w:sz w:val="16"/>
                <w:szCs w:val="16"/>
              </w:rPr>
            </w:pPr>
            <w:r w:rsidRPr="00EA470F">
              <w:rPr>
                <w:rFonts w:ascii="Arial" w:hAnsi="Arial" w:cs="Arial"/>
                <w:sz w:val="16"/>
                <w:szCs w:val="16"/>
              </w:rPr>
              <w:t>Capacidade</w:t>
            </w:r>
            <w:r w:rsidRPr="00EA470F">
              <w:rPr>
                <w:rFonts w:ascii="Arial" w:hAnsi="Arial" w:cs="Arial"/>
                <w:sz w:val="16"/>
                <w:szCs w:val="16"/>
              </w:rPr>
              <w:tab/>
              <w:t>36 litros</w:t>
            </w:r>
          </w:p>
          <w:p w:rsidR="00C865EE" w:rsidRPr="00EA470F" w:rsidRDefault="00C865EE" w:rsidP="003813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A470F" w:rsidRPr="00EA470F" w:rsidRDefault="00EA470F" w:rsidP="003813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470F">
              <w:rPr>
                <w:noProof/>
                <w:sz w:val="16"/>
                <w:szCs w:val="16"/>
              </w:rPr>
              <w:lastRenderedPageBreak/>
              <w:drawing>
                <wp:inline distT="0" distB="0" distL="0" distR="0">
                  <wp:extent cx="1152226" cy="1080000"/>
                  <wp:effectExtent l="19050" t="0" r="0" b="0"/>
                  <wp:docPr id="14" name="Imagem 14" descr="Caixa 36 Litros 013 – PL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aixa 36 Litros 013 – PL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226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5EE" w:rsidRPr="00EA470F" w:rsidRDefault="00C865EE" w:rsidP="003813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65EE" w:rsidRPr="00EA470F" w:rsidRDefault="00F366C2" w:rsidP="003813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9" w:history="1">
              <w:r w:rsidR="00C865EE" w:rsidRPr="00EA470F">
                <w:rPr>
                  <w:rStyle w:val="Hyperlink"/>
                  <w:rFonts w:ascii="Arial" w:hAnsi="Arial" w:cs="Arial"/>
                  <w:sz w:val="16"/>
                  <w:szCs w:val="16"/>
                </w:rPr>
                <w:t>http://plastmarplasticos.com.br</w:t>
              </w:r>
            </w:hyperlink>
          </w:p>
          <w:p w:rsidR="00C865EE" w:rsidRPr="00EA470F" w:rsidRDefault="00C865EE" w:rsidP="003813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65EE" w:rsidRPr="00EA470F" w:rsidRDefault="00C865EE" w:rsidP="003813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470F">
              <w:rPr>
                <w:noProof/>
                <w:sz w:val="16"/>
                <w:szCs w:val="16"/>
              </w:rPr>
              <w:drawing>
                <wp:inline distT="0" distB="0" distL="0" distR="0">
                  <wp:extent cx="1145233" cy="360000"/>
                  <wp:effectExtent l="19050" t="0" r="0" b="0"/>
                  <wp:docPr id="3" name="Imagem 11" descr="Plastmar Plastic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lastmar Plastic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233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5EE" w:rsidRPr="00EA470F" w:rsidRDefault="00C865EE" w:rsidP="003813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32533" w:rsidRPr="007037BC" w:rsidRDefault="00732533" w:rsidP="00DB41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lastRenderedPageBreak/>
              <w:t>Und</w:t>
            </w:r>
            <w:proofErr w:type="spellEnd"/>
          </w:p>
        </w:tc>
        <w:tc>
          <w:tcPr>
            <w:tcW w:w="992" w:type="dxa"/>
            <w:vAlign w:val="center"/>
          </w:tcPr>
          <w:p w:rsidR="00732533" w:rsidRDefault="004F104D" w:rsidP="004E2E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418" w:type="dxa"/>
            <w:vAlign w:val="center"/>
          </w:tcPr>
          <w:p w:rsidR="00732533" w:rsidRDefault="004F104D" w:rsidP="002D65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PLASTMAR</w:t>
            </w:r>
          </w:p>
          <w:p w:rsidR="00E86C7B" w:rsidRPr="00E11D15" w:rsidRDefault="00E86C7B" w:rsidP="002D65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 245</w:t>
            </w:r>
          </w:p>
        </w:tc>
        <w:tc>
          <w:tcPr>
            <w:tcW w:w="1134" w:type="dxa"/>
            <w:vAlign w:val="center"/>
          </w:tcPr>
          <w:p w:rsidR="00732533" w:rsidRPr="007037BC" w:rsidRDefault="00732533" w:rsidP="002D65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7BC">
              <w:rPr>
                <w:rFonts w:ascii="Arial" w:hAnsi="Arial" w:cs="Arial"/>
                <w:sz w:val="16"/>
                <w:szCs w:val="16"/>
              </w:rPr>
              <w:t>R$</w:t>
            </w:r>
            <w:r w:rsidR="004F104D">
              <w:rPr>
                <w:rFonts w:ascii="Arial" w:hAnsi="Arial" w:cs="Arial"/>
                <w:sz w:val="16"/>
                <w:szCs w:val="16"/>
              </w:rPr>
              <w:t>46,66</w:t>
            </w:r>
          </w:p>
        </w:tc>
        <w:tc>
          <w:tcPr>
            <w:tcW w:w="1843" w:type="dxa"/>
            <w:vAlign w:val="center"/>
          </w:tcPr>
          <w:p w:rsidR="00732533" w:rsidRPr="00732533" w:rsidRDefault="00732533" w:rsidP="0073253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11D15">
              <w:rPr>
                <w:rFonts w:ascii="Arial" w:hAnsi="Arial" w:cs="Arial"/>
                <w:sz w:val="16"/>
                <w:szCs w:val="16"/>
              </w:rPr>
              <w:t>R$</w:t>
            </w:r>
            <w:r w:rsidR="004F104D">
              <w:rPr>
                <w:rFonts w:ascii="Arial" w:hAnsi="Arial" w:cs="Arial"/>
                <w:sz w:val="16"/>
                <w:szCs w:val="16"/>
              </w:rPr>
              <w:t>3.499,50</w:t>
            </w:r>
          </w:p>
        </w:tc>
      </w:tr>
      <w:tr w:rsidR="00732533" w:rsidRPr="007037BC" w:rsidTr="00625467">
        <w:tc>
          <w:tcPr>
            <w:tcW w:w="10740" w:type="dxa"/>
            <w:gridSpan w:val="7"/>
            <w:shd w:val="clear" w:color="auto" w:fill="C2D69B" w:themeFill="accent3" w:themeFillTint="99"/>
          </w:tcPr>
          <w:p w:rsidR="004F104D" w:rsidRPr="007037BC" w:rsidRDefault="004F104D" w:rsidP="00EA47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VALOR GLOBAL DA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PROPOSTA:</w:t>
            </w:r>
            <w:proofErr w:type="gramEnd"/>
            <w:r w:rsidRPr="004F104D">
              <w:rPr>
                <w:rFonts w:ascii="Arial" w:hAnsi="Arial" w:cs="Arial"/>
                <w:sz w:val="16"/>
                <w:szCs w:val="16"/>
              </w:rPr>
              <w:t>R$3.499,50 (três mil e quatrocentos e noventa e nove reais e cinquenta centavos)</w:t>
            </w:r>
          </w:p>
        </w:tc>
      </w:tr>
    </w:tbl>
    <w:p w:rsidR="004F104D" w:rsidRPr="00C865EE" w:rsidRDefault="004F104D" w:rsidP="004F104D">
      <w:pPr>
        <w:pStyle w:val="Corpodetexto"/>
        <w:spacing w:after="120"/>
        <w:ind w:firstLine="708"/>
        <w:rPr>
          <w:rFonts w:ascii="Arial" w:hAnsi="Arial"/>
          <w:sz w:val="16"/>
          <w:szCs w:val="16"/>
        </w:rPr>
      </w:pPr>
      <w:r w:rsidRPr="00C865EE">
        <w:rPr>
          <w:rFonts w:ascii="Arial" w:hAnsi="Arial"/>
          <w:sz w:val="16"/>
          <w:szCs w:val="16"/>
        </w:rPr>
        <w:t>* DAS EXIGÊNCIAS DA PROPOSTA:</w:t>
      </w:r>
    </w:p>
    <w:p w:rsidR="004F104D" w:rsidRPr="00C865EE" w:rsidRDefault="004F104D" w:rsidP="004F104D">
      <w:pPr>
        <w:pStyle w:val="Corpodetexto"/>
        <w:spacing w:after="120"/>
        <w:ind w:firstLine="708"/>
        <w:rPr>
          <w:rFonts w:ascii="Arial" w:hAnsi="Arial"/>
          <w:sz w:val="16"/>
          <w:szCs w:val="16"/>
        </w:rPr>
      </w:pPr>
      <w:r w:rsidRPr="00C865EE">
        <w:rPr>
          <w:rFonts w:ascii="Arial" w:hAnsi="Arial"/>
          <w:sz w:val="16"/>
          <w:szCs w:val="16"/>
        </w:rPr>
        <w:t xml:space="preserve"> PRAZO DE VALIDADE DA </w:t>
      </w:r>
      <w:proofErr w:type="gramStart"/>
      <w:r w:rsidRPr="00C865EE">
        <w:rPr>
          <w:rFonts w:ascii="Arial" w:hAnsi="Arial"/>
          <w:sz w:val="16"/>
          <w:szCs w:val="16"/>
        </w:rPr>
        <w:t>PROPOSTA:</w:t>
      </w:r>
      <w:proofErr w:type="gramEnd"/>
      <w:r w:rsidRPr="00C865EE">
        <w:rPr>
          <w:rFonts w:ascii="Arial" w:hAnsi="Arial"/>
          <w:sz w:val="16"/>
          <w:szCs w:val="16"/>
        </w:rPr>
        <w:t>60 DIAS, contados da data de sua apresentação.</w:t>
      </w:r>
    </w:p>
    <w:p w:rsidR="004F104D" w:rsidRPr="00C865EE" w:rsidRDefault="004F104D" w:rsidP="004F104D">
      <w:pPr>
        <w:pStyle w:val="Corpodetexto"/>
        <w:spacing w:after="120"/>
        <w:ind w:firstLine="708"/>
        <w:rPr>
          <w:rFonts w:ascii="Arial" w:hAnsi="Arial"/>
          <w:sz w:val="16"/>
          <w:szCs w:val="16"/>
        </w:rPr>
      </w:pPr>
      <w:r w:rsidRPr="00C865EE">
        <w:rPr>
          <w:rFonts w:ascii="Arial" w:hAnsi="Arial"/>
          <w:sz w:val="16"/>
          <w:szCs w:val="16"/>
        </w:rPr>
        <w:t>PRAZO DE ENTREGA: 15 DIAS, contados do recebimento, pela Contratada, da Autorização de Fornecimento.</w:t>
      </w:r>
    </w:p>
    <w:p w:rsidR="004F104D" w:rsidRPr="00C865EE" w:rsidRDefault="004F104D" w:rsidP="004F104D">
      <w:pPr>
        <w:pStyle w:val="Corpodetexto"/>
        <w:spacing w:after="120"/>
        <w:ind w:firstLine="708"/>
        <w:rPr>
          <w:rFonts w:ascii="Arial" w:hAnsi="Arial"/>
          <w:sz w:val="16"/>
          <w:szCs w:val="16"/>
        </w:rPr>
      </w:pPr>
      <w:r w:rsidRPr="00C865EE">
        <w:rPr>
          <w:rFonts w:ascii="Arial" w:hAnsi="Arial"/>
          <w:sz w:val="16"/>
          <w:szCs w:val="16"/>
        </w:rPr>
        <w:t>PRAZO DE SUBSTITUIÇÃO DO OBJETO COM DEFEITO: 07 DIAS, contados da solicitação.</w:t>
      </w:r>
    </w:p>
    <w:p w:rsidR="004F104D" w:rsidRPr="00C865EE" w:rsidRDefault="004F104D" w:rsidP="004F104D">
      <w:pPr>
        <w:pStyle w:val="Corpodetexto"/>
        <w:spacing w:after="120"/>
        <w:ind w:firstLine="708"/>
        <w:rPr>
          <w:rFonts w:ascii="Arial" w:hAnsi="Arial"/>
          <w:sz w:val="16"/>
          <w:szCs w:val="16"/>
        </w:rPr>
      </w:pPr>
      <w:r w:rsidRPr="00C865EE">
        <w:rPr>
          <w:rFonts w:ascii="Arial" w:hAnsi="Arial"/>
          <w:sz w:val="16"/>
          <w:szCs w:val="16"/>
        </w:rPr>
        <w:t xml:space="preserve">PRAZO DE GARANTIA DO FORNECEDOR: 90 DIAS, contados a partir da data da emissão da nota fiscal respectiva; </w:t>
      </w:r>
    </w:p>
    <w:p w:rsidR="004F104D" w:rsidRPr="00C865EE" w:rsidRDefault="004F104D" w:rsidP="004F104D">
      <w:pPr>
        <w:pStyle w:val="Corpodetexto"/>
        <w:spacing w:after="120"/>
        <w:ind w:firstLine="708"/>
        <w:rPr>
          <w:rFonts w:ascii="Arial" w:hAnsi="Arial"/>
          <w:sz w:val="16"/>
          <w:szCs w:val="16"/>
        </w:rPr>
      </w:pPr>
      <w:r w:rsidRPr="00C865EE">
        <w:rPr>
          <w:rFonts w:ascii="Arial" w:hAnsi="Arial"/>
          <w:sz w:val="16"/>
          <w:szCs w:val="16"/>
        </w:rPr>
        <w:t>PRESTAÇÃO DA GARANTIA: Se o prazo de garantia for superior ao legal, o licitante deverá, no ato da entrega da nota fiscal, repassar à contratante termo ou certificado de garantia, constando a cobertura de todo o objeto, pelo período definido no item 2.5 desta proposta;</w:t>
      </w:r>
    </w:p>
    <w:p w:rsidR="004F104D" w:rsidRPr="00C865EE" w:rsidRDefault="004F104D" w:rsidP="004F104D">
      <w:pPr>
        <w:pStyle w:val="Corpodetexto"/>
        <w:spacing w:after="120"/>
        <w:ind w:firstLine="708"/>
        <w:rPr>
          <w:rFonts w:ascii="Arial" w:hAnsi="Arial"/>
          <w:sz w:val="16"/>
          <w:szCs w:val="16"/>
        </w:rPr>
      </w:pPr>
      <w:r w:rsidRPr="00C865EE">
        <w:rPr>
          <w:rFonts w:ascii="Arial" w:hAnsi="Arial"/>
          <w:sz w:val="16"/>
          <w:szCs w:val="16"/>
        </w:rPr>
        <w:t>A garantia inclui todos os seus acessórios e será oferecida pelo FORNECEDOR.</w:t>
      </w:r>
    </w:p>
    <w:p w:rsidR="004F104D" w:rsidRPr="004F104D" w:rsidRDefault="004F104D" w:rsidP="004F104D">
      <w:pPr>
        <w:pStyle w:val="Corpodetexto"/>
        <w:spacing w:after="120"/>
        <w:ind w:firstLine="708"/>
        <w:rPr>
          <w:rFonts w:ascii="Arial" w:hAnsi="Arial"/>
          <w:b/>
          <w:sz w:val="16"/>
          <w:szCs w:val="16"/>
        </w:rPr>
      </w:pPr>
      <w:r w:rsidRPr="00C865EE">
        <w:rPr>
          <w:rFonts w:ascii="Arial" w:hAnsi="Arial"/>
          <w:sz w:val="16"/>
          <w:szCs w:val="16"/>
        </w:rPr>
        <w:t>Os custos com transporte para fins de execução de serviços relativos à garantia, inclusive quando realizados fora da RMBH, serão arcados exclusivamente pela contratada;</w:t>
      </w:r>
    </w:p>
    <w:p w:rsidR="00CB0AC1" w:rsidRPr="007037BC" w:rsidRDefault="00811A7E" w:rsidP="00811A7E">
      <w:pPr>
        <w:pStyle w:val="Corpodetexto"/>
        <w:spacing w:after="120"/>
        <w:ind w:firstLine="708"/>
        <w:rPr>
          <w:rFonts w:ascii="Arial" w:hAnsi="Arial"/>
          <w:sz w:val="16"/>
          <w:szCs w:val="16"/>
        </w:rPr>
      </w:pPr>
      <w:r w:rsidRPr="007037BC">
        <w:rPr>
          <w:rFonts w:ascii="Arial" w:hAnsi="Arial"/>
          <w:b/>
          <w:sz w:val="16"/>
          <w:szCs w:val="16"/>
        </w:rPr>
        <w:t>Declaramos</w:t>
      </w:r>
      <w:r w:rsidRPr="007037BC">
        <w:rPr>
          <w:rFonts w:ascii="Arial" w:hAnsi="Arial"/>
          <w:sz w:val="16"/>
          <w:szCs w:val="16"/>
        </w:rPr>
        <w:t xml:space="preserve"> que estamos de pleno acordo com todas as condições estabelecidas no Edital e seus Anexos, bem como aceitamos todas as obrigações e responsabilidades especificadas no Termo de Referência.</w:t>
      </w:r>
    </w:p>
    <w:p w:rsidR="00811A7E" w:rsidRPr="007037BC" w:rsidRDefault="00811A7E" w:rsidP="00811A7E">
      <w:pPr>
        <w:pStyle w:val="Corpodetexto"/>
        <w:spacing w:after="120"/>
        <w:ind w:firstLine="708"/>
        <w:rPr>
          <w:rFonts w:ascii="Arial" w:hAnsi="Arial"/>
          <w:sz w:val="16"/>
          <w:szCs w:val="16"/>
        </w:rPr>
      </w:pPr>
      <w:r w:rsidRPr="007037BC">
        <w:rPr>
          <w:rFonts w:ascii="Arial" w:hAnsi="Arial"/>
          <w:b/>
          <w:sz w:val="16"/>
          <w:szCs w:val="16"/>
        </w:rPr>
        <w:t>Declaramos</w:t>
      </w:r>
      <w:r w:rsidRPr="007037BC">
        <w:rPr>
          <w:rFonts w:ascii="Arial" w:hAnsi="Arial"/>
          <w:sz w:val="16"/>
          <w:szCs w:val="16"/>
        </w:rPr>
        <w:t xml:space="preserve"> que responderemos, mesmo após o recebimento definitivo, pela detecção ou descobrimento de defeitos ocultos, promovendo a sua reparação</w:t>
      </w:r>
      <w:r w:rsidR="00C865EE">
        <w:rPr>
          <w:rFonts w:ascii="Arial" w:hAnsi="Arial"/>
          <w:sz w:val="16"/>
          <w:szCs w:val="16"/>
        </w:rPr>
        <w:t xml:space="preserve"> e troca</w:t>
      </w:r>
      <w:r w:rsidRPr="007037BC">
        <w:rPr>
          <w:rFonts w:ascii="Arial" w:hAnsi="Arial"/>
          <w:sz w:val="16"/>
          <w:szCs w:val="16"/>
        </w:rPr>
        <w:t>.</w:t>
      </w:r>
    </w:p>
    <w:p w:rsidR="00811A7E" w:rsidRPr="007037BC" w:rsidRDefault="00811A7E" w:rsidP="00811A7E">
      <w:pPr>
        <w:pStyle w:val="Corpodetexto"/>
        <w:spacing w:after="120"/>
        <w:ind w:firstLine="708"/>
        <w:rPr>
          <w:rFonts w:ascii="Arial" w:hAnsi="Arial"/>
          <w:sz w:val="16"/>
          <w:szCs w:val="16"/>
        </w:rPr>
      </w:pPr>
      <w:r w:rsidRPr="007037BC">
        <w:rPr>
          <w:rFonts w:ascii="Arial" w:hAnsi="Arial"/>
          <w:b/>
          <w:sz w:val="16"/>
          <w:szCs w:val="16"/>
        </w:rPr>
        <w:t>Declaramos</w:t>
      </w:r>
      <w:r w:rsidRPr="007037BC">
        <w:rPr>
          <w:rFonts w:ascii="Arial" w:hAnsi="Arial"/>
          <w:sz w:val="16"/>
          <w:szCs w:val="16"/>
        </w:rPr>
        <w:t xml:space="preserve"> que nos preços cotados estão incluídas todas as despesas que, direta ou indiretamente, fazem parte do presente objeto, tais como gastos da empresa com suporte técnico e administrativo, impostos, seguros, taxas ou quaisquer outros que possam incidir sobre gastos da empresa, sem quaisquer acréscimos em virtude de expectativa inflacionária e deduzidos os descontos eventualmente concedidos.</w:t>
      </w:r>
    </w:p>
    <w:p w:rsidR="00E378A6" w:rsidRPr="007037BC" w:rsidRDefault="00E378A6" w:rsidP="00811A7E">
      <w:pPr>
        <w:pStyle w:val="Corpodetexto"/>
        <w:spacing w:after="120"/>
        <w:ind w:firstLine="708"/>
        <w:rPr>
          <w:rFonts w:ascii="Arial" w:hAnsi="Arial"/>
          <w:sz w:val="16"/>
          <w:szCs w:val="16"/>
        </w:rPr>
      </w:pPr>
      <w:r w:rsidRPr="007037BC">
        <w:rPr>
          <w:rFonts w:ascii="Arial" w:hAnsi="Arial"/>
          <w:b/>
          <w:sz w:val="16"/>
          <w:szCs w:val="16"/>
        </w:rPr>
        <w:t>Declaramos</w:t>
      </w:r>
      <w:r w:rsidR="005E2F70" w:rsidRPr="007037BC">
        <w:rPr>
          <w:rFonts w:ascii="Arial" w:hAnsi="Arial"/>
          <w:sz w:val="16"/>
          <w:szCs w:val="16"/>
        </w:rPr>
        <w:t>, de que cumpri</w:t>
      </w:r>
      <w:r w:rsidR="006C3002" w:rsidRPr="007037BC">
        <w:rPr>
          <w:rFonts w:ascii="Arial" w:hAnsi="Arial"/>
          <w:sz w:val="16"/>
          <w:szCs w:val="16"/>
        </w:rPr>
        <w:t>remos</w:t>
      </w:r>
      <w:r w:rsidRPr="007037BC">
        <w:rPr>
          <w:rFonts w:ascii="Arial" w:hAnsi="Arial"/>
          <w:sz w:val="16"/>
          <w:szCs w:val="16"/>
        </w:rPr>
        <w:t xml:space="preserve"> os requisitos legais para a qualificação como microempresa, empresa de pequeno porte ou cooperativa e está apto a usufruir do tratamento favorecido estabelecido nos </w:t>
      </w:r>
      <w:proofErr w:type="spellStart"/>
      <w:r w:rsidRPr="007037BC">
        <w:rPr>
          <w:rFonts w:ascii="Arial" w:hAnsi="Arial"/>
          <w:sz w:val="16"/>
          <w:szCs w:val="16"/>
        </w:rPr>
        <w:t>arts</w:t>
      </w:r>
      <w:proofErr w:type="spellEnd"/>
      <w:r w:rsidRPr="007037BC">
        <w:rPr>
          <w:rFonts w:ascii="Arial" w:hAnsi="Arial"/>
          <w:sz w:val="16"/>
          <w:szCs w:val="16"/>
        </w:rPr>
        <w:t>. 42 a 49 da Lei Complementar n° 123/2006.</w:t>
      </w:r>
    </w:p>
    <w:p w:rsidR="002B2FA2" w:rsidRDefault="002B2FA2" w:rsidP="00DA68A6">
      <w:pPr>
        <w:jc w:val="right"/>
        <w:rPr>
          <w:rFonts w:ascii="Arial" w:hAnsi="Arial" w:cs="Arial"/>
          <w:sz w:val="16"/>
          <w:szCs w:val="16"/>
        </w:rPr>
      </w:pPr>
    </w:p>
    <w:p w:rsidR="00DA68A6" w:rsidRPr="007037BC" w:rsidRDefault="00DA68A6" w:rsidP="00DA68A6">
      <w:pPr>
        <w:jc w:val="right"/>
        <w:rPr>
          <w:rFonts w:ascii="Arial" w:hAnsi="Arial" w:cs="Arial"/>
          <w:sz w:val="16"/>
          <w:szCs w:val="16"/>
        </w:rPr>
      </w:pPr>
      <w:r w:rsidRPr="007037BC">
        <w:rPr>
          <w:rFonts w:ascii="Arial" w:hAnsi="Arial" w:cs="Arial"/>
          <w:sz w:val="16"/>
          <w:szCs w:val="16"/>
        </w:rPr>
        <w:t>Belo Horizonte</w:t>
      </w:r>
      <w:r w:rsidR="00F766D6" w:rsidRPr="007037BC">
        <w:rPr>
          <w:rFonts w:ascii="Arial" w:hAnsi="Arial" w:cs="Arial"/>
          <w:sz w:val="16"/>
          <w:szCs w:val="16"/>
        </w:rPr>
        <w:t>/MG</w:t>
      </w:r>
      <w:r w:rsidRPr="007037BC">
        <w:rPr>
          <w:rFonts w:ascii="Arial" w:hAnsi="Arial" w:cs="Arial"/>
          <w:sz w:val="16"/>
          <w:szCs w:val="16"/>
        </w:rPr>
        <w:t xml:space="preserve">, </w:t>
      </w:r>
      <w:r w:rsidR="00C865EE">
        <w:rPr>
          <w:rFonts w:ascii="Arial" w:hAnsi="Arial" w:cs="Arial"/>
          <w:sz w:val="16"/>
          <w:szCs w:val="16"/>
        </w:rPr>
        <w:t>28</w:t>
      </w:r>
      <w:r w:rsidRPr="007037BC">
        <w:rPr>
          <w:rFonts w:ascii="Arial" w:hAnsi="Arial" w:cs="Arial"/>
          <w:sz w:val="16"/>
          <w:szCs w:val="16"/>
        </w:rPr>
        <w:t xml:space="preserve"> de </w:t>
      </w:r>
      <w:r w:rsidR="00C865EE">
        <w:rPr>
          <w:rFonts w:ascii="Arial" w:hAnsi="Arial" w:cs="Arial"/>
          <w:sz w:val="16"/>
          <w:szCs w:val="16"/>
        </w:rPr>
        <w:t>Junho</w:t>
      </w:r>
      <w:r w:rsidRPr="007037BC">
        <w:rPr>
          <w:rFonts w:ascii="Arial" w:hAnsi="Arial" w:cs="Arial"/>
          <w:sz w:val="16"/>
          <w:szCs w:val="16"/>
        </w:rPr>
        <w:t xml:space="preserve"> de 201</w:t>
      </w:r>
      <w:r w:rsidR="0049486C" w:rsidRPr="007037BC">
        <w:rPr>
          <w:rFonts w:ascii="Arial" w:hAnsi="Arial" w:cs="Arial"/>
          <w:sz w:val="16"/>
          <w:szCs w:val="16"/>
        </w:rPr>
        <w:t>7</w:t>
      </w:r>
      <w:r w:rsidRPr="007037BC">
        <w:rPr>
          <w:rFonts w:ascii="Arial" w:hAnsi="Arial" w:cs="Arial"/>
          <w:sz w:val="16"/>
          <w:szCs w:val="16"/>
        </w:rPr>
        <w:t>.</w:t>
      </w:r>
    </w:p>
    <w:p w:rsidR="00F56F64" w:rsidRPr="007037BC" w:rsidRDefault="005346ED" w:rsidP="003F4FF5">
      <w:pPr>
        <w:jc w:val="center"/>
        <w:rPr>
          <w:rFonts w:ascii="Arial" w:hAnsi="Arial" w:cs="Arial"/>
          <w:sz w:val="16"/>
          <w:szCs w:val="16"/>
        </w:rPr>
      </w:pPr>
      <w:r w:rsidRPr="005346ED">
        <w:rPr>
          <w:rFonts w:ascii="Arial" w:hAnsi="Arial" w:cs="Arial"/>
          <w:noProof/>
          <w:sz w:val="16"/>
          <w:szCs w:val="16"/>
        </w:rPr>
        <w:drawing>
          <wp:inline distT="0" distB="0" distL="0" distR="0">
            <wp:extent cx="1931209" cy="849437"/>
            <wp:effectExtent l="19050" t="0" r="0" b="0"/>
            <wp:docPr id="5" name="Imagem 1" descr="\\BRIMSERVER\Planilhas\Documentos\ASSINATURA DO ANONIO MIGU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RIMSERVER\Planilhas\Documentos\ASSINATURA DO ANONIO MIGUE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480" cy="850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AC1" w:rsidRPr="007037BC" w:rsidRDefault="00CB0AC1" w:rsidP="003F4FF5">
      <w:pPr>
        <w:jc w:val="center"/>
        <w:rPr>
          <w:rFonts w:ascii="Arial" w:hAnsi="Arial" w:cs="Arial"/>
          <w:sz w:val="16"/>
          <w:szCs w:val="16"/>
        </w:rPr>
      </w:pPr>
      <w:r w:rsidRPr="007037BC">
        <w:rPr>
          <w:rFonts w:ascii="Arial" w:hAnsi="Arial" w:cs="Arial"/>
          <w:sz w:val="16"/>
          <w:szCs w:val="16"/>
        </w:rPr>
        <w:t>ANTONIO MIGUEL DE PADUA SALOMAO</w:t>
      </w:r>
    </w:p>
    <w:p w:rsidR="00CB0AC1" w:rsidRDefault="00CB0AC1" w:rsidP="003F4FF5">
      <w:pPr>
        <w:jc w:val="center"/>
        <w:rPr>
          <w:rFonts w:ascii="Arial" w:hAnsi="Arial" w:cs="Arial"/>
          <w:sz w:val="16"/>
          <w:szCs w:val="16"/>
        </w:rPr>
      </w:pPr>
      <w:r w:rsidRPr="007037BC">
        <w:rPr>
          <w:rFonts w:ascii="Arial" w:hAnsi="Arial" w:cs="Arial"/>
          <w:sz w:val="16"/>
          <w:szCs w:val="16"/>
        </w:rPr>
        <w:t>CPF 761.099.506-10 / CIC MG 3 761.879 SSPMG</w:t>
      </w:r>
    </w:p>
    <w:p w:rsidR="00185058" w:rsidRDefault="005346ED" w:rsidP="003F4FF5">
      <w:pPr>
        <w:jc w:val="center"/>
      </w:pPr>
      <w:r>
        <w:object w:dxaOrig="4065" w:dyaOrig="24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pt;height:71.25pt" o:ole="">
            <v:imagedata r:id="rId12" o:title=""/>
          </v:shape>
          <o:OLEObject Type="Embed" ProgID="PBrush" ShapeID="_x0000_i1025" DrawAspect="Content" ObjectID="_1560155375" r:id="rId13"/>
        </w:object>
      </w:r>
    </w:p>
    <w:p w:rsidR="00185058" w:rsidRDefault="00185058" w:rsidP="003F4FF5">
      <w:pPr>
        <w:jc w:val="center"/>
      </w:pPr>
    </w:p>
    <w:p w:rsidR="004F104D" w:rsidRDefault="004F104D" w:rsidP="004F104D">
      <w:pPr>
        <w:pStyle w:val="Ttulo3"/>
        <w:spacing w:after="240"/>
        <w:jc w:val="center"/>
        <w:rPr>
          <w:sz w:val="24"/>
          <w:szCs w:val="24"/>
        </w:rPr>
      </w:pPr>
      <w:bookmarkStart w:id="0" w:name="_Toc476925667"/>
      <w:bookmarkStart w:id="1" w:name="_Toc485110841"/>
      <w:r w:rsidRPr="004A7E98">
        <w:rPr>
          <w:sz w:val="24"/>
          <w:szCs w:val="24"/>
        </w:rPr>
        <w:lastRenderedPageBreak/>
        <w:t>DECLARAÇÃO REGULARIDADE</w:t>
      </w:r>
      <w:bookmarkEnd w:id="0"/>
      <w:bookmarkEnd w:id="1"/>
    </w:p>
    <w:p w:rsidR="004F104D" w:rsidRPr="00C865EE" w:rsidRDefault="004F104D" w:rsidP="004F104D">
      <w:pPr>
        <w:rPr>
          <w:sz w:val="16"/>
          <w:szCs w:val="16"/>
        </w:rPr>
      </w:pPr>
      <w:r w:rsidRPr="00C865EE">
        <w:rPr>
          <w:sz w:val="16"/>
          <w:szCs w:val="16"/>
        </w:rPr>
        <w:t>Ao</w:t>
      </w:r>
    </w:p>
    <w:p w:rsidR="004F104D" w:rsidRPr="00C865EE" w:rsidRDefault="004F104D" w:rsidP="004F104D">
      <w:pPr>
        <w:rPr>
          <w:sz w:val="16"/>
          <w:szCs w:val="16"/>
        </w:rPr>
      </w:pPr>
      <w:r w:rsidRPr="00C865EE">
        <w:rPr>
          <w:sz w:val="16"/>
          <w:szCs w:val="16"/>
        </w:rPr>
        <w:t>MINISTÉRIO PÚBLICO DO ESTADO DE MINAS GERAIS</w:t>
      </w:r>
    </w:p>
    <w:p w:rsidR="004F104D" w:rsidRPr="00C865EE" w:rsidRDefault="004F104D" w:rsidP="004F104D">
      <w:pPr>
        <w:rPr>
          <w:sz w:val="16"/>
          <w:szCs w:val="16"/>
        </w:rPr>
      </w:pPr>
      <w:r w:rsidRPr="00C865EE">
        <w:rPr>
          <w:sz w:val="16"/>
          <w:szCs w:val="16"/>
        </w:rPr>
        <w:t>PROCURADORIA-GERAL DE JUSTIÇA</w:t>
      </w:r>
    </w:p>
    <w:p w:rsidR="004F104D" w:rsidRPr="00C865EE" w:rsidRDefault="004F104D" w:rsidP="004F104D">
      <w:pPr>
        <w:rPr>
          <w:sz w:val="16"/>
          <w:szCs w:val="16"/>
        </w:rPr>
      </w:pPr>
      <w:r w:rsidRPr="00C865EE">
        <w:rPr>
          <w:sz w:val="16"/>
          <w:szCs w:val="16"/>
        </w:rPr>
        <w:t>DIVISÃO DE LICITAÇÃO</w:t>
      </w:r>
    </w:p>
    <w:p w:rsidR="004F104D" w:rsidRPr="00C865EE" w:rsidRDefault="004F104D" w:rsidP="004F104D">
      <w:pPr>
        <w:rPr>
          <w:sz w:val="16"/>
          <w:szCs w:val="16"/>
        </w:rPr>
      </w:pPr>
      <w:r w:rsidRPr="00C865EE">
        <w:rPr>
          <w:sz w:val="16"/>
          <w:szCs w:val="16"/>
        </w:rPr>
        <w:t>PROCESSO: Nº 17/2017</w:t>
      </w:r>
      <w:r w:rsidRPr="00C865EE">
        <w:rPr>
          <w:sz w:val="16"/>
          <w:szCs w:val="16"/>
        </w:rPr>
        <w:tab/>
      </w:r>
      <w:r w:rsidRPr="00C865EE">
        <w:rPr>
          <w:sz w:val="16"/>
          <w:szCs w:val="16"/>
        </w:rPr>
        <w:tab/>
      </w:r>
    </w:p>
    <w:p w:rsidR="004F104D" w:rsidRPr="00C865EE" w:rsidRDefault="004F104D" w:rsidP="004F104D">
      <w:pPr>
        <w:rPr>
          <w:sz w:val="16"/>
          <w:szCs w:val="16"/>
        </w:rPr>
      </w:pPr>
      <w:r w:rsidRPr="00C865EE">
        <w:rPr>
          <w:sz w:val="16"/>
          <w:szCs w:val="16"/>
        </w:rPr>
        <w:t>UNIDADE: 1091040</w:t>
      </w:r>
    </w:p>
    <w:p w:rsidR="004F104D" w:rsidRPr="00C865EE" w:rsidRDefault="004F104D" w:rsidP="004F104D">
      <w:pPr>
        <w:pStyle w:val="CPLPadrao"/>
        <w:spacing w:before="240" w:after="240"/>
        <w:rPr>
          <w:sz w:val="16"/>
          <w:szCs w:val="16"/>
        </w:rPr>
      </w:pPr>
      <w:r w:rsidRPr="00C865EE">
        <w:rPr>
          <w:sz w:val="16"/>
          <w:szCs w:val="16"/>
        </w:rPr>
        <w:t xml:space="preserve">Objeto: </w:t>
      </w:r>
      <w:r w:rsidRPr="00C865EE">
        <w:rPr>
          <w:rFonts w:eastAsiaTheme="minorEastAsia"/>
          <w:bCs/>
          <w:sz w:val="16"/>
          <w:szCs w:val="16"/>
        </w:rPr>
        <w:t xml:space="preserve">Aquisição de </w:t>
      </w:r>
      <w:r w:rsidRPr="00C865EE">
        <w:rPr>
          <w:color w:val="2E2E2E"/>
          <w:sz w:val="16"/>
          <w:szCs w:val="16"/>
        </w:rPr>
        <w:t>caixas plásticas para armazenamento de materiais diversos.</w:t>
      </w:r>
    </w:p>
    <w:p w:rsidR="004F104D" w:rsidRPr="00C865EE" w:rsidRDefault="004F104D" w:rsidP="004F104D">
      <w:pPr>
        <w:pStyle w:val="CPLPadrao"/>
        <w:spacing w:before="240" w:after="240"/>
        <w:rPr>
          <w:sz w:val="16"/>
          <w:szCs w:val="16"/>
        </w:rPr>
      </w:pPr>
    </w:p>
    <w:p w:rsidR="004F104D" w:rsidRPr="00C865EE" w:rsidRDefault="004F104D" w:rsidP="004F104D">
      <w:pPr>
        <w:pStyle w:val="CPLPadrao"/>
        <w:tabs>
          <w:tab w:val="left" w:pos="709"/>
        </w:tabs>
        <w:spacing w:before="240" w:after="240"/>
        <w:rPr>
          <w:sz w:val="16"/>
          <w:szCs w:val="16"/>
        </w:rPr>
      </w:pPr>
      <w:r w:rsidRPr="00C865EE">
        <w:rPr>
          <w:sz w:val="16"/>
          <w:szCs w:val="16"/>
        </w:rPr>
        <w:tab/>
        <w:t xml:space="preserve">A empresa Infodatas Comércio de Produtos Eletro. Eletrônicos e Serviços </w:t>
      </w:r>
      <w:proofErr w:type="spellStart"/>
      <w:r w:rsidRPr="00C865EE">
        <w:rPr>
          <w:sz w:val="16"/>
          <w:szCs w:val="16"/>
        </w:rPr>
        <w:t>Ltda</w:t>
      </w:r>
      <w:proofErr w:type="spellEnd"/>
      <w:r w:rsidRPr="00C865EE">
        <w:rPr>
          <w:sz w:val="16"/>
          <w:szCs w:val="16"/>
        </w:rPr>
        <w:t xml:space="preserve"> – ME - CNPJ: 68.514.900/0001-90 – IE: 062818673.00-19 Rua: Catumbi, 237ª – Caiçara – Belo Horizonte – MG – CEP: 31.230-070, por intermédio de seu representante legal, o Sr Antonio Miguel de Pádua Salomao, portador da Carteira de Identidade - RG nº M3 761 879 – SSP/MG</w:t>
      </w:r>
      <w:proofErr w:type="gramStart"/>
      <w:r w:rsidRPr="00C865EE">
        <w:rPr>
          <w:sz w:val="16"/>
          <w:szCs w:val="16"/>
        </w:rPr>
        <w:t xml:space="preserve">  </w:t>
      </w:r>
      <w:proofErr w:type="gramEnd"/>
      <w:r w:rsidRPr="00C865EE">
        <w:rPr>
          <w:sz w:val="16"/>
          <w:szCs w:val="16"/>
        </w:rPr>
        <w:t xml:space="preserve">e do CPF nº 761.099.506-10. DECLARA, </w:t>
      </w:r>
      <w:r w:rsidRPr="00C865EE">
        <w:rPr>
          <w:bCs/>
          <w:sz w:val="16"/>
          <w:szCs w:val="16"/>
        </w:rPr>
        <w:t xml:space="preserve">sob as penas da lei, </w:t>
      </w:r>
      <w:r w:rsidRPr="00C865EE">
        <w:rPr>
          <w:sz w:val="16"/>
          <w:szCs w:val="16"/>
        </w:rPr>
        <w:t xml:space="preserve">que não está </w:t>
      </w:r>
      <w:proofErr w:type="gramStart"/>
      <w:r w:rsidRPr="00C865EE">
        <w:rPr>
          <w:sz w:val="16"/>
          <w:szCs w:val="16"/>
        </w:rPr>
        <w:t>sob controle</w:t>
      </w:r>
      <w:proofErr w:type="gramEnd"/>
      <w:r w:rsidRPr="00C865EE">
        <w:rPr>
          <w:sz w:val="16"/>
          <w:szCs w:val="16"/>
        </w:rPr>
        <w:t xml:space="preserve"> de grupo de pessoas, físicas ou jurídicas, já participante desta licitação como controlador de outra empresa.</w:t>
      </w:r>
    </w:p>
    <w:p w:rsidR="004F104D" w:rsidRPr="00C865EE" w:rsidRDefault="004F104D" w:rsidP="004F104D">
      <w:pPr>
        <w:pStyle w:val="CPLPadrao"/>
        <w:spacing w:before="240" w:after="240"/>
        <w:rPr>
          <w:sz w:val="16"/>
          <w:szCs w:val="16"/>
        </w:rPr>
      </w:pPr>
      <w:r w:rsidRPr="00C865EE">
        <w:rPr>
          <w:sz w:val="16"/>
          <w:szCs w:val="16"/>
        </w:rPr>
        <w:t xml:space="preserve">DECLARA ainda, </w:t>
      </w:r>
      <w:r w:rsidRPr="00C865EE">
        <w:rPr>
          <w:bCs/>
          <w:sz w:val="16"/>
          <w:szCs w:val="16"/>
        </w:rPr>
        <w:t>em cumprimento</w:t>
      </w:r>
      <w:r w:rsidRPr="00C865EE">
        <w:rPr>
          <w:sz w:val="16"/>
          <w:szCs w:val="16"/>
        </w:rPr>
        <w:t xml:space="preserve"> </w:t>
      </w:r>
      <w:r w:rsidRPr="00C865EE">
        <w:rPr>
          <w:rFonts w:eastAsia="ArialMT" w:cs="ArialMT"/>
          <w:sz w:val="16"/>
          <w:szCs w:val="16"/>
        </w:rPr>
        <w:t xml:space="preserve">ao disposto na Resolução </w:t>
      </w:r>
      <w:r w:rsidRPr="00C865EE">
        <w:rPr>
          <w:rFonts w:eastAsia="Arial-BoldMT" w:cs="Arial-BoldMT"/>
          <w:bCs/>
          <w:sz w:val="16"/>
          <w:szCs w:val="16"/>
          <w:shd w:val="clear" w:color="auto" w:fill="FFFFFF"/>
        </w:rPr>
        <w:t xml:space="preserve">37/2009 </w:t>
      </w:r>
      <w:r w:rsidRPr="00C865EE">
        <w:rPr>
          <w:rFonts w:eastAsia="ArialMT" w:cs="ArialMT"/>
          <w:sz w:val="16"/>
          <w:szCs w:val="16"/>
          <w:shd w:val="clear" w:color="auto" w:fill="FFFFFF"/>
        </w:rPr>
        <w:t xml:space="preserve">do Conselho Nacional do Ministério Público, </w:t>
      </w:r>
      <w:r w:rsidRPr="00C865EE">
        <w:rPr>
          <w:sz w:val="16"/>
          <w:szCs w:val="16"/>
        </w:rPr>
        <w:t xml:space="preserve">que não possui como sócio, gerente ou diretor, membro ou servidor (este quando ocupante de cargo de direção, chefia ou assessoramento) do Ministério Público do Estado de Minas Gerais, e seu cônjuge, companheiro ou parente </w:t>
      </w:r>
      <w:r w:rsidRPr="00C865EE">
        <w:rPr>
          <w:rFonts w:eastAsia="Arial"/>
          <w:sz w:val="16"/>
          <w:szCs w:val="16"/>
        </w:rPr>
        <w:t>em linha reta, colateral ou por afinidade,</w:t>
      </w:r>
      <w:r w:rsidRPr="00C865EE">
        <w:rPr>
          <w:sz w:val="16"/>
          <w:szCs w:val="16"/>
        </w:rPr>
        <w:t xml:space="preserve"> até o terceiro grau, inclusive.</w:t>
      </w:r>
    </w:p>
    <w:p w:rsidR="00ED0DFB" w:rsidRPr="00C865EE" w:rsidRDefault="00ED0DFB" w:rsidP="00ED0DFB">
      <w:pPr>
        <w:tabs>
          <w:tab w:val="left" w:pos="-540"/>
        </w:tabs>
        <w:jc w:val="both"/>
        <w:rPr>
          <w:rFonts w:ascii="Arial" w:hAnsi="Arial" w:cs="Arial"/>
          <w:color w:val="000000"/>
          <w:sz w:val="16"/>
          <w:szCs w:val="16"/>
        </w:rPr>
      </w:pPr>
    </w:p>
    <w:p w:rsidR="00ED0DFB" w:rsidRPr="00C865EE" w:rsidRDefault="00ED0DFB" w:rsidP="00ED0DFB">
      <w:pPr>
        <w:tabs>
          <w:tab w:val="left" w:pos="-540"/>
        </w:tabs>
        <w:jc w:val="both"/>
        <w:rPr>
          <w:rFonts w:ascii="Arial" w:hAnsi="Arial" w:cs="Arial"/>
          <w:color w:val="000000"/>
          <w:sz w:val="16"/>
          <w:szCs w:val="16"/>
        </w:rPr>
      </w:pPr>
    </w:p>
    <w:p w:rsidR="00ED0DFB" w:rsidRPr="00C865EE" w:rsidRDefault="00ED0DFB" w:rsidP="00ED0DFB">
      <w:pPr>
        <w:tabs>
          <w:tab w:val="left" w:pos="-540"/>
        </w:tabs>
        <w:jc w:val="both"/>
        <w:rPr>
          <w:rFonts w:ascii="Arial" w:hAnsi="Arial" w:cs="Arial"/>
          <w:color w:val="000000"/>
          <w:sz w:val="16"/>
          <w:szCs w:val="16"/>
        </w:rPr>
      </w:pPr>
    </w:p>
    <w:p w:rsidR="00255860" w:rsidRPr="00C865EE" w:rsidRDefault="003C22DC" w:rsidP="005E2F70">
      <w:pPr>
        <w:tabs>
          <w:tab w:val="left" w:pos="-540"/>
        </w:tabs>
        <w:jc w:val="right"/>
        <w:rPr>
          <w:rFonts w:ascii="Arial" w:eastAsia="Calibri" w:hAnsi="Arial" w:cs="Arial"/>
          <w:sz w:val="16"/>
          <w:szCs w:val="16"/>
        </w:rPr>
      </w:pPr>
      <w:r w:rsidRPr="00C865EE">
        <w:rPr>
          <w:rFonts w:ascii="Arial" w:eastAsia="Calibri" w:hAnsi="Arial" w:cs="Arial"/>
          <w:sz w:val="16"/>
          <w:szCs w:val="16"/>
        </w:rPr>
        <w:t xml:space="preserve">Belo Horizonte/MG, </w:t>
      </w:r>
      <w:r w:rsidR="004F104D" w:rsidRPr="00C865EE">
        <w:rPr>
          <w:rFonts w:ascii="Arial" w:eastAsia="Calibri" w:hAnsi="Arial" w:cs="Arial"/>
          <w:sz w:val="16"/>
          <w:szCs w:val="16"/>
        </w:rPr>
        <w:t>28</w:t>
      </w:r>
      <w:r w:rsidRPr="00C865EE">
        <w:rPr>
          <w:rFonts w:ascii="Arial" w:eastAsia="Calibri" w:hAnsi="Arial" w:cs="Arial"/>
          <w:sz w:val="16"/>
          <w:szCs w:val="16"/>
        </w:rPr>
        <w:t xml:space="preserve"> de </w:t>
      </w:r>
      <w:r w:rsidR="004F104D" w:rsidRPr="00C865EE">
        <w:rPr>
          <w:rFonts w:ascii="Arial" w:eastAsia="Calibri" w:hAnsi="Arial" w:cs="Arial"/>
          <w:sz w:val="16"/>
          <w:szCs w:val="16"/>
        </w:rPr>
        <w:t>Junho</w:t>
      </w:r>
      <w:r w:rsidRPr="00C865EE">
        <w:rPr>
          <w:rFonts w:ascii="Arial" w:eastAsia="Calibri" w:hAnsi="Arial" w:cs="Arial"/>
          <w:sz w:val="16"/>
          <w:szCs w:val="16"/>
        </w:rPr>
        <w:t xml:space="preserve"> de 2017.</w:t>
      </w:r>
    </w:p>
    <w:p w:rsidR="00255860" w:rsidRPr="007037BC" w:rsidRDefault="00255860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F56F64" w:rsidRPr="007037BC" w:rsidRDefault="00F56F64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185058" w:rsidRPr="007037BC" w:rsidRDefault="00185058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255860" w:rsidRPr="007037BC" w:rsidRDefault="005346ED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  <w:r w:rsidRPr="005346ED">
        <w:rPr>
          <w:rFonts w:ascii="Arial" w:eastAsia="Calibri" w:hAnsi="Arial" w:cs="Arial"/>
          <w:b/>
          <w:noProof/>
          <w:sz w:val="16"/>
          <w:szCs w:val="16"/>
        </w:rPr>
        <w:drawing>
          <wp:inline distT="0" distB="0" distL="0" distR="0">
            <wp:extent cx="1931209" cy="849437"/>
            <wp:effectExtent l="19050" t="0" r="0" b="0"/>
            <wp:docPr id="4" name="Imagem 1" descr="\\BRIMSERVER\Planilhas\Documentos\ASSINATURA DO ANONIO MIGU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RIMSERVER\Planilhas\Documentos\ASSINATURA DO ANONIO MIGUE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480" cy="850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2DC" w:rsidRPr="007037BC" w:rsidRDefault="003C22DC" w:rsidP="003C22DC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  <w:r w:rsidRPr="007037BC">
        <w:rPr>
          <w:rFonts w:ascii="Arial" w:eastAsia="Calibri" w:hAnsi="Arial" w:cs="Arial"/>
          <w:sz w:val="16"/>
          <w:szCs w:val="16"/>
        </w:rPr>
        <w:t>ANTONIO MIGUEL DE PADUA SALOMAO</w:t>
      </w:r>
    </w:p>
    <w:p w:rsidR="00255860" w:rsidRDefault="003C22DC" w:rsidP="003C22DC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  <w:r w:rsidRPr="007037BC">
        <w:rPr>
          <w:rFonts w:ascii="Arial" w:eastAsia="Calibri" w:hAnsi="Arial" w:cs="Arial"/>
          <w:sz w:val="16"/>
          <w:szCs w:val="16"/>
        </w:rPr>
        <w:t>CPF 761.099.506-10 / CIC MG 3 761.879 SSPMG</w:t>
      </w:r>
    </w:p>
    <w:p w:rsidR="002B2FA2" w:rsidRPr="007037BC" w:rsidRDefault="005346ED" w:rsidP="003C22DC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  <w:r>
        <w:object w:dxaOrig="4065" w:dyaOrig="2475">
          <v:shape id="_x0000_i1026" type="#_x0000_t75" style="width:117pt;height:71.25pt" o:ole="">
            <v:imagedata r:id="rId12" o:title=""/>
          </v:shape>
          <o:OLEObject Type="Embed" ProgID="PBrush" ShapeID="_x0000_i1026" DrawAspect="Content" ObjectID="_1560155376" r:id="rId14"/>
        </w:object>
      </w:r>
    </w:p>
    <w:p w:rsidR="00255860" w:rsidRDefault="00255860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</w:p>
    <w:p w:rsidR="00185058" w:rsidRDefault="00185058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</w:p>
    <w:p w:rsidR="00185058" w:rsidRDefault="00185058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</w:p>
    <w:p w:rsidR="00185058" w:rsidRDefault="00185058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</w:p>
    <w:p w:rsidR="00185058" w:rsidRDefault="00185058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</w:p>
    <w:p w:rsidR="00185058" w:rsidRDefault="00185058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</w:p>
    <w:p w:rsidR="00EA470F" w:rsidRDefault="00EA470F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</w:p>
    <w:p w:rsidR="00EA470F" w:rsidRDefault="00EA470F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</w:p>
    <w:p w:rsidR="00EA470F" w:rsidRDefault="00EA470F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</w:p>
    <w:p w:rsidR="00185058" w:rsidRDefault="00185058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</w:p>
    <w:p w:rsidR="00185058" w:rsidRDefault="00185058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</w:p>
    <w:p w:rsidR="00185058" w:rsidRPr="007037BC" w:rsidRDefault="00185058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sz w:val="16"/>
          <w:szCs w:val="16"/>
        </w:rPr>
      </w:pPr>
    </w:p>
    <w:p w:rsidR="00255860" w:rsidRPr="007037BC" w:rsidRDefault="00255860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4F104D" w:rsidRDefault="004F104D" w:rsidP="004F104D">
      <w:pPr>
        <w:pStyle w:val="Ttulo3"/>
        <w:spacing w:after="240"/>
        <w:jc w:val="center"/>
        <w:rPr>
          <w:sz w:val="24"/>
          <w:szCs w:val="24"/>
        </w:rPr>
      </w:pPr>
      <w:bookmarkStart w:id="2" w:name="_Toc485110842"/>
      <w:r>
        <w:rPr>
          <w:sz w:val="24"/>
          <w:szCs w:val="24"/>
        </w:rPr>
        <w:lastRenderedPageBreak/>
        <w:t xml:space="preserve">DECLARAÇÃO </w:t>
      </w:r>
      <w:r w:rsidRPr="004A7E98">
        <w:rPr>
          <w:sz w:val="24"/>
          <w:szCs w:val="24"/>
        </w:rPr>
        <w:t>NÃO EMPREGA MENOR</w:t>
      </w:r>
      <w:bookmarkEnd w:id="2"/>
    </w:p>
    <w:p w:rsidR="004F104D" w:rsidRPr="00C865EE" w:rsidRDefault="004F104D" w:rsidP="004F104D">
      <w:pPr>
        <w:rPr>
          <w:sz w:val="16"/>
          <w:szCs w:val="16"/>
        </w:rPr>
      </w:pPr>
      <w:r w:rsidRPr="00C865EE">
        <w:rPr>
          <w:sz w:val="16"/>
          <w:szCs w:val="16"/>
        </w:rPr>
        <w:t>Ao</w:t>
      </w:r>
    </w:p>
    <w:p w:rsidR="004F104D" w:rsidRPr="00C865EE" w:rsidRDefault="004F104D" w:rsidP="004F104D">
      <w:pPr>
        <w:rPr>
          <w:sz w:val="16"/>
          <w:szCs w:val="16"/>
        </w:rPr>
      </w:pPr>
      <w:r w:rsidRPr="00C865EE">
        <w:rPr>
          <w:sz w:val="16"/>
          <w:szCs w:val="16"/>
        </w:rPr>
        <w:t>MINISTÉRIO PÚBLICO DO ESTADO DE MINAS GERAIS</w:t>
      </w:r>
    </w:p>
    <w:p w:rsidR="004F104D" w:rsidRPr="00C865EE" w:rsidRDefault="004F104D" w:rsidP="004F104D">
      <w:pPr>
        <w:rPr>
          <w:sz w:val="16"/>
          <w:szCs w:val="16"/>
        </w:rPr>
      </w:pPr>
      <w:r w:rsidRPr="00C865EE">
        <w:rPr>
          <w:sz w:val="16"/>
          <w:szCs w:val="16"/>
        </w:rPr>
        <w:t>PROCURADORIA-GERAL DE JUSTIÇA</w:t>
      </w:r>
    </w:p>
    <w:p w:rsidR="004F104D" w:rsidRPr="00C865EE" w:rsidRDefault="004F104D" w:rsidP="004F104D">
      <w:pPr>
        <w:rPr>
          <w:sz w:val="16"/>
          <w:szCs w:val="16"/>
        </w:rPr>
      </w:pPr>
      <w:r w:rsidRPr="00C865EE">
        <w:rPr>
          <w:sz w:val="16"/>
          <w:szCs w:val="16"/>
        </w:rPr>
        <w:t>DIVISÃO DE LICITAÇÃO</w:t>
      </w:r>
    </w:p>
    <w:p w:rsidR="004F104D" w:rsidRPr="00C865EE" w:rsidRDefault="004F104D" w:rsidP="004F104D">
      <w:pPr>
        <w:rPr>
          <w:sz w:val="16"/>
          <w:szCs w:val="16"/>
        </w:rPr>
      </w:pPr>
      <w:r w:rsidRPr="00C865EE">
        <w:rPr>
          <w:sz w:val="16"/>
          <w:szCs w:val="16"/>
        </w:rPr>
        <w:t>PROCESSO: Nº 17/2017</w:t>
      </w:r>
      <w:r w:rsidRPr="00C865EE">
        <w:rPr>
          <w:sz w:val="16"/>
          <w:szCs w:val="16"/>
        </w:rPr>
        <w:tab/>
      </w:r>
      <w:r w:rsidRPr="00C865EE">
        <w:rPr>
          <w:sz w:val="16"/>
          <w:szCs w:val="16"/>
        </w:rPr>
        <w:tab/>
      </w:r>
    </w:p>
    <w:p w:rsidR="004F104D" w:rsidRPr="00C865EE" w:rsidRDefault="004F104D" w:rsidP="004F104D">
      <w:pPr>
        <w:rPr>
          <w:sz w:val="16"/>
          <w:szCs w:val="16"/>
        </w:rPr>
      </w:pPr>
      <w:r w:rsidRPr="00C865EE">
        <w:rPr>
          <w:sz w:val="16"/>
          <w:szCs w:val="16"/>
        </w:rPr>
        <w:t>UNIDADE: 1091040</w:t>
      </w:r>
    </w:p>
    <w:p w:rsidR="004F104D" w:rsidRPr="00C865EE" w:rsidRDefault="004F104D" w:rsidP="004F104D">
      <w:pPr>
        <w:pStyle w:val="CPLPadrao"/>
        <w:spacing w:before="240" w:after="240"/>
        <w:rPr>
          <w:color w:val="2E2E2E"/>
          <w:sz w:val="16"/>
          <w:szCs w:val="16"/>
        </w:rPr>
      </w:pPr>
      <w:r w:rsidRPr="00C865EE">
        <w:rPr>
          <w:sz w:val="16"/>
          <w:szCs w:val="16"/>
        </w:rPr>
        <w:t>Objeto:</w:t>
      </w:r>
      <w:r w:rsidRPr="00C865EE">
        <w:rPr>
          <w:rFonts w:eastAsiaTheme="minorEastAsia"/>
          <w:bCs/>
          <w:sz w:val="16"/>
          <w:szCs w:val="16"/>
        </w:rPr>
        <w:t xml:space="preserve"> Aquisição de </w:t>
      </w:r>
      <w:r w:rsidRPr="00C865EE">
        <w:rPr>
          <w:color w:val="2E2E2E"/>
          <w:sz w:val="16"/>
          <w:szCs w:val="16"/>
        </w:rPr>
        <w:t>caixas plásticas para armazenamento de materiais diversos.</w:t>
      </w:r>
    </w:p>
    <w:p w:rsidR="004F104D" w:rsidRPr="00C865EE" w:rsidRDefault="004F104D" w:rsidP="004F104D">
      <w:pPr>
        <w:pStyle w:val="CPLPadrao"/>
        <w:spacing w:before="240" w:after="240"/>
        <w:rPr>
          <w:sz w:val="16"/>
          <w:szCs w:val="16"/>
        </w:rPr>
      </w:pPr>
    </w:p>
    <w:p w:rsidR="004F104D" w:rsidRPr="00C865EE" w:rsidRDefault="004F104D" w:rsidP="004F104D">
      <w:pPr>
        <w:pStyle w:val="CPLPadrao"/>
        <w:spacing w:before="240" w:after="240"/>
        <w:ind w:firstLine="708"/>
        <w:rPr>
          <w:sz w:val="16"/>
          <w:szCs w:val="16"/>
        </w:rPr>
      </w:pPr>
      <w:r w:rsidRPr="00C865EE">
        <w:rPr>
          <w:sz w:val="16"/>
          <w:szCs w:val="16"/>
        </w:rPr>
        <w:t xml:space="preserve">A empresa Infodatas Comércio de Produtos Eletro. Eletrônicos e Serviços </w:t>
      </w:r>
      <w:proofErr w:type="spellStart"/>
      <w:r w:rsidRPr="00C865EE">
        <w:rPr>
          <w:sz w:val="16"/>
          <w:szCs w:val="16"/>
        </w:rPr>
        <w:t>Ltda</w:t>
      </w:r>
      <w:proofErr w:type="spellEnd"/>
      <w:r w:rsidRPr="00C865EE">
        <w:rPr>
          <w:sz w:val="16"/>
          <w:szCs w:val="16"/>
        </w:rPr>
        <w:t xml:space="preserve"> – ME - CNPJ: 68.514.900/0001-90 – IE: 062818673.00-19 Rua: Catumbi, 237ª – Caiçara – Belo Horizonte – MG – CEP: 31.230-070, por intermédio de seu representante legal, o Sr Antonio Miguel de Pádua Salomao, portador da Carteira de Identidade - RG nº M3 761 879 – SSP/MG</w:t>
      </w:r>
      <w:proofErr w:type="gramStart"/>
      <w:r w:rsidRPr="00C865EE">
        <w:rPr>
          <w:sz w:val="16"/>
          <w:szCs w:val="16"/>
        </w:rPr>
        <w:t xml:space="preserve">  </w:t>
      </w:r>
      <w:proofErr w:type="gramEnd"/>
      <w:r w:rsidRPr="00C865EE">
        <w:rPr>
          <w:sz w:val="16"/>
          <w:szCs w:val="16"/>
        </w:rPr>
        <w:t>e do CPF nº 761.099.506-10. DECLARA, para os fins do disposto no inciso V do art. 27 da Lei nº 8.666/93, acrescido pela Lei nº 9.854/99, que não emprega menor de dezoito anos em trabalho noturno, perigoso ou insalubre e não emprega menor de dezesseis anos.</w:t>
      </w:r>
    </w:p>
    <w:p w:rsidR="004F104D" w:rsidRPr="00C865EE" w:rsidRDefault="004F104D" w:rsidP="004F104D">
      <w:pPr>
        <w:pStyle w:val="CPLPadrao"/>
        <w:spacing w:before="240" w:after="240"/>
        <w:rPr>
          <w:sz w:val="16"/>
          <w:szCs w:val="16"/>
        </w:rPr>
      </w:pPr>
    </w:p>
    <w:p w:rsidR="004F104D" w:rsidRPr="00C865EE" w:rsidRDefault="004F104D" w:rsidP="004F104D">
      <w:pPr>
        <w:pStyle w:val="CPLPadrao"/>
        <w:spacing w:before="240" w:after="240"/>
        <w:rPr>
          <w:sz w:val="16"/>
          <w:szCs w:val="16"/>
        </w:rPr>
      </w:pPr>
      <w:r w:rsidRPr="00C865EE">
        <w:rPr>
          <w:sz w:val="16"/>
          <w:szCs w:val="16"/>
        </w:rPr>
        <w:t>(</w:t>
      </w:r>
      <w:proofErr w:type="gramStart"/>
      <w:r w:rsidRPr="00C865EE">
        <w:rPr>
          <w:sz w:val="16"/>
          <w:szCs w:val="16"/>
        </w:rPr>
        <w:t>.....</w:t>
      </w:r>
      <w:proofErr w:type="gramEnd"/>
      <w:r w:rsidRPr="00C865EE">
        <w:rPr>
          <w:sz w:val="16"/>
          <w:szCs w:val="16"/>
        </w:rPr>
        <w:t>) Ressalva: emprega menor, a partir de quatorze anos, na condição de aprendiz.</w:t>
      </w:r>
    </w:p>
    <w:p w:rsidR="00255860" w:rsidRPr="00C865EE" w:rsidRDefault="004F104D" w:rsidP="004F104D">
      <w:pPr>
        <w:tabs>
          <w:tab w:val="left" w:pos="-540"/>
        </w:tabs>
        <w:ind w:left="540" w:firstLine="567"/>
        <w:jc w:val="both"/>
        <w:rPr>
          <w:rFonts w:ascii="Arial" w:eastAsia="Calibri" w:hAnsi="Arial" w:cs="Arial"/>
          <w:b/>
          <w:sz w:val="16"/>
          <w:szCs w:val="16"/>
        </w:rPr>
      </w:pPr>
      <w:r w:rsidRPr="00C865EE">
        <w:rPr>
          <w:sz w:val="16"/>
          <w:szCs w:val="16"/>
        </w:rPr>
        <w:t>Observação: em caso afirmativo, assinalar a ressalva acima</w:t>
      </w:r>
      <w:proofErr w:type="gramStart"/>
      <w:r w:rsidRPr="00C865EE">
        <w:rPr>
          <w:sz w:val="16"/>
          <w:szCs w:val="16"/>
        </w:rPr>
        <w:t>.</w:t>
      </w:r>
      <w:r w:rsidR="003C22DC" w:rsidRPr="00C865EE">
        <w:rPr>
          <w:rFonts w:ascii="Arial" w:hAnsi="Arial" w:cs="Arial"/>
          <w:sz w:val="16"/>
          <w:szCs w:val="16"/>
        </w:rPr>
        <w:t>.</w:t>
      </w:r>
      <w:proofErr w:type="gramEnd"/>
    </w:p>
    <w:p w:rsidR="003C22DC" w:rsidRPr="00C865EE" w:rsidRDefault="003C22DC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3C22DC" w:rsidRPr="00C865EE" w:rsidRDefault="003C22DC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3C22DC" w:rsidRPr="00C865EE" w:rsidRDefault="004F104D" w:rsidP="004F104D">
      <w:pPr>
        <w:tabs>
          <w:tab w:val="left" w:pos="-540"/>
        </w:tabs>
        <w:ind w:left="540" w:firstLine="567"/>
        <w:jc w:val="right"/>
        <w:rPr>
          <w:rFonts w:ascii="Arial" w:eastAsia="Calibri" w:hAnsi="Arial" w:cs="Arial"/>
          <w:b/>
          <w:sz w:val="16"/>
          <w:szCs w:val="16"/>
        </w:rPr>
      </w:pPr>
      <w:r w:rsidRPr="00C865EE">
        <w:rPr>
          <w:rFonts w:ascii="Arial" w:eastAsia="Calibri" w:hAnsi="Arial" w:cs="Arial"/>
          <w:b/>
          <w:sz w:val="16"/>
          <w:szCs w:val="16"/>
        </w:rPr>
        <w:t>Belo Horizonte/MG, 28 de Junho de 2017.</w:t>
      </w:r>
    </w:p>
    <w:p w:rsidR="003C22DC" w:rsidRPr="007037BC" w:rsidRDefault="003C22DC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3C22DC" w:rsidRPr="007037BC" w:rsidRDefault="003C22DC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F56F64" w:rsidRPr="007037BC" w:rsidRDefault="00F56F64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F56F64" w:rsidRPr="007037BC" w:rsidRDefault="00F56F64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F56F64" w:rsidRPr="007037BC" w:rsidRDefault="00F56F64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F56F64" w:rsidRPr="007037BC" w:rsidRDefault="00F56F64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F56F64" w:rsidRPr="007037BC" w:rsidRDefault="00F56F64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F56F64" w:rsidRPr="007037BC" w:rsidRDefault="00F56F64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185058" w:rsidRDefault="00185058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185058" w:rsidRDefault="00185058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185058" w:rsidRDefault="00185058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185058" w:rsidRPr="007037BC" w:rsidRDefault="00185058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F56F64" w:rsidRPr="007037BC" w:rsidRDefault="005346ED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  <w:r w:rsidRPr="005346ED">
        <w:rPr>
          <w:rFonts w:ascii="Arial" w:eastAsia="Calibri" w:hAnsi="Arial" w:cs="Arial"/>
          <w:b/>
          <w:noProof/>
          <w:sz w:val="16"/>
          <w:szCs w:val="16"/>
        </w:rPr>
        <w:drawing>
          <wp:inline distT="0" distB="0" distL="0" distR="0">
            <wp:extent cx="1931209" cy="849437"/>
            <wp:effectExtent l="19050" t="0" r="0" b="0"/>
            <wp:docPr id="7" name="Imagem 1" descr="\\BRIMSERVER\Planilhas\Documentos\ASSINATURA DO ANONIO MIGU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RIMSERVER\Planilhas\Documentos\ASSINATURA DO ANONIO MIGUE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480" cy="850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2DC" w:rsidRPr="007037BC" w:rsidRDefault="003C22DC" w:rsidP="003C22DC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  <w:r w:rsidRPr="007037BC">
        <w:rPr>
          <w:rFonts w:ascii="Arial" w:eastAsia="Calibri" w:hAnsi="Arial" w:cs="Arial"/>
          <w:b/>
          <w:sz w:val="16"/>
          <w:szCs w:val="16"/>
        </w:rPr>
        <w:t>ANTONIO MIGUEL DE PADUA SALOMAO</w:t>
      </w:r>
    </w:p>
    <w:p w:rsidR="003C22DC" w:rsidRDefault="003C22DC" w:rsidP="003C22DC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  <w:r w:rsidRPr="007037BC">
        <w:rPr>
          <w:rFonts w:ascii="Arial" w:eastAsia="Calibri" w:hAnsi="Arial" w:cs="Arial"/>
          <w:b/>
          <w:sz w:val="16"/>
          <w:szCs w:val="16"/>
        </w:rPr>
        <w:t>CPF 761.099.506-10 / CIC MG 3 761.879 SSPMG</w:t>
      </w:r>
    </w:p>
    <w:p w:rsidR="002B2FA2" w:rsidRPr="007037BC" w:rsidRDefault="005346ED" w:rsidP="003C22DC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  <w:r>
        <w:object w:dxaOrig="4065" w:dyaOrig="2475">
          <v:shape id="_x0000_i1027" type="#_x0000_t75" style="width:117pt;height:71.25pt" o:ole="">
            <v:imagedata r:id="rId12" o:title=""/>
          </v:shape>
          <o:OLEObject Type="Embed" ProgID="PBrush" ShapeID="_x0000_i1027" DrawAspect="Content" ObjectID="_1560155377" r:id="rId15"/>
        </w:object>
      </w:r>
    </w:p>
    <w:p w:rsidR="003C22DC" w:rsidRPr="007037BC" w:rsidRDefault="003C22DC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3C22DC" w:rsidRPr="007037BC" w:rsidRDefault="003C22DC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3C22DC" w:rsidRPr="007037BC" w:rsidRDefault="003C22DC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3C22DC" w:rsidRPr="007037BC" w:rsidRDefault="003C22DC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3C22DC" w:rsidRPr="007037BC" w:rsidRDefault="003C22DC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3C22DC" w:rsidRPr="007037BC" w:rsidRDefault="003C22DC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3C22DC" w:rsidRPr="007037BC" w:rsidRDefault="003C22DC" w:rsidP="00EC1D18">
      <w:pPr>
        <w:tabs>
          <w:tab w:val="left" w:pos="-540"/>
        </w:tabs>
        <w:ind w:left="540" w:firstLine="567"/>
        <w:jc w:val="center"/>
        <w:rPr>
          <w:rFonts w:ascii="Arial" w:eastAsia="Calibri" w:hAnsi="Arial" w:cs="Arial"/>
          <w:b/>
          <w:sz w:val="16"/>
          <w:szCs w:val="16"/>
        </w:rPr>
      </w:pPr>
    </w:p>
    <w:p w:rsidR="004F104D" w:rsidRDefault="004F104D" w:rsidP="004F104D">
      <w:pPr>
        <w:pStyle w:val="Ttulo3"/>
        <w:spacing w:after="240"/>
        <w:jc w:val="center"/>
        <w:rPr>
          <w:sz w:val="24"/>
          <w:szCs w:val="24"/>
        </w:rPr>
      </w:pPr>
      <w:bookmarkStart w:id="3" w:name="_Toc485110843"/>
      <w:r w:rsidRPr="004A7E98">
        <w:rPr>
          <w:sz w:val="24"/>
          <w:szCs w:val="24"/>
        </w:rPr>
        <w:t>DECLARAÇÃO (ME/EPP)</w:t>
      </w:r>
      <w:bookmarkEnd w:id="3"/>
    </w:p>
    <w:p w:rsidR="004F104D" w:rsidRDefault="004F104D" w:rsidP="004F104D">
      <w:r>
        <w:t>Ao</w:t>
      </w:r>
    </w:p>
    <w:p w:rsidR="004F104D" w:rsidRDefault="004F104D" w:rsidP="004F104D">
      <w:r>
        <w:t>MINISTÉRIO PÚBLICO DO ESTADO DE MINAS GERAIS</w:t>
      </w:r>
    </w:p>
    <w:p w:rsidR="004F104D" w:rsidRDefault="004F104D" w:rsidP="004F104D">
      <w:r>
        <w:t>PROCURADORIA-GERAL DE JUSTIÇA</w:t>
      </w:r>
    </w:p>
    <w:p w:rsidR="004F104D" w:rsidRDefault="004F104D" w:rsidP="004F104D">
      <w:r>
        <w:t>DIVISÃO DE LICITAÇÃO</w:t>
      </w:r>
    </w:p>
    <w:p w:rsidR="004F104D" w:rsidRDefault="004F104D" w:rsidP="004F104D">
      <w:r>
        <w:t>PROCESSO: Nº 17/2017</w:t>
      </w:r>
      <w:r>
        <w:tab/>
      </w:r>
      <w:r>
        <w:tab/>
      </w:r>
    </w:p>
    <w:p w:rsidR="004F104D" w:rsidRPr="004F104D" w:rsidRDefault="004F104D" w:rsidP="004F104D">
      <w:r>
        <w:t>UNIDADE: 1091040</w:t>
      </w:r>
    </w:p>
    <w:p w:rsidR="004F104D" w:rsidRDefault="004F104D" w:rsidP="004F104D">
      <w:pPr>
        <w:spacing w:before="240" w:after="240"/>
        <w:jc w:val="both"/>
        <w:rPr>
          <w:color w:val="2E2E2E"/>
        </w:rPr>
      </w:pPr>
      <w:r w:rsidRPr="004A7E98">
        <w:t xml:space="preserve">Objeto: </w:t>
      </w:r>
      <w:r>
        <w:rPr>
          <w:rFonts w:eastAsiaTheme="minorEastAsia"/>
          <w:bCs/>
        </w:rPr>
        <w:t xml:space="preserve">Aquisição de </w:t>
      </w:r>
      <w:r>
        <w:rPr>
          <w:color w:val="2E2E2E"/>
        </w:rPr>
        <w:t>caixas plásticas para armazenamento de materiais diversos.</w:t>
      </w:r>
    </w:p>
    <w:p w:rsidR="004F104D" w:rsidRPr="004A7E98" w:rsidRDefault="004F104D" w:rsidP="004F104D">
      <w:pPr>
        <w:spacing w:before="240" w:after="240"/>
        <w:jc w:val="both"/>
      </w:pPr>
      <w:r w:rsidRPr="004A7E98">
        <w:tab/>
      </w:r>
    </w:p>
    <w:p w:rsidR="004F104D" w:rsidRPr="004A7E98" w:rsidRDefault="004F104D" w:rsidP="004F104D">
      <w:pPr>
        <w:spacing w:before="240" w:after="240"/>
        <w:ind w:firstLine="708"/>
        <w:jc w:val="both"/>
      </w:pPr>
      <w:r w:rsidRPr="004F104D">
        <w:t xml:space="preserve">A empresa Infodatas Comércio de Produtos Eletro. Eletrônicos e Serviços </w:t>
      </w:r>
      <w:proofErr w:type="spellStart"/>
      <w:r w:rsidRPr="004F104D">
        <w:t>Ltda</w:t>
      </w:r>
      <w:proofErr w:type="spellEnd"/>
      <w:r w:rsidRPr="004F104D">
        <w:t xml:space="preserve"> – ME - CNPJ: 68.514.900/0001-90 – IE: 062818673.00-19 Rua: Catumbi, 237ª – Caiçara – Belo Horizonte – MG – CEP: 31.230-070, por intermédio de seu representante legal, o Sr Antonio Miguel de Pádua Salomao, portador da Carteira de Identidade - RG nº M3 761 879 – SSP/MG</w:t>
      </w:r>
      <w:proofErr w:type="gramStart"/>
      <w:r w:rsidRPr="004F104D">
        <w:t xml:space="preserve">  </w:t>
      </w:r>
      <w:proofErr w:type="gramEnd"/>
      <w:r w:rsidRPr="004F104D">
        <w:t>e do CPF nº 761.099.506-10.</w:t>
      </w:r>
      <w:r>
        <w:t xml:space="preserve"> </w:t>
      </w:r>
      <w:r w:rsidRPr="004A7E98">
        <w:t xml:space="preserve">DECLARA, sob pena de responder pelos crimes cominados no art. 299 do Código Penal (falsidade ideológica) e no art. 93 da Lei Federal nº 8.666/93, que cumpre os requisitos legais para sua qualificação como Microempresa ou Empresa de Pequeno Porte, estando </w:t>
      </w:r>
      <w:proofErr w:type="gramStart"/>
      <w:r w:rsidRPr="004A7E98">
        <w:t>apta</w:t>
      </w:r>
      <w:proofErr w:type="gramEnd"/>
      <w:r w:rsidRPr="004A7E98">
        <w:t xml:space="preserve"> a usufruir do tratamento favorecido estabelecido na Lei Complementar Federal nº 123/06, e na Lei Estadual nº 20.826/13.</w:t>
      </w:r>
    </w:p>
    <w:p w:rsidR="004F104D" w:rsidRPr="004A7E98" w:rsidRDefault="004F104D" w:rsidP="004F104D">
      <w:pPr>
        <w:spacing w:before="240" w:after="240"/>
        <w:jc w:val="both"/>
      </w:pPr>
      <w:r w:rsidRPr="004A7E98">
        <w:t>DECLARA ainda ter conhecimento de que, para fruição do tratamento favorecido retromencionado, as informações registradas no Sistema Integrado de Administração da Receita – SIARE-MG e no Cadastro Geral de Fornecedores – CAGEF acerca de seu porte devem corresponder à realidade, sendo seu dever conferir sua exatidão e mantê-las em conformidade com as regras de enquadramento previstas no art. 3º da Lei Federal nº 123/06.</w:t>
      </w:r>
    </w:p>
    <w:p w:rsidR="004F104D" w:rsidRPr="004A7E98" w:rsidRDefault="004F104D" w:rsidP="004F104D">
      <w:pPr>
        <w:spacing w:before="240" w:after="240"/>
        <w:jc w:val="both"/>
      </w:pPr>
      <w:r w:rsidRPr="004A7E98">
        <w:t>(</w:t>
      </w:r>
      <w:proofErr w:type="gramStart"/>
      <w:r w:rsidRPr="004A7E98">
        <w:t>…..</w:t>
      </w:r>
      <w:proofErr w:type="gramEnd"/>
      <w:r w:rsidRPr="004A7E98">
        <w:t>) Ressalva: declaro que minha empresa possui restrição referente à documentação fiscal, para que possa regularizar a situação quando for declarado vencedor do certame, nos termos do § 3º, do art. 15, da Lei Estadual nº 20.826/13.</w:t>
      </w:r>
    </w:p>
    <w:p w:rsidR="00185058" w:rsidRDefault="004F104D" w:rsidP="004F104D">
      <w:pPr>
        <w:jc w:val="center"/>
      </w:pPr>
      <w:r w:rsidRPr="004A7E98">
        <w:t>Observação: em caso afirmativo, assinalar a ressalva acima.</w:t>
      </w:r>
    </w:p>
    <w:p w:rsidR="004F104D" w:rsidRDefault="004F104D" w:rsidP="004F104D">
      <w:pPr>
        <w:jc w:val="center"/>
      </w:pPr>
    </w:p>
    <w:p w:rsidR="004F104D" w:rsidRDefault="004F104D" w:rsidP="004F104D">
      <w:pPr>
        <w:jc w:val="right"/>
      </w:pPr>
      <w:r w:rsidRPr="004F104D">
        <w:t>Belo Horizonte/MG, 28 de Junho de 2017.</w:t>
      </w:r>
    </w:p>
    <w:p w:rsidR="004F104D" w:rsidRPr="007037BC" w:rsidRDefault="004F104D" w:rsidP="004F104D">
      <w:pPr>
        <w:jc w:val="center"/>
        <w:rPr>
          <w:rFonts w:ascii="Arial" w:hAnsi="Arial" w:cs="Arial"/>
          <w:noProof/>
          <w:sz w:val="16"/>
          <w:szCs w:val="16"/>
        </w:rPr>
      </w:pPr>
    </w:p>
    <w:p w:rsidR="00E378A6" w:rsidRPr="007037BC" w:rsidRDefault="005346ED" w:rsidP="00E378A6">
      <w:pPr>
        <w:jc w:val="center"/>
        <w:rPr>
          <w:rFonts w:ascii="Arial" w:hAnsi="Arial" w:cs="Arial"/>
          <w:sz w:val="16"/>
          <w:szCs w:val="16"/>
        </w:rPr>
      </w:pPr>
      <w:r w:rsidRPr="005346ED">
        <w:rPr>
          <w:rFonts w:ascii="Arial" w:hAnsi="Arial" w:cs="Arial"/>
          <w:noProof/>
          <w:sz w:val="16"/>
          <w:szCs w:val="16"/>
        </w:rPr>
        <w:drawing>
          <wp:inline distT="0" distB="0" distL="0" distR="0">
            <wp:extent cx="1931209" cy="849437"/>
            <wp:effectExtent l="19050" t="0" r="0" b="0"/>
            <wp:docPr id="8" name="Imagem 1" descr="\\BRIMSERVER\Planilhas\Documentos\ASSINATURA DO ANONIO MIGU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RIMSERVER\Planilhas\Documentos\ASSINATURA DO ANONIO MIGUE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480" cy="850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8A6" w:rsidRPr="007037BC" w:rsidRDefault="00E378A6" w:rsidP="00E378A6">
      <w:pPr>
        <w:jc w:val="center"/>
        <w:rPr>
          <w:rFonts w:ascii="Arial" w:hAnsi="Arial" w:cs="Arial"/>
          <w:sz w:val="16"/>
          <w:szCs w:val="16"/>
        </w:rPr>
      </w:pPr>
      <w:r w:rsidRPr="007037BC">
        <w:rPr>
          <w:rFonts w:ascii="Arial" w:hAnsi="Arial" w:cs="Arial"/>
          <w:sz w:val="16"/>
          <w:szCs w:val="16"/>
        </w:rPr>
        <w:t>ANTONIO MIGUEL DE PADUA SALOMAO</w:t>
      </w:r>
    </w:p>
    <w:p w:rsidR="00E378A6" w:rsidRDefault="00E378A6" w:rsidP="00E378A6">
      <w:pPr>
        <w:jc w:val="center"/>
        <w:rPr>
          <w:rFonts w:ascii="Arial" w:hAnsi="Arial" w:cs="Arial"/>
          <w:sz w:val="16"/>
          <w:szCs w:val="16"/>
        </w:rPr>
      </w:pPr>
      <w:r w:rsidRPr="007037BC">
        <w:rPr>
          <w:rFonts w:ascii="Arial" w:hAnsi="Arial" w:cs="Arial"/>
          <w:sz w:val="16"/>
          <w:szCs w:val="16"/>
        </w:rPr>
        <w:t>CPF 761.099.506-10 / CIC MG 3 761.879 SSPMG</w:t>
      </w:r>
    </w:p>
    <w:p w:rsidR="002B2FA2" w:rsidRPr="007037BC" w:rsidRDefault="005346ED" w:rsidP="00E378A6">
      <w:pPr>
        <w:jc w:val="center"/>
        <w:rPr>
          <w:rFonts w:ascii="Arial" w:hAnsi="Arial" w:cs="Arial"/>
          <w:sz w:val="16"/>
          <w:szCs w:val="16"/>
        </w:rPr>
      </w:pPr>
      <w:r>
        <w:object w:dxaOrig="4065" w:dyaOrig="2475">
          <v:shape id="_x0000_i1028" type="#_x0000_t75" style="width:117pt;height:71.25pt" o:ole="">
            <v:imagedata r:id="rId12" o:title=""/>
          </v:shape>
          <o:OLEObject Type="Embed" ProgID="PBrush" ShapeID="_x0000_i1028" DrawAspect="Content" ObjectID="_1560155378" r:id="rId16"/>
        </w:object>
      </w:r>
    </w:p>
    <w:p w:rsidR="00E378A6" w:rsidRDefault="00E378A6" w:rsidP="00367455">
      <w:pPr>
        <w:tabs>
          <w:tab w:val="left" w:pos="-540"/>
        </w:tabs>
        <w:rPr>
          <w:rFonts w:ascii="Arial" w:eastAsia="Calibri" w:hAnsi="Arial" w:cs="Arial"/>
          <w:b/>
          <w:sz w:val="16"/>
          <w:szCs w:val="16"/>
        </w:rPr>
      </w:pPr>
    </w:p>
    <w:p w:rsidR="00185058" w:rsidRDefault="00185058" w:rsidP="00367455">
      <w:pPr>
        <w:tabs>
          <w:tab w:val="left" w:pos="-540"/>
        </w:tabs>
        <w:rPr>
          <w:rFonts w:ascii="Arial" w:eastAsia="Calibri" w:hAnsi="Arial" w:cs="Arial"/>
          <w:b/>
          <w:sz w:val="16"/>
          <w:szCs w:val="16"/>
        </w:rPr>
      </w:pPr>
    </w:p>
    <w:p w:rsidR="00185058" w:rsidRDefault="00185058" w:rsidP="00367455">
      <w:pPr>
        <w:tabs>
          <w:tab w:val="left" w:pos="-540"/>
        </w:tabs>
        <w:rPr>
          <w:rFonts w:ascii="Arial" w:eastAsia="Calibri" w:hAnsi="Arial" w:cs="Arial"/>
          <w:b/>
          <w:sz w:val="16"/>
          <w:szCs w:val="16"/>
        </w:rPr>
      </w:pPr>
    </w:p>
    <w:sectPr w:rsidR="00185058" w:rsidSect="002255F8">
      <w:headerReference w:type="default" r:id="rId17"/>
      <w:footerReference w:type="default" r:id="rId18"/>
      <w:pgSz w:w="11907" w:h="16840" w:code="9"/>
      <w:pgMar w:top="720" w:right="720" w:bottom="720" w:left="720" w:header="680" w:footer="68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23A" w:rsidRDefault="00E0723A">
      <w:r>
        <w:separator/>
      </w:r>
    </w:p>
  </w:endnote>
  <w:endnote w:type="continuationSeparator" w:id="0">
    <w:p w:rsidR="00E0723A" w:rsidRDefault="00E072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charset w:val="00"/>
    <w:family w:val="auto"/>
    <w:pitch w:val="variable"/>
    <w:sig w:usb0="00000003" w:usb1="00000000" w:usb2="00000000" w:usb3="00000000" w:csb0="00000001" w:csb1="00000000"/>
  </w:font>
  <w:font w:name="Arial-BoldM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86" w:type="dxa"/>
      <w:jc w:val="center"/>
      <w:tblInd w:w="-984" w:type="dxa"/>
      <w:tblLook w:val="01E0"/>
    </w:tblPr>
    <w:tblGrid>
      <w:gridCol w:w="10686"/>
    </w:tblGrid>
    <w:tr w:rsidR="00FA1A72" w:rsidRPr="002F3626" w:rsidTr="002F3626">
      <w:trPr>
        <w:trHeight w:val="100"/>
        <w:jc w:val="center"/>
      </w:trPr>
      <w:tc>
        <w:tcPr>
          <w:tcW w:w="10686" w:type="dxa"/>
          <w:tcBorders>
            <w:bottom w:val="single" w:sz="4" w:space="0" w:color="auto"/>
          </w:tcBorders>
        </w:tcPr>
        <w:p w:rsidR="00FA1A72" w:rsidRPr="002F3626" w:rsidRDefault="00FA1A72" w:rsidP="00610501">
          <w:pPr>
            <w:pStyle w:val="Rodap"/>
            <w:jc w:val="center"/>
            <w:rPr>
              <w:rFonts w:ascii="Arial" w:hAnsi="Arial" w:cs="Arial"/>
              <w:b/>
              <w:color w:val="003366"/>
            </w:rPr>
          </w:pPr>
        </w:p>
      </w:tc>
    </w:tr>
    <w:tr w:rsidR="00FA1A72" w:rsidRPr="00610501" w:rsidTr="002F3626">
      <w:trPr>
        <w:trHeight w:val="620"/>
        <w:jc w:val="center"/>
      </w:trPr>
      <w:tc>
        <w:tcPr>
          <w:tcW w:w="10686" w:type="dxa"/>
          <w:tcBorders>
            <w:top w:val="single" w:sz="4" w:space="0" w:color="auto"/>
          </w:tcBorders>
        </w:tcPr>
        <w:p w:rsidR="00FA1A72" w:rsidRPr="00610501" w:rsidRDefault="00FA1A72" w:rsidP="00610501">
          <w:pPr>
            <w:pStyle w:val="Rodap"/>
            <w:pBdr>
              <w:top w:val="single" w:sz="24" w:space="5" w:color="9BBB59"/>
            </w:pBdr>
            <w:jc w:val="right"/>
            <w:rPr>
              <w:i/>
              <w:iCs/>
              <w:color w:val="000000"/>
            </w:rPr>
          </w:pPr>
          <w:r w:rsidRPr="00610501">
            <w:rPr>
              <w:i/>
              <w:iCs/>
              <w:color w:val="000000"/>
            </w:rPr>
            <w:t xml:space="preserve">Infodatas Comércio de Produtos Eletro. Eletrônicos e Serviços </w:t>
          </w:r>
          <w:proofErr w:type="spellStart"/>
          <w:r w:rsidRPr="00610501">
            <w:rPr>
              <w:i/>
              <w:iCs/>
              <w:color w:val="000000"/>
            </w:rPr>
            <w:t>Ltda</w:t>
          </w:r>
          <w:proofErr w:type="spellEnd"/>
          <w:r w:rsidRPr="00610501">
            <w:rPr>
              <w:i/>
              <w:iCs/>
              <w:color w:val="000000"/>
            </w:rPr>
            <w:t xml:space="preserve"> – ME</w:t>
          </w:r>
        </w:p>
        <w:p w:rsidR="00FA1A72" w:rsidRPr="00610501" w:rsidRDefault="00FA1A72" w:rsidP="00610501">
          <w:pPr>
            <w:pStyle w:val="Rodap"/>
            <w:pBdr>
              <w:top w:val="single" w:sz="24" w:space="5" w:color="9BBB59"/>
            </w:pBdr>
            <w:jc w:val="right"/>
            <w:rPr>
              <w:i/>
              <w:iCs/>
              <w:color w:val="000000"/>
            </w:rPr>
          </w:pPr>
          <w:r w:rsidRPr="00610501">
            <w:rPr>
              <w:i/>
              <w:iCs/>
              <w:color w:val="000000"/>
            </w:rPr>
            <w:t>CNPJ: 68.514.900/0001-90 – IE: 062818673.00-</w:t>
          </w:r>
          <w:r>
            <w:rPr>
              <w:i/>
              <w:iCs/>
              <w:color w:val="000000"/>
            </w:rPr>
            <w:t>1</w:t>
          </w:r>
          <w:r w:rsidRPr="00610501">
            <w:rPr>
              <w:i/>
              <w:iCs/>
              <w:color w:val="000000"/>
            </w:rPr>
            <w:t>9</w:t>
          </w:r>
        </w:p>
        <w:p w:rsidR="00FA1A72" w:rsidRPr="00610501" w:rsidRDefault="00FA1A72" w:rsidP="00610501">
          <w:pPr>
            <w:pStyle w:val="Rodap"/>
            <w:pBdr>
              <w:top w:val="single" w:sz="24" w:space="5" w:color="9BBB59"/>
            </w:pBdr>
            <w:jc w:val="right"/>
            <w:rPr>
              <w:i/>
              <w:iCs/>
              <w:color w:val="000000"/>
            </w:rPr>
          </w:pPr>
          <w:r w:rsidRPr="00610501">
            <w:rPr>
              <w:i/>
              <w:iCs/>
              <w:color w:val="000000"/>
            </w:rPr>
            <w:t>Rua: Catumbi, 237ª – Caiçara – Belo Horizonte – MG – CEP: 31.230-</w:t>
          </w:r>
          <w:proofErr w:type="gramStart"/>
          <w:r w:rsidRPr="00610501">
            <w:rPr>
              <w:i/>
              <w:iCs/>
              <w:color w:val="000000"/>
            </w:rPr>
            <w:t>070</w:t>
          </w:r>
          <w:proofErr w:type="gramEnd"/>
        </w:p>
        <w:p w:rsidR="00FA1A72" w:rsidRPr="00610501" w:rsidRDefault="00FA1A72" w:rsidP="00610501">
          <w:pPr>
            <w:pStyle w:val="Rodap"/>
            <w:pBdr>
              <w:top w:val="single" w:sz="24" w:space="5" w:color="9BBB59"/>
            </w:pBdr>
            <w:jc w:val="right"/>
            <w:rPr>
              <w:i/>
              <w:iCs/>
              <w:color w:val="000000"/>
            </w:rPr>
          </w:pPr>
          <w:r w:rsidRPr="00610501">
            <w:rPr>
              <w:i/>
              <w:iCs/>
              <w:color w:val="000000"/>
            </w:rPr>
            <w:t>Telefone/Fax: +55 (31) 2514-8459 / +55 (31) 2512-8459</w:t>
          </w:r>
        </w:p>
        <w:p w:rsidR="00FA1A72" w:rsidRPr="002255F8" w:rsidRDefault="00F366C2" w:rsidP="00C3007F">
          <w:pPr>
            <w:pStyle w:val="Rodap"/>
            <w:pBdr>
              <w:top w:val="single" w:sz="24" w:space="5" w:color="9BBB59"/>
            </w:pBdr>
            <w:jc w:val="right"/>
            <w:rPr>
              <w:i/>
              <w:iCs/>
              <w:color w:val="8C8C8C"/>
            </w:rPr>
          </w:pPr>
          <w:hyperlink r:id="rId1" w:history="1">
            <w:r w:rsidR="00FA1A72" w:rsidRPr="00610501">
              <w:rPr>
                <w:rStyle w:val="Hyperlink"/>
                <w:i/>
                <w:iCs/>
              </w:rPr>
              <w:t>http://www.infodatas.com.br</w:t>
            </w:r>
          </w:hyperlink>
          <w:r w:rsidR="00FA1A72" w:rsidRPr="00610501">
            <w:rPr>
              <w:i/>
              <w:iCs/>
              <w:color w:val="8C8C8C"/>
            </w:rPr>
            <w:t xml:space="preserve"> / </w:t>
          </w:r>
          <w:hyperlink r:id="rId2" w:history="1">
            <w:r w:rsidR="00FA1A72" w:rsidRPr="00184B55">
              <w:rPr>
                <w:rStyle w:val="Hyperlink"/>
                <w:i/>
                <w:iCs/>
              </w:rPr>
              <w:t>licitacao@infodatas.com.br</w:t>
            </w:r>
          </w:hyperlink>
        </w:p>
      </w:tc>
    </w:tr>
  </w:tbl>
  <w:p w:rsidR="00FA1A72" w:rsidRDefault="00FA1A72" w:rsidP="002A3252">
    <w:pPr>
      <w:pStyle w:val="Rodap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23A" w:rsidRDefault="00E0723A">
      <w:r>
        <w:separator/>
      </w:r>
    </w:p>
  </w:footnote>
  <w:footnote w:type="continuationSeparator" w:id="0">
    <w:p w:rsidR="00E0723A" w:rsidRDefault="00E072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96" w:type="dxa"/>
      <w:jc w:val="center"/>
      <w:tblInd w:w="-788" w:type="dxa"/>
      <w:tblLayout w:type="fixed"/>
      <w:tblCellMar>
        <w:left w:w="70" w:type="dxa"/>
        <w:right w:w="70" w:type="dxa"/>
      </w:tblCellMar>
      <w:tblLook w:val="0000"/>
    </w:tblPr>
    <w:tblGrid>
      <w:gridCol w:w="1800"/>
      <w:gridCol w:w="8496"/>
    </w:tblGrid>
    <w:tr w:rsidR="00FA1A72">
      <w:trPr>
        <w:jc w:val="center"/>
      </w:trPr>
      <w:tc>
        <w:tcPr>
          <w:tcW w:w="1800" w:type="dxa"/>
        </w:tcPr>
        <w:p w:rsidR="00FA1A72" w:rsidRDefault="00FA1A72">
          <w:pPr>
            <w:pStyle w:val="Cabealho"/>
          </w:pPr>
          <w:r>
            <w:rPr>
              <w:noProof/>
            </w:rPr>
            <w:drawing>
              <wp:inline distT="0" distB="0" distL="0" distR="0">
                <wp:extent cx="1200150" cy="904875"/>
                <wp:effectExtent l="19050" t="0" r="0" b="0"/>
                <wp:docPr id="1" name="Imagem 1" descr="Logomar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mar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904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6" w:type="dxa"/>
        </w:tcPr>
        <w:p w:rsidR="00FA1A72" w:rsidRDefault="00FA1A72">
          <w:pPr>
            <w:pStyle w:val="Cabealho"/>
            <w:jc w:val="center"/>
            <w:rPr>
              <w:rFonts w:ascii="Arial" w:hAnsi="Arial"/>
              <w:sz w:val="24"/>
            </w:rPr>
          </w:pPr>
        </w:p>
      </w:tc>
    </w:tr>
  </w:tbl>
  <w:p w:rsidR="00FA1A72" w:rsidRDefault="00FA1A72" w:rsidP="002B5F86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cs="Times New Roman"/>
        <w:b w:val="0"/>
        <w:bCs/>
        <w:i w:val="0"/>
        <w:strike w:val="0"/>
        <w:dstrike w:val="0"/>
        <w:color w:val="000000"/>
        <w:sz w:val="20"/>
        <w:szCs w:val="20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9" w:hanging="504"/>
      </w:pPr>
      <w:rPr>
        <w:rFonts w:cs="Times New Roman"/>
        <w:b w:val="0"/>
        <w:bCs/>
        <w:i w:val="0"/>
        <w:strike w:val="0"/>
        <w:dstrike w:val="0"/>
        <w:color w:val="000000"/>
        <w:sz w:val="20"/>
        <w:szCs w:val="20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>
    <w:nsid w:val="049B5E78"/>
    <w:multiLevelType w:val="multilevel"/>
    <w:tmpl w:val="E5BCE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250CBB"/>
    <w:multiLevelType w:val="hybridMultilevel"/>
    <w:tmpl w:val="0C880B60"/>
    <w:lvl w:ilvl="0" w:tplc="AE4C49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2E624F"/>
    <w:multiLevelType w:val="hybridMultilevel"/>
    <w:tmpl w:val="7CE26FB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5F36850"/>
    <w:multiLevelType w:val="hybridMultilevel"/>
    <w:tmpl w:val="37B6CDC8"/>
    <w:lvl w:ilvl="0" w:tplc="946672C4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658B2"/>
    <w:multiLevelType w:val="multilevel"/>
    <w:tmpl w:val="0032D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5F7724"/>
    <w:multiLevelType w:val="hybridMultilevel"/>
    <w:tmpl w:val="83AE38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892C39"/>
    <w:multiLevelType w:val="hybridMultilevel"/>
    <w:tmpl w:val="6EC86CC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5D0DF5"/>
    <w:multiLevelType w:val="singleLevel"/>
    <w:tmpl w:val="56E4E98E"/>
    <w:lvl w:ilvl="0">
      <w:start w:val="13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hint="default"/>
      </w:rPr>
    </w:lvl>
  </w:abstractNum>
  <w:abstractNum w:abstractNumId="10">
    <w:nsid w:val="103445B4"/>
    <w:multiLevelType w:val="singleLevel"/>
    <w:tmpl w:val="907A0A5A"/>
    <w:lvl w:ilvl="0">
      <w:start w:val="3"/>
      <w:numFmt w:val="lowerLetter"/>
      <w:lvlText w:val="%1)"/>
      <w:lvlJc w:val="left"/>
      <w:pPr>
        <w:tabs>
          <w:tab w:val="num" w:pos="675"/>
        </w:tabs>
        <w:ind w:left="675" w:hanging="375"/>
      </w:pPr>
      <w:rPr>
        <w:rFonts w:hint="default"/>
      </w:rPr>
    </w:lvl>
  </w:abstractNum>
  <w:abstractNum w:abstractNumId="11">
    <w:nsid w:val="10611431"/>
    <w:multiLevelType w:val="hybridMultilevel"/>
    <w:tmpl w:val="632E53C4"/>
    <w:lvl w:ilvl="0" w:tplc="44FC0A0A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7F1FA9"/>
    <w:multiLevelType w:val="multilevel"/>
    <w:tmpl w:val="F064DC04"/>
    <w:lvl w:ilvl="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14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>
    <w:nsid w:val="14A77431"/>
    <w:multiLevelType w:val="hybridMultilevel"/>
    <w:tmpl w:val="FBFA3616"/>
    <w:lvl w:ilvl="0" w:tplc="BB263288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6137F65"/>
    <w:multiLevelType w:val="hybridMultilevel"/>
    <w:tmpl w:val="3760C8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6B42FC0"/>
    <w:multiLevelType w:val="hybridMultilevel"/>
    <w:tmpl w:val="4BFC6F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3A221B"/>
    <w:multiLevelType w:val="multilevel"/>
    <w:tmpl w:val="B8182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1B083CA2"/>
    <w:multiLevelType w:val="hybridMultilevel"/>
    <w:tmpl w:val="4EF22800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DB27844"/>
    <w:multiLevelType w:val="hybridMultilevel"/>
    <w:tmpl w:val="2578B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801F0D"/>
    <w:multiLevelType w:val="hybridMultilevel"/>
    <w:tmpl w:val="CC9E6F20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1EC0592"/>
    <w:multiLevelType w:val="hybridMultilevel"/>
    <w:tmpl w:val="B59CA6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24E505C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22BD58AB"/>
    <w:multiLevelType w:val="hybridMultilevel"/>
    <w:tmpl w:val="A5D096E4"/>
    <w:lvl w:ilvl="0" w:tplc="0416000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862"/>
        </w:tabs>
        <w:ind w:left="58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582"/>
        </w:tabs>
        <w:ind w:left="65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7302"/>
        </w:tabs>
        <w:ind w:left="73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8022"/>
        </w:tabs>
        <w:ind w:left="80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742"/>
        </w:tabs>
        <w:ind w:left="8742" w:hanging="360"/>
      </w:pPr>
      <w:rPr>
        <w:rFonts w:ascii="Wingdings" w:hAnsi="Wingdings" w:hint="default"/>
      </w:rPr>
    </w:lvl>
  </w:abstractNum>
  <w:abstractNum w:abstractNumId="23">
    <w:nsid w:val="24005F34"/>
    <w:multiLevelType w:val="hybridMultilevel"/>
    <w:tmpl w:val="B65C9CE0"/>
    <w:lvl w:ilvl="0" w:tplc="78DADE46">
      <w:start w:val="1"/>
      <w:numFmt w:val="decimal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2C22533D"/>
    <w:multiLevelType w:val="hybridMultilevel"/>
    <w:tmpl w:val="5B36A6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C5D2EB2"/>
    <w:multiLevelType w:val="multilevel"/>
    <w:tmpl w:val="40F8C5F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C6B3171"/>
    <w:multiLevelType w:val="hybridMultilevel"/>
    <w:tmpl w:val="3E68AC0E"/>
    <w:lvl w:ilvl="0" w:tplc="F1840E4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5F140F"/>
    <w:multiLevelType w:val="hybridMultilevel"/>
    <w:tmpl w:val="B11C2F78"/>
    <w:lvl w:ilvl="0" w:tplc="BB263288">
      <w:start w:val="1"/>
      <w:numFmt w:val="bullet"/>
      <w:lvlText w:val=""/>
      <w:lvlJc w:val="left"/>
      <w:pPr>
        <w:tabs>
          <w:tab w:val="num" w:pos="400"/>
        </w:tabs>
        <w:ind w:left="400" w:hanging="34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36226E86"/>
    <w:multiLevelType w:val="multilevel"/>
    <w:tmpl w:val="DD5CA58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7F40FA9"/>
    <w:multiLevelType w:val="hybridMultilevel"/>
    <w:tmpl w:val="1F988BA2"/>
    <w:lvl w:ilvl="0" w:tplc="81D661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6700E5"/>
    <w:multiLevelType w:val="hybridMultilevel"/>
    <w:tmpl w:val="E1C6154E"/>
    <w:lvl w:ilvl="0" w:tplc="04160011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1">
    <w:nsid w:val="4EF13084"/>
    <w:multiLevelType w:val="singleLevel"/>
    <w:tmpl w:val="0546C7EA"/>
    <w:lvl w:ilvl="0">
      <w:start w:val="13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hint="default"/>
      </w:rPr>
    </w:lvl>
  </w:abstractNum>
  <w:abstractNum w:abstractNumId="32">
    <w:nsid w:val="50D00E14"/>
    <w:multiLevelType w:val="hybridMultilevel"/>
    <w:tmpl w:val="BB9E3810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EC289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51597FCF"/>
    <w:multiLevelType w:val="hybridMultilevel"/>
    <w:tmpl w:val="D5AA5CD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18C3A79"/>
    <w:multiLevelType w:val="hybridMultilevel"/>
    <w:tmpl w:val="D7182E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1A9766E"/>
    <w:multiLevelType w:val="hybridMultilevel"/>
    <w:tmpl w:val="53601658"/>
    <w:lvl w:ilvl="0" w:tplc="5010F86E">
      <w:start w:val="6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51EA3A07"/>
    <w:multiLevelType w:val="hybridMultilevel"/>
    <w:tmpl w:val="865E2294"/>
    <w:lvl w:ilvl="0" w:tplc="FEDC070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3EE2108"/>
    <w:multiLevelType w:val="hybridMultilevel"/>
    <w:tmpl w:val="01DEF8EE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D247AB5"/>
    <w:multiLevelType w:val="multilevel"/>
    <w:tmpl w:val="A9D26C7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5D3B713B"/>
    <w:multiLevelType w:val="multilevel"/>
    <w:tmpl w:val="43568B9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3D36FF7"/>
    <w:multiLevelType w:val="multilevel"/>
    <w:tmpl w:val="6D327F6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69D01D78"/>
    <w:multiLevelType w:val="hybridMultilevel"/>
    <w:tmpl w:val="CB4A5152"/>
    <w:lvl w:ilvl="0" w:tplc="43A0D05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6821BB"/>
    <w:multiLevelType w:val="hybridMultilevel"/>
    <w:tmpl w:val="0C14C2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77140D"/>
    <w:multiLevelType w:val="hybridMultilevel"/>
    <w:tmpl w:val="C3E60412"/>
    <w:lvl w:ilvl="0" w:tplc="C9D468F4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3D1F85"/>
    <w:multiLevelType w:val="hybridMultilevel"/>
    <w:tmpl w:val="E8E4EEC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CF673B"/>
    <w:multiLevelType w:val="hybridMultilevel"/>
    <w:tmpl w:val="B7747CD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C20769"/>
    <w:multiLevelType w:val="multilevel"/>
    <w:tmpl w:val="DC403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1"/>
  </w:num>
  <w:num w:numId="3">
    <w:abstractNumId w:val="19"/>
  </w:num>
  <w:num w:numId="4">
    <w:abstractNumId w:val="30"/>
  </w:num>
  <w:num w:numId="5">
    <w:abstractNumId w:val="22"/>
  </w:num>
  <w:num w:numId="6">
    <w:abstractNumId w:val="13"/>
  </w:num>
  <w:num w:numId="7">
    <w:abstractNumId w:val="34"/>
  </w:num>
  <w:num w:numId="8">
    <w:abstractNumId w:val="8"/>
  </w:num>
  <w:num w:numId="9">
    <w:abstractNumId w:val="17"/>
  </w:num>
  <w:num w:numId="10">
    <w:abstractNumId w:val="27"/>
  </w:num>
  <w:num w:numId="11">
    <w:abstractNumId w:val="23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0"/>
  </w:num>
  <w:num w:numId="15">
    <w:abstractNumId w:val="39"/>
  </w:num>
  <w:num w:numId="16">
    <w:abstractNumId w:val="28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</w:num>
  <w:num w:numId="19">
    <w:abstractNumId w:val="25"/>
  </w:num>
  <w:num w:numId="20">
    <w:abstractNumId w:val="1"/>
  </w:num>
  <w:num w:numId="21">
    <w:abstractNumId w:val="2"/>
  </w:num>
  <w:num w:numId="22">
    <w:abstractNumId w:val="6"/>
  </w:num>
  <w:num w:numId="23">
    <w:abstractNumId w:val="37"/>
  </w:num>
  <w:num w:numId="24">
    <w:abstractNumId w:val="36"/>
  </w:num>
  <w:num w:numId="25">
    <w:abstractNumId w:val="42"/>
  </w:num>
  <w:num w:numId="26">
    <w:abstractNumId w:val="20"/>
  </w:num>
  <w:num w:numId="27">
    <w:abstractNumId w:val="46"/>
  </w:num>
  <w:num w:numId="28">
    <w:abstractNumId w:val="21"/>
  </w:num>
  <w:num w:numId="29">
    <w:abstractNumId w:val="33"/>
  </w:num>
  <w:num w:numId="30">
    <w:abstractNumId w:val="35"/>
  </w:num>
  <w:num w:numId="31">
    <w:abstractNumId w:val="4"/>
  </w:num>
  <w:num w:numId="32">
    <w:abstractNumId w:val="7"/>
  </w:num>
  <w:num w:numId="33">
    <w:abstractNumId w:val="18"/>
  </w:num>
  <w:num w:numId="34">
    <w:abstractNumId w:val="24"/>
  </w:num>
  <w:num w:numId="35">
    <w:abstractNumId w:val="38"/>
  </w:num>
  <w:num w:numId="36">
    <w:abstractNumId w:val="32"/>
  </w:num>
  <w:num w:numId="37">
    <w:abstractNumId w:val="11"/>
  </w:num>
  <w:num w:numId="38">
    <w:abstractNumId w:val="3"/>
  </w:num>
  <w:num w:numId="39">
    <w:abstractNumId w:val="47"/>
  </w:num>
  <w:num w:numId="40">
    <w:abstractNumId w:val="43"/>
  </w:num>
  <w:num w:numId="41">
    <w:abstractNumId w:val="15"/>
  </w:num>
  <w:num w:numId="42">
    <w:abstractNumId w:val="45"/>
  </w:num>
  <w:num w:numId="43">
    <w:abstractNumId w:val="29"/>
  </w:num>
  <w:num w:numId="44">
    <w:abstractNumId w:val="0"/>
  </w:num>
  <w:num w:numId="45">
    <w:abstractNumId w:val="12"/>
  </w:num>
  <w:num w:numId="46">
    <w:abstractNumId w:val="41"/>
  </w:num>
  <w:num w:numId="47">
    <w:abstractNumId w:val="44"/>
  </w:num>
  <w:num w:numId="48">
    <w:abstractNumId w:val="5"/>
  </w:num>
  <w:num w:numId="4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attachedTemplate r:id="rId1"/>
  <w:stylePaneFormatFilter w:val="3F01"/>
  <w:defaultTabStop w:val="708"/>
  <w:hyphenationZone w:val="425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48834"/>
  </w:hdrShapeDefaults>
  <w:footnotePr>
    <w:footnote w:id="-1"/>
    <w:footnote w:id="0"/>
  </w:footnotePr>
  <w:endnotePr>
    <w:endnote w:id="-1"/>
    <w:endnote w:id="0"/>
  </w:endnotePr>
  <w:compat/>
  <w:rsids>
    <w:rsidRoot w:val="004E2EA3"/>
    <w:rsid w:val="00012799"/>
    <w:rsid w:val="00013873"/>
    <w:rsid w:val="0002350F"/>
    <w:rsid w:val="0002403E"/>
    <w:rsid w:val="000271F4"/>
    <w:rsid w:val="0002771F"/>
    <w:rsid w:val="000343DE"/>
    <w:rsid w:val="00036DCB"/>
    <w:rsid w:val="00037F25"/>
    <w:rsid w:val="00042847"/>
    <w:rsid w:val="000431EB"/>
    <w:rsid w:val="00047ED3"/>
    <w:rsid w:val="00055190"/>
    <w:rsid w:val="000609C7"/>
    <w:rsid w:val="00067D32"/>
    <w:rsid w:val="0007153A"/>
    <w:rsid w:val="00073B71"/>
    <w:rsid w:val="000771F5"/>
    <w:rsid w:val="000852BB"/>
    <w:rsid w:val="00087F58"/>
    <w:rsid w:val="000924C1"/>
    <w:rsid w:val="00092D87"/>
    <w:rsid w:val="000A09E2"/>
    <w:rsid w:val="000A1388"/>
    <w:rsid w:val="000A1B68"/>
    <w:rsid w:val="000A34AB"/>
    <w:rsid w:val="000A7771"/>
    <w:rsid w:val="000B79EC"/>
    <w:rsid w:val="000C15F1"/>
    <w:rsid w:val="000C229D"/>
    <w:rsid w:val="000C3883"/>
    <w:rsid w:val="000C52B3"/>
    <w:rsid w:val="000D5A77"/>
    <w:rsid w:val="000D7C08"/>
    <w:rsid w:val="000D7E8F"/>
    <w:rsid w:val="000E0150"/>
    <w:rsid w:val="000E03FC"/>
    <w:rsid w:val="000E2728"/>
    <w:rsid w:val="000E7808"/>
    <w:rsid w:val="000F0DC9"/>
    <w:rsid w:val="000F4AB5"/>
    <w:rsid w:val="000F558D"/>
    <w:rsid w:val="000F577E"/>
    <w:rsid w:val="000F6F99"/>
    <w:rsid w:val="001024E8"/>
    <w:rsid w:val="001113ED"/>
    <w:rsid w:val="001150A2"/>
    <w:rsid w:val="00120906"/>
    <w:rsid w:val="00121D2E"/>
    <w:rsid w:val="00122B3F"/>
    <w:rsid w:val="00124259"/>
    <w:rsid w:val="001323B4"/>
    <w:rsid w:val="001363A4"/>
    <w:rsid w:val="00141B90"/>
    <w:rsid w:val="00142BEF"/>
    <w:rsid w:val="00143B94"/>
    <w:rsid w:val="001508B5"/>
    <w:rsid w:val="00151BF1"/>
    <w:rsid w:val="00152C91"/>
    <w:rsid w:val="00154C36"/>
    <w:rsid w:val="0016452F"/>
    <w:rsid w:val="00175678"/>
    <w:rsid w:val="00182238"/>
    <w:rsid w:val="00185058"/>
    <w:rsid w:val="0018591F"/>
    <w:rsid w:val="00190032"/>
    <w:rsid w:val="001908ED"/>
    <w:rsid w:val="0019133D"/>
    <w:rsid w:val="001914E4"/>
    <w:rsid w:val="00195342"/>
    <w:rsid w:val="00196DE9"/>
    <w:rsid w:val="001A3F97"/>
    <w:rsid w:val="001B03AA"/>
    <w:rsid w:val="001B6D03"/>
    <w:rsid w:val="001C22D5"/>
    <w:rsid w:val="001C6311"/>
    <w:rsid w:val="001D0BF6"/>
    <w:rsid w:val="001D3979"/>
    <w:rsid w:val="001D4B46"/>
    <w:rsid w:val="001F1309"/>
    <w:rsid w:val="001F1C88"/>
    <w:rsid w:val="001F6975"/>
    <w:rsid w:val="001F7CDF"/>
    <w:rsid w:val="002009B9"/>
    <w:rsid w:val="00206267"/>
    <w:rsid w:val="00206BC2"/>
    <w:rsid w:val="002102A9"/>
    <w:rsid w:val="0021206D"/>
    <w:rsid w:val="0021503D"/>
    <w:rsid w:val="00221C99"/>
    <w:rsid w:val="0022311E"/>
    <w:rsid w:val="00224569"/>
    <w:rsid w:val="00224F18"/>
    <w:rsid w:val="002255F8"/>
    <w:rsid w:val="0023324D"/>
    <w:rsid w:val="002353C1"/>
    <w:rsid w:val="002419BA"/>
    <w:rsid w:val="0025150E"/>
    <w:rsid w:val="00254A43"/>
    <w:rsid w:val="00255860"/>
    <w:rsid w:val="00256259"/>
    <w:rsid w:val="00256742"/>
    <w:rsid w:val="00260E3A"/>
    <w:rsid w:val="00261FF4"/>
    <w:rsid w:val="002635AF"/>
    <w:rsid w:val="002809A0"/>
    <w:rsid w:val="00283AAC"/>
    <w:rsid w:val="002842EF"/>
    <w:rsid w:val="002933CE"/>
    <w:rsid w:val="00295EED"/>
    <w:rsid w:val="002967A0"/>
    <w:rsid w:val="002973E4"/>
    <w:rsid w:val="002A3252"/>
    <w:rsid w:val="002B2BD8"/>
    <w:rsid w:val="002B2FA2"/>
    <w:rsid w:val="002B4611"/>
    <w:rsid w:val="002B5F86"/>
    <w:rsid w:val="002B6064"/>
    <w:rsid w:val="002C215D"/>
    <w:rsid w:val="002C243D"/>
    <w:rsid w:val="002C625F"/>
    <w:rsid w:val="002C6F0D"/>
    <w:rsid w:val="002C72B5"/>
    <w:rsid w:val="002D5772"/>
    <w:rsid w:val="002E2145"/>
    <w:rsid w:val="002E5034"/>
    <w:rsid w:val="002F3626"/>
    <w:rsid w:val="002F43A8"/>
    <w:rsid w:val="002F4760"/>
    <w:rsid w:val="002F534F"/>
    <w:rsid w:val="00301237"/>
    <w:rsid w:val="003062E6"/>
    <w:rsid w:val="00331BB2"/>
    <w:rsid w:val="0034150B"/>
    <w:rsid w:val="003421B3"/>
    <w:rsid w:val="00350AE1"/>
    <w:rsid w:val="00352575"/>
    <w:rsid w:val="00354CB2"/>
    <w:rsid w:val="0036252F"/>
    <w:rsid w:val="00367455"/>
    <w:rsid w:val="00367D08"/>
    <w:rsid w:val="003740B4"/>
    <w:rsid w:val="003752B8"/>
    <w:rsid w:val="0037661D"/>
    <w:rsid w:val="003813ED"/>
    <w:rsid w:val="003823E2"/>
    <w:rsid w:val="00383471"/>
    <w:rsid w:val="0039612F"/>
    <w:rsid w:val="00396D13"/>
    <w:rsid w:val="003A4BC7"/>
    <w:rsid w:val="003B38FD"/>
    <w:rsid w:val="003C22DC"/>
    <w:rsid w:val="003C6225"/>
    <w:rsid w:val="003C6648"/>
    <w:rsid w:val="003C7390"/>
    <w:rsid w:val="003C761C"/>
    <w:rsid w:val="003D1C9C"/>
    <w:rsid w:val="003E3DA2"/>
    <w:rsid w:val="003E455D"/>
    <w:rsid w:val="003E62C8"/>
    <w:rsid w:val="003F0BA4"/>
    <w:rsid w:val="003F4FF5"/>
    <w:rsid w:val="003F6087"/>
    <w:rsid w:val="004026C5"/>
    <w:rsid w:val="004035F7"/>
    <w:rsid w:val="0041155F"/>
    <w:rsid w:val="00412B38"/>
    <w:rsid w:val="004143CF"/>
    <w:rsid w:val="004173B9"/>
    <w:rsid w:val="00417DC2"/>
    <w:rsid w:val="00420DCC"/>
    <w:rsid w:val="00423BBF"/>
    <w:rsid w:val="00424B51"/>
    <w:rsid w:val="00426CB1"/>
    <w:rsid w:val="00427B94"/>
    <w:rsid w:val="00440A6F"/>
    <w:rsid w:val="0044184E"/>
    <w:rsid w:val="004456FF"/>
    <w:rsid w:val="004468CA"/>
    <w:rsid w:val="0045108F"/>
    <w:rsid w:val="0045296F"/>
    <w:rsid w:val="00452D53"/>
    <w:rsid w:val="0045660E"/>
    <w:rsid w:val="00456802"/>
    <w:rsid w:val="004622AC"/>
    <w:rsid w:val="00465D63"/>
    <w:rsid w:val="00467E4A"/>
    <w:rsid w:val="00472887"/>
    <w:rsid w:val="004737BF"/>
    <w:rsid w:val="00473ED2"/>
    <w:rsid w:val="00474815"/>
    <w:rsid w:val="00482F8B"/>
    <w:rsid w:val="00482F92"/>
    <w:rsid w:val="00483194"/>
    <w:rsid w:val="00493960"/>
    <w:rsid w:val="0049486C"/>
    <w:rsid w:val="00495783"/>
    <w:rsid w:val="00497A00"/>
    <w:rsid w:val="004A3077"/>
    <w:rsid w:val="004A77A0"/>
    <w:rsid w:val="004B1CBB"/>
    <w:rsid w:val="004C048D"/>
    <w:rsid w:val="004C4FDB"/>
    <w:rsid w:val="004C6196"/>
    <w:rsid w:val="004C662B"/>
    <w:rsid w:val="004C799D"/>
    <w:rsid w:val="004D2B02"/>
    <w:rsid w:val="004D2FB5"/>
    <w:rsid w:val="004D6C26"/>
    <w:rsid w:val="004E16A3"/>
    <w:rsid w:val="004E2EA3"/>
    <w:rsid w:val="004E5B71"/>
    <w:rsid w:val="004F043D"/>
    <w:rsid w:val="004F104D"/>
    <w:rsid w:val="004F2E23"/>
    <w:rsid w:val="004F760F"/>
    <w:rsid w:val="004F78D7"/>
    <w:rsid w:val="00504758"/>
    <w:rsid w:val="00510461"/>
    <w:rsid w:val="00517896"/>
    <w:rsid w:val="0052121D"/>
    <w:rsid w:val="00522AE9"/>
    <w:rsid w:val="0052406F"/>
    <w:rsid w:val="00524D74"/>
    <w:rsid w:val="00525B36"/>
    <w:rsid w:val="00527A55"/>
    <w:rsid w:val="0053169F"/>
    <w:rsid w:val="00533825"/>
    <w:rsid w:val="005346ED"/>
    <w:rsid w:val="00536A69"/>
    <w:rsid w:val="00537AB6"/>
    <w:rsid w:val="005512B4"/>
    <w:rsid w:val="00562B01"/>
    <w:rsid w:val="00575054"/>
    <w:rsid w:val="005822C7"/>
    <w:rsid w:val="00582CCF"/>
    <w:rsid w:val="00583010"/>
    <w:rsid w:val="005832A1"/>
    <w:rsid w:val="00587268"/>
    <w:rsid w:val="005902B3"/>
    <w:rsid w:val="00590D72"/>
    <w:rsid w:val="005959D7"/>
    <w:rsid w:val="005A0CCD"/>
    <w:rsid w:val="005A2E11"/>
    <w:rsid w:val="005A6055"/>
    <w:rsid w:val="005B1EC8"/>
    <w:rsid w:val="005C426D"/>
    <w:rsid w:val="005D5E69"/>
    <w:rsid w:val="005D73D8"/>
    <w:rsid w:val="005E2F70"/>
    <w:rsid w:val="005F1BA5"/>
    <w:rsid w:val="005F2C86"/>
    <w:rsid w:val="005F5073"/>
    <w:rsid w:val="005F5D76"/>
    <w:rsid w:val="005F7848"/>
    <w:rsid w:val="00605563"/>
    <w:rsid w:val="00607752"/>
    <w:rsid w:val="00610501"/>
    <w:rsid w:val="006149ED"/>
    <w:rsid w:val="0061783A"/>
    <w:rsid w:val="006201D5"/>
    <w:rsid w:val="00620F30"/>
    <w:rsid w:val="006244F8"/>
    <w:rsid w:val="0062470D"/>
    <w:rsid w:val="00625467"/>
    <w:rsid w:val="00626B68"/>
    <w:rsid w:val="00633E17"/>
    <w:rsid w:val="00636B51"/>
    <w:rsid w:val="006422E9"/>
    <w:rsid w:val="00646882"/>
    <w:rsid w:val="00660A3E"/>
    <w:rsid w:val="006619D1"/>
    <w:rsid w:val="00662582"/>
    <w:rsid w:val="0066413C"/>
    <w:rsid w:val="00666E54"/>
    <w:rsid w:val="00671ED9"/>
    <w:rsid w:val="00674067"/>
    <w:rsid w:val="006867BC"/>
    <w:rsid w:val="006962B3"/>
    <w:rsid w:val="006A02BF"/>
    <w:rsid w:val="006A079C"/>
    <w:rsid w:val="006A2FBC"/>
    <w:rsid w:val="006A368B"/>
    <w:rsid w:val="006A48D9"/>
    <w:rsid w:val="006A5F57"/>
    <w:rsid w:val="006A60FB"/>
    <w:rsid w:val="006A7A7A"/>
    <w:rsid w:val="006B0AB0"/>
    <w:rsid w:val="006B5B33"/>
    <w:rsid w:val="006B68FD"/>
    <w:rsid w:val="006C09A8"/>
    <w:rsid w:val="006C3002"/>
    <w:rsid w:val="006C3D73"/>
    <w:rsid w:val="006C55E0"/>
    <w:rsid w:val="006C6A37"/>
    <w:rsid w:val="006D0BAC"/>
    <w:rsid w:val="006D2646"/>
    <w:rsid w:val="006D2A04"/>
    <w:rsid w:val="006D2EBE"/>
    <w:rsid w:val="006D3C90"/>
    <w:rsid w:val="006D459D"/>
    <w:rsid w:val="006E2BF2"/>
    <w:rsid w:val="006E34FF"/>
    <w:rsid w:val="006E4421"/>
    <w:rsid w:val="006E6F06"/>
    <w:rsid w:val="006E77B5"/>
    <w:rsid w:val="006F034E"/>
    <w:rsid w:val="006F6888"/>
    <w:rsid w:val="007037BC"/>
    <w:rsid w:val="00705EF3"/>
    <w:rsid w:val="00710759"/>
    <w:rsid w:val="0071142B"/>
    <w:rsid w:val="00713CC9"/>
    <w:rsid w:val="007250D9"/>
    <w:rsid w:val="00725446"/>
    <w:rsid w:val="00725757"/>
    <w:rsid w:val="00732533"/>
    <w:rsid w:val="0075075C"/>
    <w:rsid w:val="0075297A"/>
    <w:rsid w:val="00752F47"/>
    <w:rsid w:val="007549DC"/>
    <w:rsid w:val="00761E45"/>
    <w:rsid w:val="00762727"/>
    <w:rsid w:val="00762EA7"/>
    <w:rsid w:val="00763944"/>
    <w:rsid w:val="00765B83"/>
    <w:rsid w:val="0077155E"/>
    <w:rsid w:val="00774B07"/>
    <w:rsid w:val="00776ACD"/>
    <w:rsid w:val="00783C3B"/>
    <w:rsid w:val="007A25CA"/>
    <w:rsid w:val="007A6DB7"/>
    <w:rsid w:val="007B1664"/>
    <w:rsid w:val="007B3148"/>
    <w:rsid w:val="007C3DF8"/>
    <w:rsid w:val="007D2418"/>
    <w:rsid w:val="007E1AD3"/>
    <w:rsid w:val="007E50EC"/>
    <w:rsid w:val="007F402F"/>
    <w:rsid w:val="007F6044"/>
    <w:rsid w:val="007F6054"/>
    <w:rsid w:val="00801DE6"/>
    <w:rsid w:val="00801E85"/>
    <w:rsid w:val="0080473C"/>
    <w:rsid w:val="00811A7E"/>
    <w:rsid w:val="0081266F"/>
    <w:rsid w:val="00822A0D"/>
    <w:rsid w:val="00825954"/>
    <w:rsid w:val="0084080A"/>
    <w:rsid w:val="00840889"/>
    <w:rsid w:val="00844422"/>
    <w:rsid w:val="00847EC9"/>
    <w:rsid w:val="00854F51"/>
    <w:rsid w:val="0086263E"/>
    <w:rsid w:val="0087702F"/>
    <w:rsid w:val="008827C9"/>
    <w:rsid w:val="00887C94"/>
    <w:rsid w:val="008979A8"/>
    <w:rsid w:val="00897D41"/>
    <w:rsid w:val="008A4155"/>
    <w:rsid w:val="008A4FB5"/>
    <w:rsid w:val="008A5754"/>
    <w:rsid w:val="008B6931"/>
    <w:rsid w:val="008C0FEA"/>
    <w:rsid w:val="008C1B9B"/>
    <w:rsid w:val="008C3EBB"/>
    <w:rsid w:val="008C7E46"/>
    <w:rsid w:val="008D283E"/>
    <w:rsid w:val="008D467D"/>
    <w:rsid w:val="008D4C9B"/>
    <w:rsid w:val="008E1334"/>
    <w:rsid w:val="008E1D80"/>
    <w:rsid w:val="008E2D7D"/>
    <w:rsid w:val="009127BA"/>
    <w:rsid w:val="00916970"/>
    <w:rsid w:val="00921B7C"/>
    <w:rsid w:val="00922189"/>
    <w:rsid w:val="0093730E"/>
    <w:rsid w:val="00943187"/>
    <w:rsid w:val="009460C6"/>
    <w:rsid w:val="00946521"/>
    <w:rsid w:val="009501B7"/>
    <w:rsid w:val="00952E87"/>
    <w:rsid w:val="0095472B"/>
    <w:rsid w:val="00956E1D"/>
    <w:rsid w:val="00957C43"/>
    <w:rsid w:val="0096079B"/>
    <w:rsid w:val="00963647"/>
    <w:rsid w:val="00963AAF"/>
    <w:rsid w:val="00965B49"/>
    <w:rsid w:val="00966CAA"/>
    <w:rsid w:val="00977012"/>
    <w:rsid w:val="00981D83"/>
    <w:rsid w:val="00981F61"/>
    <w:rsid w:val="0098307B"/>
    <w:rsid w:val="00990BBA"/>
    <w:rsid w:val="0099254B"/>
    <w:rsid w:val="00993502"/>
    <w:rsid w:val="00997047"/>
    <w:rsid w:val="009A3703"/>
    <w:rsid w:val="009A37D5"/>
    <w:rsid w:val="009A3903"/>
    <w:rsid w:val="009A4F25"/>
    <w:rsid w:val="009A542B"/>
    <w:rsid w:val="009A58E8"/>
    <w:rsid w:val="009A68D9"/>
    <w:rsid w:val="009A76CA"/>
    <w:rsid w:val="009B4201"/>
    <w:rsid w:val="009C11CC"/>
    <w:rsid w:val="009C4E0A"/>
    <w:rsid w:val="009C685B"/>
    <w:rsid w:val="009D4680"/>
    <w:rsid w:val="009D6D00"/>
    <w:rsid w:val="009E1A74"/>
    <w:rsid w:val="009E3E38"/>
    <w:rsid w:val="009F1137"/>
    <w:rsid w:val="009F2238"/>
    <w:rsid w:val="009F3EC6"/>
    <w:rsid w:val="009F5A36"/>
    <w:rsid w:val="00A02EA2"/>
    <w:rsid w:val="00A048B7"/>
    <w:rsid w:val="00A0779D"/>
    <w:rsid w:val="00A1251F"/>
    <w:rsid w:val="00A13CF3"/>
    <w:rsid w:val="00A20E44"/>
    <w:rsid w:val="00A2558D"/>
    <w:rsid w:val="00A33380"/>
    <w:rsid w:val="00A33D35"/>
    <w:rsid w:val="00A371DD"/>
    <w:rsid w:val="00A37D99"/>
    <w:rsid w:val="00A4230F"/>
    <w:rsid w:val="00A56C1B"/>
    <w:rsid w:val="00A623C6"/>
    <w:rsid w:val="00A628AF"/>
    <w:rsid w:val="00A77CB9"/>
    <w:rsid w:val="00A81881"/>
    <w:rsid w:val="00A84F4E"/>
    <w:rsid w:val="00A8791C"/>
    <w:rsid w:val="00A94EE3"/>
    <w:rsid w:val="00AA0278"/>
    <w:rsid w:val="00AA70CD"/>
    <w:rsid w:val="00AA7474"/>
    <w:rsid w:val="00AB062F"/>
    <w:rsid w:val="00AB1C9C"/>
    <w:rsid w:val="00AB37F1"/>
    <w:rsid w:val="00AB7447"/>
    <w:rsid w:val="00AB7519"/>
    <w:rsid w:val="00AC51B0"/>
    <w:rsid w:val="00AC7D2B"/>
    <w:rsid w:val="00AF220C"/>
    <w:rsid w:val="00AF3C4A"/>
    <w:rsid w:val="00AF46C8"/>
    <w:rsid w:val="00AF4BD3"/>
    <w:rsid w:val="00AF4D4E"/>
    <w:rsid w:val="00AF5CEA"/>
    <w:rsid w:val="00AF709C"/>
    <w:rsid w:val="00B10B3D"/>
    <w:rsid w:val="00B113D8"/>
    <w:rsid w:val="00B1235B"/>
    <w:rsid w:val="00B171E3"/>
    <w:rsid w:val="00B218F3"/>
    <w:rsid w:val="00B24A4C"/>
    <w:rsid w:val="00B26C5E"/>
    <w:rsid w:val="00B27382"/>
    <w:rsid w:val="00B27AB2"/>
    <w:rsid w:val="00B3090F"/>
    <w:rsid w:val="00B32435"/>
    <w:rsid w:val="00B3414F"/>
    <w:rsid w:val="00B373C7"/>
    <w:rsid w:val="00B40113"/>
    <w:rsid w:val="00B42C1E"/>
    <w:rsid w:val="00B45240"/>
    <w:rsid w:val="00B6162A"/>
    <w:rsid w:val="00B61971"/>
    <w:rsid w:val="00B63CDC"/>
    <w:rsid w:val="00B7472A"/>
    <w:rsid w:val="00B92B35"/>
    <w:rsid w:val="00B92C38"/>
    <w:rsid w:val="00BA2871"/>
    <w:rsid w:val="00BB4A15"/>
    <w:rsid w:val="00BC27F7"/>
    <w:rsid w:val="00BC4753"/>
    <w:rsid w:val="00BD48BD"/>
    <w:rsid w:val="00BD6465"/>
    <w:rsid w:val="00BD707A"/>
    <w:rsid w:val="00BD744A"/>
    <w:rsid w:val="00BF3CEE"/>
    <w:rsid w:val="00BF4973"/>
    <w:rsid w:val="00C14F89"/>
    <w:rsid w:val="00C1530B"/>
    <w:rsid w:val="00C26A52"/>
    <w:rsid w:val="00C26BC8"/>
    <w:rsid w:val="00C27D28"/>
    <w:rsid w:val="00C3007F"/>
    <w:rsid w:val="00C3084D"/>
    <w:rsid w:val="00C3194A"/>
    <w:rsid w:val="00C43B5B"/>
    <w:rsid w:val="00C61773"/>
    <w:rsid w:val="00C7442C"/>
    <w:rsid w:val="00C748D6"/>
    <w:rsid w:val="00C76652"/>
    <w:rsid w:val="00C774F3"/>
    <w:rsid w:val="00C83228"/>
    <w:rsid w:val="00C865EE"/>
    <w:rsid w:val="00C94B1A"/>
    <w:rsid w:val="00CA298F"/>
    <w:rsid w:val="00CA4528"/>
    <w:rsid w:val="00CA4BD8"/>
    <w:rsid w:val="00CA7572"/>
    <w:rsid w:val="00CB0AC1"/>
    <w:rsid w:val="00CB17A3"/>
    <w:rsid w:val="00CB7AB7"/>
    <w:rsid w:val="00CC03BF"/>
    <w:rsid w:val="00CC0EA5"/>
    <w:rsid w:val="00CC2ADD"/>
    <w:rsid w:val="00CC4976"/>
    <w:rsid w:val="00CC56D4"/>
    <w:rsid w:val="00CD1C9D"/>
    <w:rsid w:val="00CD40BA"/>
    <w:rsid w:val="00CE41F6"/>
    <w:rsid w:val="00CE522D"/>
    <w:rsid w:val="00CF024A"/>
    <w:rsid w:val="00CF63E8"/>
    <w:rsid w:val="00D00866"/>
    <w:rsid w:val="00D015CF"/>
    <w:rsid w:val="00D06EB2"/>
    <w:rsid w:val="00D078D6"/>
    <w:rsid w:val="00D101F9"/>
    <w:rsid w:val="00D126B6"/>
    <w:rsid w:val="00D14AE6"/>
    <w:rsid w:val="00D17432"/>
    <w:rsid w:val="00D216B7"/>
    <w:rsid w:val="00D22781"/>
    <w:rsid w:val="00D30A66"/>
    <w:rsid w:val="00D3485B"/>
    <w:rsid w:val="00D35844"/>
    <w:rsid w:val="00D4175E"/>
    <w:rsid w:val="00D439CF"/>
    <w:rsid w:val="00D6485A"/>
    <w:rsid w:val="00D670AB"/>
    <w:rsid w:val="00D73F26"/>
    <w:rsid w:val="00D76A00"/>
    <w:rsid w:val="00D81BF0"/>
    <w:rsid w:val="00D82991"/>
    <w:rsid w:val="00D82B63"/>
    <w:rsid w:val="00D84BAE"/>
    <w:rsid w:val="00D85D9C"/>
    <w:rsid w:val="00D907E6"/>
    <w:rsid w:val="00D90F0A"/>
    <w:rsid w:val="00D94045"/>
    <w:rsid w:val="00D97946"/>
    <w:rsid w:val="00DA43C4"/>
    <w:rsid w:val="00DA68A6"/>
    <w:rsid w:val="00DA7824"/>
    <w:rsid w:val="00DB26D5"/>
    <w:rsid w:val="00DC5CCB"/>
    <w:rsid w:val="00DC6A70"/>
    <w:rsid w:val="00DE1CE4"/>
    <w:rsid w:val="00DE5964"/>
    <w:rsid w:val="00DE797B"/>
    <w:rsid w:val="00DF1243"/>
    <w:rsid w:val="00DF37C5"/>
    <w:rsid w:val="00DF3A9D"/>
    <w:rsid w:val="00E041F9"/>
    <w:rsid w:val="00E05A99"/>
    <w:rsid w:val="00E05F7A"/>
    <w:rsid w:val="00E0723A"/>
    <w:rsid w:val="00E11D15"/>
    <w:rsid w:val="00E14FBF"/>
    <w:rsid w:val="00E237A1"/>
    <w:rsid w:val="00E36019"/>
    <w:rsid w:val="00E36ECD"/>
    <w:rsid w:val="00E374B9"/>
    <w:rsid w:val="00E378A6"/>
    <w:rsid w:val="00E42973"/>
    <w:rsid w:val="00E44EC5"/>
    <w:rsid w:val="00E472CE"/>
    <w:rsid w:val="00E50F71"/>
    <w:rsid w:val="00E54F57"/>
    <w:rsid w:val="00E560EB"/>
    <w:rsid w:val="00E57F58"/>
    <w:rsid w:val="00E61738"/>
    <w:rsid w:val="00E619E3"/>
    <w:rsid w:val="00E66FA6"/>
    <w:rsid w:val="00E71AB8"/>
    <w:rsid w:val="00E71CD3"/>
    <w:rsid w:val="00E73C45"/>
    <w:rsid w:val="00E80C94"/>
    <w:rsid w:val="00E81FC5"/>
    <w:rsid w:val="00E84625"/>
    <w:rsid w:val="00E86C7B"/>
    <w:rsid w:val="00E91371"/>
    <w:rsid w:val="00E92F5C"/>
    <w:rsid w:val="00E955BD"/>
    <w:rsid w:val="00E95F8A"/>
    <w:rsid w:val="00EA470F"/>
    <w:rsid w:val="00EA4CE7"/>
    <w:rsid w:val="00EB0493"/>
    <w:rsid w:val="00EB0D3C"/>
    <w:rsid w:val="00EB24C3"/>
    <w:rsid w:val="00EB6652"/>
    <w:rsid w:val="00EC1D18"/>
    <w:rsid w:val="00EC2DAA"/>
    <w:rsid w:val="00EC3421"/>
    <w:rsid w:val="00ED0DFB"/>
    <w:rsid w:val="00ED2BDF"/>
    <w:rsid w:val="00EE239F"/>
    <w:rsid w:val="00EE6E6D"/>
    <w:rsid w:val="00EF42E1"/>
    <w:rsid w:val="00EF5D38"/>
    <w:rsid w:val="00EF6A05"/>
    <w:rsid w:val="00F01925"/>
    <w:rsid w:val="00F0798D"/>
    <w:rsid w:val="00F12BB0"/>
    <w:rsid w:val="00F333CF"/>
    <w:rsid w:val="00F36444"/>
    <w:rsid w:val="00F366C2"/>
    <w:rsid w:val="00F46974"/>
    <w:rsid w:val="00F56F64"/>
    <w:rsid w:val="00F578A0"/>
    <w:rsid w:val="00F57C8E"/>
    <w:rsid w:val="00F6007A"/>
    <w:rsid w:val="00F61D41"/>
    <w:rsid w:val="00F65386"/>
    <w:rsid w:val="00F766D6"/>
    <w:rsid w:val="00F77889"/>
    <w:rsid w:val="00F82FFC"/>
    <w:rsid w:val="00F94119"/>
    <w:rsid w:val="00F94E5A"/>
    <w:rsid w:val="00F96B07"/>
    <w:rsid w:val="00FA1A72"/>
    <w:rsid w:val="00FA544E"/>
    <w:rsid w:val="00FD211B"/>
    <w:rsid w:val="00FD7535"/>
    <w:rsid w:val="00FE0AE7"/>
    <w:rsid w:val="00FE52F8"/>
    <w:rsid w:val="00FE65C4"/>
    <w:rsid w:val="00FE6B83"/>
    <w:rsid w:val="00FF0E6E"/>
    <w:rsid w:val="00FF135D"/>
    <w:rsid w:val="00FF187C"/>
    <w:rsid w:val="00FF2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6652"/>
  </w:style>
  <w:style w:type="paragraph" w:styleId="Ttulo1">
    <w:name w:val="heading 1"/>
    <w:basedOn w:val="Normal"/>
    <w:next w:val="Normal"/>
    <w:link w:val="Ttulo1Char"/>
    <w:qFormat/>
    <w:rsid w:val="00C76652"/>
    <w:pPr>
      <w:keepNext/>
      <w:jc w:val="center"/>
      <w:outlineLvl w:val="0"/>
    </w:pPr>
    <w:rPr>
      <w:rFonts w:ascii="Book Antiqua" w:hAnsi="Book Antiqua" w:cs="Arial"/>
      <w:b/>
      <w:bCs/>
      <w:sz w:val="24"/>
    </w:rPr>
  </w:style>
  <w:style w:type="paragraph" w:styleId="Ttulo2">
    <w:name w:val="heading 2"/>
    <w:basedOn w:val="Normal"/>
    <w:next w:val="Normal"/>
    <w:link w:val="Ttulo2Char"/>
    <w:uiPriority w:val="9"/>
    <w:qFormat/>
    <w:rsid w:val="00C76652"/>
    <w:pPr>
      <w:keepNext/>
      <w:jc w:val="center"/>
      <w:outlineLvl w:val="1"/>
    </w:pPr>
    <w:rPr>
      <w:rFonts w:ascii="Book Antiqua" w:hAnsi="Book Antiqua"/>
      <w:b/>
      <w:bCs/>
      <w:sz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C76652"/>
    <w:pPr>
      <w:keepNext/>
      <w:spacing w:line="360" w:lineRule="auto"/>
      <w:outlineLvl w:val="2"/>
    </w:pPr>
    <w:rPr>
      <w:rFonts w:ascii="Arial" w:hAnsi="Arial" w:cs="Arial"/>
      <w:b/>
      <w:bCs/>
      <w:sz w:val="32"/>
    </w:rPr>
  </w:style>
  <w:style w:type="paragraph" w:styleId="Ttulo4">
    <w:name w:val="heading 4"/>
    <w:basedOn w:val="Normal"/>
    <w:next w:val="Normal"/>
    <w:link w:val="Ttulo4Char"/>
    <w:uiPriority w:val="9"/>
    <w:qFormat/>
    <w:rsid w:val="00C76652"/>
    <w:pPr>
      <w:keepNext/>
      <w:spacing w:line="360" w:lineRule="auto"/>
      <w:outlineLvl w:val="3"/>
    </w:pPr>
    <w:rPr>
      <w:rFonts w:ascii="Arial" w:hAnsi="Arial" w:cs="Arial"/>
      <w:b/>
      <w:bCs/>
      <w:sz w:val="28"/>
    </w:rPr>
  </w:style>
  <w:style w:type="paragraph" w:styleId="Ttulo5">
    <w:name w:val="heading 5"/>
    <w:basedOn w:val="Normal"/>
    <w:next w:val="Normal"/>
    <w:link w:val="Ttulo5Char"/>
    <w:uiPriority w:val="9"/>
    <w:qFormat/>
    <w:rsid w:val="00C76652"/>
    <w:pPr>
      <w:keepNext/>
      <w:spacing w:line="360" w:lineRule="auto"/>
      <w:jc w:val="center"/>
      <w:outlineLvl w:val="4"/>
    </w:pPr>
    <w:rPr>
      <w:rFonts w:ascii="Arial" w:hAnsi="Arial" w:cs="Arial"/>
      <w:b/>
      <w:bCs/>
      <w:color w:val="FF0000"/>
      <w:sz w:val="44"/>
    </w:rPr>
  </w:style>
  <w:style w:type="paragraph" w:styleId="Ttulo6">
    <w:name w:val="heading 6"/>
    <w:basedOn w:val="Normal"/>
    <w:next w:val="Normal"/>
    <w:link w:val="Ttulo6Char"/>
    <w:qFormat/>
    <w:rsid w:val="00260E3A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260E3A"/>
    <w:pPr>
      <w:keepNext/>
      <w:jc w:val="center"/>
      <w:outlineLvl w:val="6"/>
    </w:pPr>
    <w:rPr>
      <w:rFonts w:ascii="Arial" w:hAnsi="Arial" w:cs="Arial"/>
      <w:b/>
      <w:sz w:val="22"/>
      <w:szCs w:val="22"/>
    </w:rPr>
  </w:style>
  <w:style w:type="paragraph" w:styleId="Ttulo9">
    <w:name w:val="heading 9"/>
    <w:basedOn w:val="Normal"/>
    <w:next w:val="Normal"/>
    <w:link w:val="Ttulo9Char"/>
    <w:qFormat/>
    <w:rsid w:val="00260E3A"/>
    <w:pPr>
      <w:keepNext/>
      <w:outlineLvl w:val="8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,Char,Cabeçalho superior,Heading 1a,foote,hd,he"/>
    <w:basedOn w:val="Normal"/>
    <w:link w:val="CabealhoChar"/>
    <w:rsid w:val="00C76652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C76652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uiPriority w:val="99"/>
    <w:rsid w:val="00C76652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C76652"/>
    <w:pPr>
      <w:ind w:firstLine="708"/>
      <w:jc w:val="both"/>
    </w:pPr>
    <w:rPr>
      <w:rFonts w:ascii="Book Antiqua" w:hAnsi="Book Antiqua" w:cs="Arial"/>
      <w:sz w:val="24"/>
    </w:rPr>
  </w:style>
  <w:style w:type="paragraph" w:styleId="Corpodetexto">
    <w:name w:val="Body Text"/>
    <w:basedOn w:val="Normal"/>
    <w:link w:val="CorpodetextoChar"/>
    <w:rsid w:val="00C76652"/>
    <w:pPr>
      <w:jc w:val="both"/>
    </w:pPr>
    <w:rPr>
      <w:rFonts w:ascii="Book Antiqua" w:hAnsi="Book Antiqua" w:cs="Arial"/>
      <w:sz w:val="28"/>
    </w:rPr>
  </w:style>
  <w:style w:type="paragraph" w:styleId="Recuodecorpodetexto2">
    <w:name w:val="Body Text Indent 2"/>
    <w:basedOn w:val="Normal"/>
    <w:link w:val="Recuodecorpodetexto2Char"/>
    <w:rsid w:val="00C76652"/>
    <w:pPr>
      <w:ind w:firstLine="708"/>
      <w:jc w:val="both"/>
    </w:pPr>
    <w:rPr>
      <w:rFonts w:ascii="Book Antiqua" w:hAnsi="Book Antiqua"/>
      <w:sz w:val="28"/>
    </w:rPr>
  </w:style>
  <w:style w:type="paragraph" w:styleId="Corpodetexto2">
    <w:name w:val="Body Text 2"/>
    <w:basedOn w:val="Normal"/>
    <w:link w:val="Corpodetexto2Char"/>
    <w:rsid w:val="00C76652"/>
    <w:pPr>
      <w:spacing w:line="360" w:lineRule="auto"/>
      <w:jc w:val="center"/>
    </w:pPr>
    <w:rPr>
      <w:rFonts w:ascii="Arial" w:hAnsi="Arial" w:cs="Arial"/>
      <w:b/>
      <w:bCs/>
      <w:sz w:val="28"/>
    </w:rPr>
  </w:style>
  <w:style w:type="paragraph" w:styleId="Textodebalo">
    <w:name w:val="Balloon Text"/>
    <w:basedOn w:val="Normal"/>
    <w:link w:val="TextodebaloChar"/>
    <w:uiPriority w:val="99"/>
    <w:rsid w:val="00C7665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A78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linkVisitado">
    <w:name w:val="FollowedHyperlink"/>
    <w:basedOn w:val="Fontepargpadro"/>
    <w:uiPriority w:val="99"/>
    <w:rsid w:val="001B6D03"/>
    <w:rPr>
      <w:color w:val="800080"/>
      <w:u w:val="single"/>
    </w:rPr>
  </w:style>
  <w:style w:type="character" w:customStyle="1" w:styleId="RodapChar">
    <w:name w:val="Rodapé Char"/>
    <w:basedOn w:val="Fontepargpadro"/>
    <w:link w:val="Rodap"/>
    <w:uiPriority w:val="99"/>
    <w:rsid w:val="00610501"/>
  </w:style>
  <w:style w:type="paragraph" w:customStyle="1" w:styleId="Default">
    <w:name w:val="Default"/>
    <w:rsid w:val="00A1251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tulo6Char">
    <w:name w:val="Título 6 Char"/>
    <w:basedOn w:val="Fontepargpadro"/>
    <w:link w:val="Ttulo6"/>
    <w:rsid w:val="00260E3A"/>
    <w:rPr>
      <w:rFonts w:ascii="Arial" w:hAnsi="Arial" w:cs="Arial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rsid w:val="00260E3A"/>
    <w:rPr>
      <w:rFonts w:ascii="Arial" w:hAnsi="Arial" w:cs="Arial"/>
      <w:b/>
      <w:sz w:val="22"/>
      <w:szCs w:val="22"/>
    </w:rPr>
  </w:style>
  <w:style w:type="character" w:customStyle="1" w:styleId="Ttulo9Char">
    <w:name w:val="Título 9 Char"/>
    <w:basedOn w:val="Fontepargpadro"/>
    <w:link w:val="Ttulo9"/>
    <w:rsid w:val="00260E3A"/>
    <w:rPr>
      <w:rFonts w:ascii="Arial" w:hAnsi="Arial"/>
      <w:b/>
    </w:rPr>
  </w:style>
  <w:style w:type="character" w:customStyle="1" w:styleId="Ttulo1Char">
    <w:name w:val="Título 1 Char"/>
    <w:basedOn w:val="Fontepargpadro"/>
    <w:link w:val="Ttulo1"/>
    <w:rsid w:val="00260E3A"/>
    <w:rPr>
      <w:rFonts w:ascii="Book Antiqua" w:hAnsi="Book Antiqua" w:cs="Arial"/>
      <w:b/>
      <w:bCs/>
      <w:sz w:val="24"/>
    </w:rPr>
  </w:style>
  <w:style w:type="character" w:customStyle="1" w:styleId="Ttulo2Char">
    <w:name w:val="Título 2 Char"/>
    <w:basedOn w:val="Fontepargpadro"/>
    <w:link w:val="Ttulo2"/>
    <w:uiPriority w:val="9"/>
    <w:rsid w:val="00260E3A"/>
    <w:rPr>
      <w:rFonts w:ascii="Book Antiqua" w:hAnsi="Book Antiqua"/>
      <w:b/>
      <w:bCs/>
      <w:sz w:val="28"/>
    </w:rPr>
  </w:style>
  <w:style w:type="character" w:customStyle="1" w:styleId="Ttulo3Char">
    <w:name w:val="Título 3 Char"/>
    <w:basedOn w:val="Fontepargpadro"/>
    <w:link w:val="Ttulo3"/>
    <w:uiPriority w:val="9"/>
    <w:rsid w:val="00260E3A"/>
    <w:rPr>
      <w:rFonts w:ascii="Arial" w:hAnsi="Arial" w:cs="Arial"/>
      <w:b/>
      <w:bCs/>
      <w:sz w:val="32"/>
    </w:rPr>
  </w:style>
  <w:style w:type="character" w:customStyle="1" w:styleId="Ttulo4Char">
    <w:name w:val="Título 4 Char"/>
    <w:basedOn w:val="Fontepargpadro"/>
    <w:link w:val="Ttulo4"/>
    <w:uiPriority w:val="9"/>
    <w:rsid w:val="00260E3A"/>
    <w:rPr>
      <w:rFonts w:ascii="Arial" w:hAnsi="Arial" w:cs="Arial"/>
      <w:b/>
      <w:bCs/>
      <w:sz w:val="28"/>
    </w:rPr>
  </w:style>
  <w:style w:type="character" w:customStyle="1" w:styleId="Ttulo5Char">
    <w:name w:val="Título 5 Char"/>
    <w:basedOn w:val="Fontepargpadro"/>
    <w:link w:val="Ttulo5"/>
    <w:uiPriority w:val="9"/>
    <w:rsid w:val="00260E3A"/>
    <w:rPr>
      <w:rFonts w:ascii="Arial" w:hAnsi="Arial" w:cs="Arial"/>
      <w:b/>
      <w:bCs/>
      <w:color w:val="FF0000"/>
      <w:sz w:val="44"/>
    </w:rPr>
  </w:style>
  <w:style w:type="numbering" w:customStyle="1" w:styleId="Semlista1">
    <w:name w:val="Sem lista1"/>
    <w:next w:val="Semlista"/>
    <w:uiPriority w:val="99"/>
    <w:semiHidden/>
    <w:rsid w:val="00260E3A"/>
  </w:style>
  <w:style w:type="paragraph" w:customStyle="1" w:styleId="Padro">
    <w:name w:val="Padrão"/>
    <w:rsid w:val="00260E3A"/>
    <w:rPr>
      <w:snapToGrid w:val="0"/>
      <w:sz w:val="24"/>
    </w:rPr>
  </w:style>
  <w:style w:type="paragraph" w:customStyle="1" w:styleId="Recuodocorpodetexto">
    <w:name w:val="Recuo do corpo de texto"/>
    <w:basedOn w:val="Padro"/>
    <w:rsid w:val="00260E3A"/>
    <w:pPr>
      <w:ind w:left="709" w:firstLine="1"/>
    </w:pPr>
  </w:style>
  <w:style w:type="character" w:customStyle="1" w:styleId="RecuodecorpodetextoChar">
    <w:name w:val="Recuo de corpo de texto Char"/>
    <w:basedOn w:val="Fontepargpadro"/>
    <w:link w:val="Recuodecorpodetexto"/>
    <w:rsid w:val="00260E3A"/>
    <w:rPr>
      <w:rFonts w:ascii="Book Antiqua" w:hAnsi="Book Antiqua" w:cs="Arial"/>
      <w:sz w:val="24"/>
    </w:rPr>
  </w:style>
  <w:style w:type="paragraph" w:customStyle="1" w:styleId="Preformatted">
    <w:name w:val="Preformatted"/>
    <w:basedOn w:val="Normal"/>
    <w:rsid w:val="00260E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tedo1">
    <w:name w:val="Conteúdo 1"/>
    <w:basedOn w:val="Padro"/>
    <w:next w:val="Padro"/>
    <w:rsid w:val="00260E3A"/>
    <w:pPr>
      <w:spacing w:before="120" w:after="120"/>
    </w:pPr>
    <w:rPr>
      <w:b/>
      <w:caps/>
    </w:rPr>
  </w:style>
  <w:style w:type="character" w:customStyle="1" w:styleId="CabealhoChar">
    <w:name w:val="Cabeçalho Char"/>
    <w:aliases w:val=" Char Char,Char Char,Cabeçalho superior Char,Heading 1a Char,foote Char,hd Char,he Char"/>
    <w:basedOn w:val="Fontepargpadro"/>
    <w:link w:val="Cabealho"/>
    <w:rsid w:val="00260E3A"/>
  </w:style>
  <w:style w:type="character" w:customStyle="1" w:styleId="CorpodetextoChar">
    <w:name w:val="Corpo de texto Char"/>
    <w:basedOn w:val="Fontepargpadro"/>
    <w:link w:val="Corpodetexto"/>
    <w:rsid w:val="00260E3A"/>
    <w:rPr>
      <w:rFonts w:ascii="Book Antiqua" w:hAnsi="Book Antiqua" w:cs="Arial"/>
      <w:sz w:val="28"/>
    </w:rPr>
  </w:style>
  <w:style w:type="character" w:customStyle="1" w:styleId="Recuodecorpodetexto2Char">
    <w:name w:val="Recuo de corpo de texto 2 Char"/>
    <w:basedOn w:val="Fontepargpadro"/>
    <w:link w:val="Recuodecorpodetexto2"/>
    <w:rsid w:val="00260E3A"/>
    <w:rPr>
      <w:rFonts w:ascii="Book Antiqua" w:hAnsi="Book Antiqua"/>
      <w:sz w:val="28"/>
    </w:rPr>
  </w:style>
  <w:style w:type="paragraph" w:styleId="Textoembloco">
    <w:name w:val="Block Text"/>
    <w:basedOn w:val="Normal"/>
    <w:rsid w:val="00260E3A"/>
    <w:pPr>
      <w:spacing w:before="100" w:beforeAutospacing="1" w:after="100" w:afterAutospacing="1"/>
      <w:ind w:left="720" w:right="720"/>
      <w:jc w:val="both"/>
    </w:pPr>
    <w:rPr>
      <w:rFonts w:ascii="Arial" w:hAnsi="Arial" w:cs="Arial"/>
      <w:b/>
      <w:bCs/>
      <w:sz w:val="24"/>
    </w:rPr>
  </w:style>
  <w:style w:type="paragraph" w:customStyle="1" w:styleId="TextoBoletim">
    <w:name w:val="TextoBoletim"/>
    <w:basedOn w:val="Normal"/>
    <w:autoRedefine/>
    <w:rsid w:val="00260E3A"/>
    <w:pPr>
      <w:keepLines/>
      <w:tabs>
        <w:tab w:val="left" w:pos="0"/>
      </w:tabs>
      <w:spacing w:line="276" w:lineRule="auto"/>
      <w:jc w:val="both"/>
    </w:pPr>
    <w:rPr>
      <w:color w:val="000000"/>
      <w:sz w:val="24"/>
      <w:szCs w:val="22"/>
      <w:lang w:eastAsia="en-US"/>
    </w:rPr>
  </w:style>
  <w:style w:type="paragraph" w:customStyle="1" w:styleId="TextoRodape">
    <w:name w:val="TextoRodape"/>
    <w:basedOn w:val="Rodap"/>
    <w:autoRedefine/>
    <w:rsid w:val="00260E3A"/>
    <w:pPr>
      <w:tabs>
        <w:tab w:val="clear" w:pos="4419"/>
        <w:tab w:val="clear" w:pos="8838"/>
        <w:tab w:val="center" w:pos="4320"/>
        <w:tab w:val="right" w:pos="8640"/>
      </w:tabs>
    </w:pPr>
    <w:rPr>
      <w:rFonts w:ascii="Tahoma" w:hAnsi="Tahoma" w:cs="Tahoma"/>
      <w:color w:val="808080"/>
      <w:sz w:val="16"/>
      <w:szCs w:val="16"/>
      <w:lang w:eastAsia="en-US"/>
    </w:rPr>
  </w:style>
  <w:style w:type="paragraph" w:customStyle="1" w:styleId="padro0">
    <w:name w:val="padro"/>
    <w:basedOn w:val="Normal"/>
    <w:rsid w:val="00260E3A"/>
    <w:pPr>
      <w:snapToGrid w:val="0"/>
    </w:pPr>
    <w:rPr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260E3A"/>
    <w:rPr>
      <w:rFonts w:ascii="Arial" w:hAnsi="Arial" w:cs="Arial"/>
      <w:b/>
      <w:bCs/>
      <w:sz w:val="28"/>
    </w:rPr>
  </w:style>
  <w:style w:type="paragraph" w:customStyle="1" w:styleId="Resumo">
    <w:name w:val="Resumo"/>
    <w:basedOn w:val="Normal"/>
    <w:rsid w:val="00260E3A"/>
    <w:pPr>
      <w:tabs>
        <w:tab w:val="left" w:pos="1270"/>
      </w:tabs>
      <w:autoSpaceDE w:val="0"/>
      <w:autoSpaceDN w:val="0"/>
      <w:adjustRightInd w:val="0"/>
      <w:spacing w:after="120"/>
      <w:ind w:firstLine="567"/>
    </w:pPr>
    <w:rPr>
      <w:rFonts w:ascii="Arial" w:hAnsi="Arial" w:cs="Arial"/>
      <w:color w:val="000000"/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260E3A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260E3A"/>
    <w:rPr>
      <w:sz w:val="16"/>
      <w:szCs w:val="16"/>
    </w:rPr>
  </w:style>
  <w:style w:type="paragraph" w:customStyle="1" w:styleId="CAIXINHA">
    <w:name w:val="CAIXINHA"/>
    <w:basedOn w:val="Normal"/>
    <w:autoRedefine/>
    <w:rsid w:val="00260E3A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jc w:val="center"/>
      <w:outlineLvl w:val="1"/>
    </w:pPr>
    <w:rPr>
      <w:b/>
      <w:bCs/>
      <w:iCs/>
      <w:sz w:val="24"/>
      <w:szCs w:val="24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rsid w:val="00260E3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60E3A"/>
    <w:pPr>
      <w:ind w:left="720"/>
    </w:pPr>
    <w:rPr>
      <w:sz w:val="24"/>
      <w:szCs w:val="24"/>
    </w:rPr>
  </w:style>
  <w:style w:type="paragraph" w:customStyle="1" w:styleId="Corpodetexto32">
    <w:name w:val="Corpo de texto 32"/>
    <w:basedOn w:val="Normal"/>
    <w:rsid w:val="00260E3A"/>
    <w:pPr>
      <w:widowControl w:val="0"/>
      <w:jc w:val="both"/>
    </w:pPr>
    <w:rPr>
      <w:rFonts w:ascii="Arial" w:hAnsi="Arial" w:cs="Arial"/>
      <w:b/>
      <w:bCs/>
      <w:sz w:val="24"/>
      <w:szCs w:val="24"/>
    </w:rPr>
  </w:style>
  <w:style w:type="character" w:styleId="Forte">
    <w:name w:val="Strong"/>
    <w:uiPriority w:val="22"/>
    <w:qFormat/>
    <w:rsid w:val="00260E3A"/>
    <w:rPr>
      <w:b/>
      <w:bCs/>
    </w:rPr>
  </w:style>
  <w:style w:type="paragraph" w:customStyle="1" w:styleId="TextoTabelaBoletim">
    <w:name w:val="TextoTabelaBoletim"/>
    <w:basedOn w:val="Normal"/>
    <w:autoRedefine/>
    <w:rsid w:val="00260E3A"/>
    <w:pPr>
      <w:jc w:val="both"/>
    </w:pPr>
    <w:rPr>
      <w:sz w:val="22"/>
      <w:szCs w:val="18"/>
    </w:rPr>
  </w:style>
  <w:style w:type="paragraph" w:styleId="SemEspaamento">
    <w:name w:val="No Spacing"/>
    <w:uiPriority w:val="1"/>
    <w:qFormat/>
    <w:rsid w:val="00260E3A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260E3A"/>
    <w:pPr>
      <w:spacing w:before="100" w:beforeAutospacing="1" w:after="100" w:afterAutospacing="1"/>
    </w:pPr>
    <w:rPr>
      <w:sz w:val="24"/>
      <w:szCs w:val="24"/>
    </w:rPr>
  </w:style>
  <w:style w:type="paragraph" w:customStyle="1" w:styleId="TabelaBoletim">
    <w:name w:val="Tabela_Boletim"/>
    <w:basedOn w:val="Normal"/>
    <w:autoRedefine/>
    <w:rsid w:val="00260E3A"/>
    <w:pPr>
      <w:shd w:val="solid" w:color="C0C0C0" w:fill="0C0C0C"/>
      <w:tabs>
        <w:tab w:val="left" w:pos="1270"/>
      </w:tabs>
      <w:spacing w:before="120" w:after="120"/>
      <w:jc w:val="center"/>
    </w:pPr>
    <w:rPr>
      <w:caps/>
      <w:sz w:val="22"/>
      <w:szCs w:val="22"/>
      <w:lang w:val="pt-PT" w:eastAsia="en-US"/>
    </w:rPr>
  </w:style>
  <w:style w:type="numbering" w:customStyle="1" w:styleId="Semlista11">
    <w:name w:val="Sem lista11"/>
    <w:next w:val="Semlista"/>
    <w:semiHidden/>
    <w:rsid w:val="00260E3A"/>
  </w:style>
  <w:style w:type="character" w:customStyle="1" w:styleId="productname">
    <w:name w:val="productname"/>
    <w:rsid w:val="00260E3A"/>
  </w:style>
  <w:style w:type="paragraph" w:customStyle="1" w:styleId="font5">
    <w:name w:val="font5"/>
    <w:basedOn w:val="Normal"/>
    <w:rsid w:val="00260E3A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Normal"/>
    <w:rsid w:val="00260E3A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Normal"/>
    <w:rsid w:val="00260E3A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0">
    <w:name w:val="xl70"/>
    <w:basedOn w:val="Normal"/>
    <w:rsid w:val="00260E3A"/>
    <w:pP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2">
    <w:name w:val="xl72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3">
    <w:name w:val="xl73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74">
    <w:name w:val="xl74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5">
    <w:name w:val="xl75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6">
    <w:name w:val="xl76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7">
    <w:name w:val="xl77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Semlista111">
    <w:name w:val="Sem lista111"/>
    <w:next w:val="Semlista"/>
    <w:semiHidden/>
    <w:rsid w:val="00260E3A"/>
  </w:style>
  <w:style w:type="numbering" w:customStyle="1" w:styleId="Semlista2">
    <w:name w:val="Sem lista2"/>
    <w:next w:val="Semlista"/>
    <w:uiPriority w:val="99"/>
    <w:semiHidden/>
    <w:unhideWhenUsed/>
    <w:rsid w:val="00260E3A"/>
  </w:style>
  <w:style w:type="character" w:customStyle="1" w:styleId="style301">
    <w:name w:val="style301"/>
    <w:rsid w:val="00260E3A"/>
    <w:rPr>
      <w:b/>
      <w:bCs/>
      <w:color w:val="003333"/>
    </w:rPr>
  </w:style>
  <w:style w:type="paragraph" w:customStyle="1" w:styleId="xl63">
    <w:name w:val="xl63"/>
    <w:basedOn w:val="Normal"/>
    <w:rsid w:val="00260E3A"/>
    <w:pPr>
      <w:spacing w:before="100" w:beforeAutospacing="1" w:after="100" w:afterAutospacing="1"/>
    </w:pPr>
  </w:style>
  <w:style w:type="paragraph" w:customStyle="1" w:styleId="xl64">
    <w:name w:val="xl64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4">
    <w:name w:val="xl84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87">
    <w:name w:val="xl87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Normal"/>
    <w:rsid w:val="00260E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0">
    <w:name w:val="xl90"/>
    <w:basedOn w:val="Normal"/>
    <w:rsid w:val="00260E3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1">
    <w:name w:val="xl91"/>
    <w:basedOn w:val="Normal"/>
    <w:rsid w:val="00260E3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2">
    <w:name w:val="xl92"/>
    <w:basedOn w:val="Normal"/>
    <w:rsid w:val="00260E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3">
    <w:name w:val="xl93"/>
    <w:basedOn w:val="Normal"/>
    <w:rsid w:val="00260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4">
    <w:name w:val="xl94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Normal"/>
    <w:rsid w:val="00260E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Normal"/>
    <w:rsid w:val="00260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numbering" w:customStyle="1" w:styleId="Semlista3">
    <w:name w:val="Sem lista3"/>
    <w:next w:val="Semlista"/>
    <w:uiPriority w:val="99"/>
    <w:semiHidden/>
    <w:unhideWhenUsed/>
    <w:rsid w:val="00260E3A"/>
  </w:style>
  <w:style w:type="character" w:customStyle="1" w:styleId="hps">
    <w:name w:val="hps"/>
    <w:rsid w:val="00260E3A"/>
  </w:style>
  <w:style w:type="character" w:customStyle="1" w:styleId="shorttext">
    <w:name w:val="short_text"/>
    <w:rsid w:val="00260E3A"/>
  </w:style>
  <w:style w:type="character" w:customStyle="1" w:styleId="productmodel">
    <w:name w:val="productmodel"/>
    <w:rsid w:val="00260E3A"/>
  </w:style>
  <w:style w:type="character" w:customStyle="1" w:styleId="tooltippable">
    <w:name w:val="tooltippable"/>
    <w:rsid w:val="00260E3A"/>
  </w:style>
  <w:style w:type="character" w:customStyle="1" w:styleId="yes">
    <w:name w:val="yes"/>
    <w:rsid w:val="00260E3A"/>
  </w:style>
  <w:style w:type="character" w:customStyle="1" w:styleId="apple-converted-space">
    <w:name w:val="apple-converted-space"/>
    <w:rsid w:val="00260E3A"/>
  </w:style>
  <w:style w:type="paragraph" w:customStyle="1" w:styleId="Corpo">
    <w:name w:val="Corpo"/>
    <w:rsid w:val="006A60FB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Contedodatabela">
    <w:name w:val="Conteúdo da tabela"/>
    <w:basedOn w:val="Normal"/>
    <w:rsid w:val="006A60FB"/>
    <w:pPr>
      <w:suppressLineNumbers/>
      <w:suppressAutoHyphens/>
      <w:ind w:firstLine="709"/>
      <w:jc w:val="both"/>
    </w:pPr>
    <w:rPr>
      <w:sz w:val="24"/>
      <w:lang w:eastAsia="ar-SA"/>
    </w:rPr>
  </w:style>
  <w:style w:type="paragraph" w:customStyle="1" w:styleId="CPLPadrao">
    <w:name w:val="CPL_Padrao"/>
    <w:uiPriority w:val="99"/>
    <w:rsid w:val="00F01925"/>
    <w:pPr>
      <w:suppressAutoHyphens/>
      <w:spacing w:after="283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30">
    <w:name w:val="P30"/>
    <w:basedOn w:val="Normal"/>
    <w:rsid w:val="00811A7E"/>
    <w:pPr>
      <w:suppressAutoHyphens/>
      <w:jc w:val="both"/>
    </w:pPr>
    <w:rPr>
      <w:b/>
      <w:sz w:val="24"/>
      <w:lang w:eastAsia="ar-SA"/>
    </w:rPr>
  </w:style>
  <w:style w:type="character" w:customStyle="1" w:styleId="tex31">
    <w:name w:val="tex31"/>
    <w:basedOn w:val="Fontepargpadro"/>
    <w:rsid w:val="00E955BD"/>
    <w:rPr>
      <w:rFonts w:ascii="Verdana" w:hAnsi="Verdana" w:hint="default"/>
      <w:b w:val="0"/>
      <w:bCs w:val="0"/>
      <w:i w:val="0"/>
      <w:iCs w:val="0"/>
      <w:color w:val="000000"/>
      <w:sz w:val="12"/>
      <w:szCs w:val="12"/>
    </w:rPr>
  </w:style>
  <w:style w:type="character" w:customStyle="1" w:styleId="titulomenudesc">
    <w:name w:val="titulo_menu_desc"/>
    <w:basedOn w:val="Fontepargpadro"/>
    <w:rsid w:val="000271F4"/>
  </w:style>
  <w:style w:type="paragraph" w:customStyle="1" w:styleId="textojustificado">
    <w:name w:val="texto_justificado"/>
    <w:basedOn w:val="Normal"/>
    <w:rsid w:val="00DA68A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DA68A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35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4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1763">
          <w:marLeft w:val="0"/>
          <w:marRight w:val="0"/>
          <w:marTop w:val="0"/>
          <w:marBottom w:val="0"/>
          <w:divBdr>
            <w:top w:val="single" w:sz="4" w:space="4" w:color="CCCCCC"/>
            <w:left w:val="single" w:sz="4" w:space="8" w:color="CCCCCC"/>
            <w:bottom w:val="single" w:sz="2" w:space="4" w:color="CCCCCC"/>
            <w:right w:val="single" w:sz="4" w:space="8" w:color="CCCCCC"/>
          </w:divBdr>
        </w:div>
        <w:div w:id="220557501">
          <w:marLeft w:val="0"/>
          <w:marRight w:val="0"/>
          <w:marTop w:val="0"/>
          <w:marBottom w:val="43"/>
          <w:divBdr>
            <w:top w:val="single" w:sz="4" w:space="8" w:color="CCCCCC"/>
            <w:left w:val="single" w:sz="4" w:space="8" w:color="CCCCCC"/>
            <w:bottom w:val="single" w:sz="4" w:space="8" w:color="CCCCCC"/>
            <w:right w:val="single" w:sz="4" w:space="8" w:color="CCCCCC"/>
          </w:divBdr>
        </w:div>
      </w:divsChild>
    </w:div>
    <w:div w:id="8452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06187">
          <w:marLeft w:val="0"/>
          <w:marRight w:val="0"/>
          <w:marTop w:val="2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2474">
              <w:marLeft w:val="0"/>
              <w:marRight w:val="0"/>
              <w:marTop w:val="0"/>
              <w:marBottom w:val="3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38370"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5321">
              <w:marLeft w:val="0"/>
              <w:marRight w:val="0"/>
              <w:marTop w:val="0"/>
              <w:marBottom w:val="3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4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363">
              <w:marLeft w:val="0"/>
              <w:marRight w:val="0"/>
              <w:marTop w:val="0"/>
              <w:marBottom w:val="3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3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83259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7232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4790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7775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1081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7508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7161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7068">
          <w:marLeft w:val="0"/>
          <w:marRight w:val="0"/>
          <w:marTop w:val="0"/>
          <w:marBottom w:val="0"/>
          <w:divBdr>
            <w:top w:val="single" w:sz="4" w:space="4" w:color="CCCCCC"/>
            <w:left w:val="single" w:sz="4" w:space="8" w:color="CCCCCC"/>
            <w:bottom w:val="single" w:sz="2" w:space="4" w:color="CCCCCC"/>
            <w:right w:val="single" w:sz="4" w:space="8" w:color="CCCCCC"/>
          </w:divBdr>
        </w:div>
        <w:div w:id="1764716184">
          <w:marLeft w:val="0"/>
          <w:marRight w:val="0"/>
          <w:marTop w:val="0"/>
          <w:marBottom w:val="43"/>
          <w:divBdr>
            <w:top w:val="single" w:sz="4" w:space="8" w:color="CCCCCC"/>
            <w:left w:val="single" w:sz="4" w:space="8" w:color="CCCCCC"/>
            <w:bottom w:val="single" w:sz="4" w:space="8" w:color="CCCCCC"/>
            <w:right w:val="single" w:sz="4" w:space="8" w:color="CCCCCC"/>
          </w:divBdr>
        </w:div>
      </w:divsChild>
    </w:div>
    <w:div w:id="156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0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84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5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1660">
                          <w:marLeft w:val="23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286704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059171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026382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21872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1860">
                          <w:marLeft w:val="23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63659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963274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892208">
                          <w:marLeft w:val="23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39757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084731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434094">
                          <w:marLeft w:val="23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965529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382112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884961">
                          <w:marLeft w:val="23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0578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57432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69418">
                          <w:marLeft w:val="23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87530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388824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811891">
                          <w:marLeft w:val="23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886902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041712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04985">
                          <w:marLeft w:val="23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250713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12154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43330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55282">
                          <w:marLeft w:val="23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53385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554427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442281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658492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383148">
                          <w:marLeft w:val="23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921464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048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8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000898">
                          <w:marLeft w:val="23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97703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lastmarplasticos.com.br" TargetMode="External"/><Relationship Id="rId14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@infodatas.com.br" TargetMode="External"/><Relationship Id="rId1" Type="http://schemas.openxmlformats.org/officeDocument/2006/relationships/hyperlink" Target="http://www.infodata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GERAL%20LICITA&#199;&#213;ES\PROPOSTAS\militar%20da%20amazoni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B47E1-16AC-4B2B-B38F-6B950CBDB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militar da amazonia</Template>
  <TotalTime>32</TotalTime>
  <Pages>5</Pages>
  <Words>1368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Papel Timbrado A4</vt:lpstr>
    </vt:vector>
  </TitlesOfParts>
  <Company>AMM</Company>
  <LinksUpToDate>false</LinksUpToDate>
  <CharactersWithSpaces>8740</CharactersWithSpaces>
  <SharedDoc>false</SharedDoc>
  <HLinks>
    <vt:vector size="12" baseType="variant">
      <vt:variant>
        <vt:i4>7471109</vt:i4>
      </vt:variant>
      <vt:variant>
        <vt:i4>3</vt:i4>
      </vt:variant>
      <vt:variant>
        <vt:i4>0</vt:i4>
      </vt:variant>
      <vt:variant>
        <vt:i4>5</vt:i4>
      </vt:variant>
      <vt:variant>
        <vt:lpwstr>mailto:sac@infodatas.com.br</vt:lpwstr>
      </vt:variant>
      <vt:variant>
        <vt:lpwstr/>
      </vt:variant>
      <vt:variant>
        <vt:i4>262220</vt:i4>
      </vt:variant>
      <vt:variant>
        <vt:i4>0</vt:i4>
      </vt:variant>
      <vt:variant>
        <vt:i4>0</vt:i4>
      </vt:variant>
      <vt:variant>
        <vt:i4>5</vt:i4>
      </vt:variant>
      <vt:variant>
        <vt:lpwstr>http://www.infodatas.com.br/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Papel Timbrado A4</dc:title>
  <dc:subject>Modelos de Documentos</dc:subject>
  <dc:creator>USER</dc:creator>
  <cp:keywords>Modelos</cp:keywords>
  <cp:lastModifiedBy>USER</cp:lastModifiedBy>
  <cp:revision>4</cp:revision>
  <cp:lastPrinted>2017-05-26T12:54:00Z</cp:lastPrinted>
  <dcterms:created xsi:type="dcterms:W3CDTF">2017-05-30T13:44:00Z</dcterms:created>
  <dcterms:modified xsi:type="dcterms:W3CDTF">2017-06-28T14:43:00Z</dcterms:modified>
  <cp:category>Modelos de Documentos</cp:category>
</cp:coreProperties>
</file>